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left="-567"/>
        <w:rPr>
          <w:rFonts w:ascii="Arial" w:hAnsi="Arial" w:cs="Arial"/>
          <w:b/>
          <w:bCs/>
          <w:sz w:val="28"/>
          <w:szCs w:val="28"/>
          <w:lang w:val="de-CH"/>
        </w:rPr>
      </w:pPr>
      <w:r>
        <w:rPr>
          <w:rFonts w:ascii="Arial" w:hAnsi="Arial" w:cs="Arial"/>
          <w:b/>
          <w:bCs/>
          <w:sz w:val="28"/>
          <w:szCs w:val="28"/>
          <w:lang w:val="de-CH"/>
        </w:rPr>
        <w:t xml:space="preserve">Lektion</w:t>
      </w:r>
      <w:r>
        <w:rPr>
          <w:rFonts w:ascii="Arial" w:hAnsi="Arial" w:cs="Arial"/>
          <w:b/>
          <w:bCs/>
          <w:sz w:val="28"/>
          <w:szCs w:val="28"/>
          <w:lang w:val="de-CH"/>
        </w:rPr>
        <w:t xml:space="preserve">en</w:t>
      </w:r>
      <w:r>
        <w:rPr>
          <w:rFonts w:ascii="Arial" w:hAnsi="Arial" w:cs="Arial"/>
          <w:b/>
          <w:bCs/>
          <w:sz w:val="28"/>
          <w:szCs w:val="28"/>
          <w:lang w:val="de-CH"/>
        </w:rPr>
        <w:t xml:space="preserve">plan</w:t>
      </w:r>
      <w:r>
        <w:rPr>
          <w:rFonts w:ascii="Arial" w:hAnsi="Arial" w:cs="Arial"/>
          <w:b/>
          <w:bCs/>
          <w:sz w:val="28"/>
          <w:szCs w:val="28"/>
          <w:lang w:val="de-CH"/>
        </w:rPr>
        <w:t xml:space="preserve"> </w:t>
      </w:r>
      <w:r>
        <w:rPr>
          <w:rFonts w:ascii="Arial" w:hAnsi="Arial" w:cs="Arial"/>
          <w:b/>
          <w:bCs/>
          <w:sz w:val="28"/>
          <w:szCs w:val="28"/>
          <w:lang w:val="de-CH"/>
        </w:rPr>
        <w:t xml:space="preserve">– </w:t>
      </w:r>
      <w:r>
        <w:rPr>
          <w:rFonts w:ascii="Arial" w:hAnsi="Arial" w:cs="Arial"/>
          <w:b/>
          <w:bCs/>
          <w:sz w:val="28"/>
          <w:szCs w:val="28"/>
          <w:lang w:val="de-CH"/>
        </w:rPr>
        <w:t xml:space="preserve">Migration und Identität</w:t>
      </w:r>
      <w:r>
        <w:rPr>
          <w:rFonts w:ascii="Arial" w:hAnsi="Arial" w:cs="Arial"/>
          <w:b/>
          <w:bCs/>
          <w:sz w:val="28"/>
          <w:szCs w:val="28"/>
          <w:lang w:val="de-CH"/>
        </w:rPr>
      </w:r>
    </w:p>
    <w:p>
      <w:pPr>
        <w:pBdr/>
        <w:spacing/>
        <w:ind w:left="-567"/>
        <w:rPr>
          <w:rFonts w:ascii="Arial" w:hAnsi="Arial" w:cs="Arial"/>
          <w:sz w:val="24"/>
          <w:lang w:val="de-CH"/>
        </w:rPr>
      </w:pPr>
      <w:r>
        <w:rPr>
          <w:rFonts w:ascii="Arial" w:hAnsi="Arial" w:cs="Arial"/>
          <w:sz w:val="24"/>
          <w:lang w:val="de-CH"/>
        </w:rPr>
        <w:t xml:space="preserve">In </w:t>
      </w:r>
      <w:r>
        <w:rPr>
          <w:rFonts w:ascii="Arial" w:hAnsi="Arial" w:cs="Arial"/>
          <w:sz w:val="24"/>
          <w:lang w:val="de-CH"/>
        </w:rPr>
        <w:t xml:space="preserve">dieser Lerneinheit</w:t>
      </w:r>
      <w:r>
        <w:rPr>
          <w:rFonts w:ascii="Arial" w:hAnsi="Arial" w:cs="Arial"/>
          <w:sz w:val="24"/>
          <w:lang w:val="de-CH"/>
        </w:rPr>
        <w:t xml:space="preserve"> setzen sich die Schüler:innen mit dem </w:t>
      </w:r>
      <w:r>
        <w:rPr>
          <w:rFonts w:ascii="Arial" w:hAnsi="Arial" w:cs="Arial"/>
          <w:sz w:val="24"/>
          <w:lang w:val="de-CH"/>
        </w:rPr>
        <w:t xml:space="preserve">sprachlichen </w:t>
      </w:r>
      <w:r>
        <w:rPr>
          <w:rFonts w:ascii="Arial" w:hAnsi="Arial" w:cs="Arial"/>
          <w:sz w:val="24"/>
          <w:lang w:val="de-CH"/>
        </w:rPr>
        <w:t xml:space="preserve">Zusammenhang zwischen Migrat</w:t>
      </w:r>
      <w:r>
        <w:rPr>
          <w:rFonts w:ascii="Arial" w:hAnsi="Arial" w:cs="Arial"/>
          <w:sz w:val="24"/>
          <w:lang w:val="de-CH"/>
        </w:rPr>
        <w:t xml:space="preserve">ion und Identität auseinander. Sie analysieren historische Entwicklungen der Migration in der Schweiz, untersuchen mediale Darstellungen und reflektieren, wie Sprache zur Konstruktion von Identität beiträgt. Dabei werden sowohl soziolinguistische als auch </w:t>
      </w:r>
      <w:r>
        <w:rPr>
          <w:rFonts w:ascii="Arial" w:hAnsi="Arial" w:cs="Arial"/>
          <w:sz w:val="24"/>
          <w:lang w:val="de-CH"/>
        </w:rPr>
        <w:t xml:space="preserve">philo</w:t>
      </w:r>
      <w:r>
        <w:rPr>
          <w:rFonts w:ascii="Arial" w:hAnsi="Arial" w:cs="Arial"/>
          <w:sz w:val="24"/>
          <w:lang w:val="de-CH"/>
        </w:rPr>
        <w:t xml:space="preserve">s</w:t>
      </w:r>
      <w:r>
        <w:rPr>
          <w:rFonts w:ascii="Arial" w:hAnsi="Arial" w:cs="Arial"/>
          <w:sz w:val="24"/>
          <w:lang w:val="de-CH"/>
        </w:rPr>
        <w:t xml:space="preserve">ophische</w:t>
      </w:r>
      <w:r>
        <w:rPr>
          <w:rFonts w:ascii="Arial" w:hAnsi="Arial" w:cs="Arial"/>
          <w:sz w:val="24"/>
          <w:lang w:val="de-CH"/>
        </w:rPr>
        <w:t xml:space="preserve"> Perspektiven einbezogen. Ziel ist es, ein Bewusstsein für die Rolle von Sprache und Medien im Diskurs über Migration zu entwickeln und eigene</w:t>
      </w:r>
      <w:r>
        <w:rPr>
          <w:rFonts w:ascii="Arial" w:hAnsi="Arial" w:cs="Arial"/>
          <w:sz w:val="24"/>
          <w:lang w:val="de-CH"/>
        </w:rPr>
        <w:t xml:space="preserve">,</w:t>
      </w:r>
      <w:r>
        <w:rPr>
          <w:rFonts w:ascii="Arial" w:hAnsi="Arial" w:cs="Arial"/>
          <w:sz w:val="24"/>
          <w:lang w:val="de-CH"/>
        </w:rPr>
        <w:t xml:space="preserve"> reflektierte Positionen zu formulieren. Die Schüler:innen setzen sich mit komplexen philosophischen Themen auseinander und versuchen diese auf reale gesellschaftliche Geschehnisse zu übertragen.</w:t>
      </w:r>
      <w:r>
        <w:rPr>
          <w:rFonts w:ascii="Arial" w:hAnsi="Arial" w:cs="Arial"/>
          <w:sz w:val="24"/>
          <w:lang w:val="de-CH"/>
        </w:rPr>
      </w:r>
    </w:p>
    <w:p>
      <w:pPr>
        <w:pBdr/>
        <w:spacing/>
        <w:ind w:left="-567"/>
        <w:rPr>
          <w:rFonts w:ascii="Arial" w:hAnsi="Arial" w:cs="Arial"/>
          <w:b/>
          <w:bCs/>
          <w:sz w:val="24"/>
          <w:lang w:val="de-CH"/>
        </w:rPr>
      </w:pPr>
      <w:r>
        <w:rPr>
          <w:rFonts w:ascii="Arial" w:hAnsi="Arial" w:cs="Arial"/>
          <w:b/>
          <w:bCs/>
          <w:sz w:val="24"/>
          <w:lang w:val="de-CH"/>
        </w:rPr>
        <w:t xml:space="preserve">Linguistische Kompetenzen:</w:t>
      </w:r>
      <w:r>
        <w:rPr>
          <w:rFonts w:ascii="Arial" w:hAnsi="Arial" w:cs="Arial"/>
          <w:b/>
          <w:bCs/>
          <w:sz w:val="24"/>
          <w:lang w:val="de-CH"/>
        </w:rPr>
      </w:r>
    </w:p>
    <w:p>
      <w:pPr>
        <w:pBdr/>
        <w:spacing/>
        <w:ind w:left="-567"/>
        <w:rPr>
          <w:rFonts w:ascii="Arial" w:hAnsi="Arial" w:cs="Arial"/>
          <w:sz w:val="24"/>
          <w:lang w:val="de-CH"/>
        </w:rPr>
      </w:pPr>
      <w:r>
        <w:rPr>
          <w:rFonts w:ascii="Arial" w:hAnsi="Arial" w:cs="Arial"/>
          <w:sz w:val="24"/>
          <w:lang w:val="de-CH"/>
        </w:rPr>
        <w:t xml:space="preserve">Die Lerneinheit fördert das Bewusstsein für sprachliche und multimodale Mechanismen in Migrationsdiskursen. Die Schüler:innen reflektieren, wie Sprache Identität beeinflusst, analysieren politische und mediale Repräsentationen und erkennen </w:t>
      </w:r>
      <w:r>
        <w:rPr>
          <w:rFonts w:ascii="Arial" w:hAnsi="Arial" w:cs="Arial"/>
          <w:sz w:val="24"/>
          <w:lang w:val="de-CH"/>
        </w:rPr>
        <w:t xml:space="preserve">Muster</w:t>
      </w:r>
      <w:r>
        <w:rPr>
          <w:rFonts w:ascii="Arial" w:hAnsi="Arial" w:cs="Arial"/>
          <w:sz w:val="24"/>
          <w:lang w:val="de-CH"/>
        </w:rPr>
        <w:t xml:space="preserve"> der Subjektivierung. Sie lernen, sprachliche und visuelle Mittel kritisch zu hinterfragen und eigene Perspektiven zu formulieren.</w:t>
      </w:r>
      <w:r>
        <w:rPr>
          <w:rFonts w:ascii="Arial" w:hAnsi="Arial" w:cs="Arial"/>
          <w:sz w:val="24"/>
          <w:lang w:val="de-CH"/>
        </w:rPr>
      </w:r>
    </w:p>
    <w:p>
      <w:pPr>
        <w:pBdr/>
        <w:spacing/>
        <w:ind w:left="-567"/>
        <w:rPr>
          <w:rFonts w:ascii="Arial" w:hAnsi="Arial" w:cs="Arial"/>
          <w:b/>
          <w:bCs/>
          <w:sz w:val="22"/>
          <w:szCs w:val="22"/>
          <w:lang w:val="de-CH"/>
        </w:rPr>
      </w:pPr>
      <w:r>
        <w:rPr>
          <w:rFonts w:ascii="Arial" w:hAnsi="Arial" w:cs="Arial"/>
          <w:b/>
          <w:bCs/>
          <w:sz w:val="22"/>
          <w:szCs w:val="22"/>
          <w:lang w:val="de-CH"/>
        </w:rPr>
        <w:t xml:space="preserve">Benötigtes Material (als Download verfügbar):</w:t>
      </w:r>
      <w:r>
        <w:rPr>
          <w:rFonts w:ascii="Arial" w:hAnsi="Arial" w:cs="Arial"/>
          <w:b/>
          <w:bCs/>
          <w:sz w:val="22"/>
          <w:szCs w:val="22"/>
          <w:lang w:val="de-CH"/>
        </w:rPr>
      </w:r>
    </w:p>
    <w:p>
      <w:pPr>
        <w:pStyle w:val="944"/>
        <w:numPr>
          <w:ilvl w:val="0"/>
          <w:numId w:val="1"/>
        </w:numPr>
        <w:pBdr/>
        <w:spacing/>
        <w:ind/>
        <w:rPr>
          <w:rFonts w:ascii="Arial" w:hAnsi="Arial" w:cs="Arial"/>
          <w:sz w:val="22"/>
          <w:szCs w:val="22"/>
          <w:lang w:val="de-CH"/>
        </w:rPr>
      </w:pPr>
      <w:r/>
      <w:bookmarkStart w:id="0" w:name="_Hlk191466492"/>
      <w:r>
        <w:rPr>
          <w:rFonts w:ascii="Arial" w:hAnsi="Arial" w:cs="Arial"/>
          <w:b/>
          <w:bCs/>
          <w:sz w:val="22"/>
          <w:szCs w:val="22"/>
          <w:lang w:val="de-CH"/>
        </w:rPr>
        <w:t xml:space="preserve">Arbeits</w:t>
      </w:r>
      <w:r>
        <w:rPr>
          <w:rFonts w:ascii="Arial" w:hAnsi="Arial" w:cs="Arial"/>
          <w:b/>
          <w:bCs/>
          <w:sz w:val="22"/>
          <w:szCs w:val="22"/>
          <w:lang w:val="de-CH"/>
        </w:rPr>
        <w:t xml:space="preserve">dossier</w:t>
      </w:r>
      <w:r>
        <w:rPr>
          <w:rFonts w:ascii="Arial" w:hAnsi="Arial" w:cs="Arial"/>
          <w:sz w:val="22"/>
          <w:szCs w:val="22"/>
          <w:lang w:val="de-CH"/>
        </w:rPr>
        <w:t xml:space="preserve"> </w:t>
      </w:r>
      <w:r>
        <w:rPr>
          <w:rFonts w:ascii="Arial" w:hAnsi="Arial" w:cs="Arial"/>
          <w:i/>
          <w:iCs/>
          <w:sz w:val="22"/>
          <w:szCs w:val="22"/>
          <w:lang w:val="de-CH"/>
        </w:rPr>
        <w:t xml:space="preserve">LingEdu_Migration</w:t>
      </w:r>
      <w:r>
        <w:rPr>
          <w:rFonts w:ascii="Arial" w:hAnsi="Arial" w:cs="Arial"/>
          <w:i/>
          <w:iCs/>
          <w:sz w:val="22"/>
          <w:szCs w:val="22"/>
          <w:lang w:val="de-CH"/>
        </w:rPr>
        <w:t xml:space="preserve">-und-</w:t>
      </w:r>
      <w:r>
        <w:rPr>
          <w:rFonts w:ascii="Arial" w:hAnsi="Arial" w:cs="Arial"/>
          <w:i/>
          <w:iCs/>
          <w:sz w:val="22"/>
          <w:szCs w:val="22"/>
          <w:lang w:val="de-CH"/>
        </w:rPr>
        <w:t xml:space="preserve">Identität_</w:t>
      </w:r>
      <w:r>
        <w:rPr>
          <w:rFonts w:ascii="Arial" w:hAnsi="Arial" w:cs="Arial"/>
          <w:i/>
          <w:iCs/>
          <w:sz w:val="22"/>
          <w:szCs w:val="22"/>
          <w:lang w:val="de-CH"/>
        </w:rPr>
        <w:t xml:space="preserve">Arbeitsdossier</w:t>
      </w:r>
      <w:r>
        <w:rPr>
          <w:rFonts w:ascii="Arial" w:hAnsi="Arial" w:cs="Arial"/>
          <w:sz w:val="22"/>
          <w:szCs w:val="22"/>
          <w:lang w:val="de-CH"/>
        </w:rPr>
      </w:r>
    </w:p>
    <w:p>
      <w:pPr>
        <w:pStyle w:val="944"/>
        <w:numPr>
          <w:ilvl w:val="0"/>
          <w:numId w:val="1"/>
        </w:numPr>
        <w:pBdr/>
        <w:spacing/>
        <w:ind/>
        <w:rPr>
          <w:rFonts w:ascii="Arial" w:hAnsi="Arial" w:cs="Arial"/>
          <w:sz w:val="22"/>
          <w:szCs w:val="22"/>
          <w:lang w:val="de-CH"/>
        </w:rPr>
      </w:pPr>
      <w:r>
        <w:rPr>
          <w:rFonts w:ascii="Arial" w:hAnsi="Arial" w:cs="Arial"/>
          <w:b/>
          <w:bCs/>
          <w:sz w:val="22"/>
          <w:szCs w:val="22"/>
          <w:lang w:val="de-CH"/>
        </w:rPr>
        <w:t xml:space="preserve">Hinweise</w:t>
      </w:r>
      <w:r>
        <w:rPr>
          <w:rFonts w:ascii="Arial" w:hAnsi="Arial" w:cs="Arial"/>
          <w:b/>
          <w:bCs/>
          <w:sz w:val="22"/>
          <w:szCs w:val="22"/>
          <w:lang w:val="de-CH"/>
        </w:rPr>
        <w:t xml:space="preserve"> für Lehrpersonen</w:t>
      </w:r>
      <w:r>
        <w:rPr>
          <w:rFonts w:ascii="Arial" w:hAnsi="Arial" w:cs="Arial"/>
          <w:sz w:val="22"/>
          <w:szCs w:val="22"/>
          <w:lang w:val="de-CH"/>
        </w:rPr>
        <w:t xml:space="preserve"> </w:t>
      </w:r>
      <w:r>
        <w:rPr>
          <w:rFonts w:ascii="Arial" w:hAnsi="Arial" w:cs="Arial"/>
          <w:i/>
          <w:iCs/>
          <w:sz w:val="22"/>
          <w:szCs w:val="22"/>
          <w:lang w:val="de-CH"/>
        </w:rPr>
        <w:t xml:space="preserve">LingEdu_Migration</w:t>
      </w:r>
      <w:r>
        <w:rPr>
          <w:rFonts w:ascii="Arial" w:hAnsi="Arial" w:cs="Arial"/>
          <w:i/>
          <w:iCs/>
          <w:sz w:val="22"/>
          <w:szCs w:val="22"/>
          <w:lang w:val="de-CH"/>
        </w:rPr>
        <w:t xml:space="preserve">-und-</w:t>
      </w:r>
      <w:r>
        <w:rPr>
          <w:rFonts w:ascii="Arial" w:hAnsi="Arial" w:cs="Arial"/>
          <w:i/>
          <w:iCs/>
          <w:sz w:val="22"/>
          <w:szCs w:val="22"/>
          <w:lang w:val="de-CH"/>
        </w:rPr>
        <w:t xml:space="preserve">Identität_Hinweise</w:t>
      </w:r>
      <w:r>
        <w:rPr>
          <w:rFonts w:ascii="Arial" w:hAnsi="Arial" w:cs="Arial"/>
          <w:i/>
          <w:iCs/>
          <w:sz w:val="22"/>
          <w:szCs w:val="22"/>
          <w:lang w:val="de-CH"/>
        </w:rPr>
        <w:t xml:space="preserve">-für-Lehrpersonen</w:t>
      </w:r>
      <w:r>
        <w:rPr>
          <w:rFonts w:ascii="Arial" w:hAnsi="Arial" w:cs="Arial"/>
          <w:sz w:val="22"/>
          <w:szCs w:val="22"/>
          <w:lang w:val="de-CH"/>
        </w:rPr>
      </w:r>
    </w:p>
    <w:p>
      <w:pPr>
        <w:pStyle w:val="944"/>
        <w:numPr>
          <w:ilvl w:val="0"/>
          <w:numId w:val="1"/>
        </w:numPr>
        <w:pBdr/>
        <w:spacing/>
        <w:ind/>
        <w:rPr>
          <w:rFonts w:ascii="Arial" w:hAnsi="Arial" w:cs="Arial"/>
          <w:i/>
          <w:iCs/>
          <w:sz w:val="22"/>
          <w:szCs w:val="22"/>
          <w:lang w:val="de-CH"/>
        </w:rPr>
      </w:pPr>
      <w:r>
        <w:rPr>
          <w:rFonts w:ascii="Arial" w:hAnsi="Arial" w:cs="Arial"/>
          <w:b/>
          <w:bCs/>
          <w:sz w:val="22"/>
          <w:szCs w:val="22"/>
          <w:lang w:val="de-CH"/>
        </w:rPr>
        <w:t xml:space="preserve">PowerPoint-Präsentation </w:t>
      </w:r>
      <w:r>
        <w:rPr>
          <w:rFonts w:ascii="Arial" w:hAnsi="Arial" w:cs="Arial"/>
          <w:i/>
          <w:iCs/>
          <w:sz w:val="22"/>
          <w:szCs w:val="22"/>
          <w:lang w:val="de-CH"/>
        </w:rPr>
        <w:t xml:space="preserve">LingEdu_Migration</w:t>
      </w:r>
      <w:r>
        <w:rPr>
          <w:rFonts w:ascii="Arial" w:hAnsi="Arial" w:cs="Arial"/>
          <w:i/>
          <w:iCs/>
          <w:sz w:val="22"/>
          <w:szCs w:val="22"/>
          <w:lang w:val="de-CH"/>
        </w:rPr>
        <w:t xml:space="preserve">-und-</w:t>
      </w:r>
      <w:r>
        <w:rPr>
          <w:rFonts w:ascii="Arial" w:hAnsi="Arial" w:cs="Arial"/>
          <w:i/>
          <w:iCs/>
          <w:sz w:val="22"/>
          <w:szCs w:val="22"/>
          <w:lang w:val="de-CH"/>
        </w:rPr>
        <w:t xml:space="preserve">Identität_PowerPoint</w:t>
      </w:r>
      <w:r>
        <w:rPr>
          <w:rFonts w:ascii="Arial" w:hAnsi="Arial" w:cs="Arial"/>
          <w:i/>
          <w:iCs/>
          <w:sz w:val="22"/>
          <w:szCs w:val="22"/>
          <w:lang w:val="de-CH"/>
        </w:rPr>
      </w:r>
    </w:p>
    <w:p>
      <w:pPr>
        <w:pStyle w:val="944"/>
        <w:numPr>
          <w:ilvl w:val="0"/>
          <w:numId w:val="1"/>
        </w:numPr>
        <w:pBdr/>
        <w:spacing/>
        <w:ind/>
        <w:rPr>
          <w:rFonts w:ascii="Arial" w:hAnsi="Arial" w:cs="Arial"/>
          <w:sz w:val="22"/>
          <w:szCs w:val="22"/>
          <w:lang w:val="de-CH"/>
        </w:rPr>
      </w:pPr>
      <w:r>
        <w:rPr>
          <w:rFonts w:ascii="Arial" w:hAnsi="Arial" w:cs="Arial"/>
          <w:b/>
          <w:bCs/>
          <w:sz w:val="22"/>
          <w:szCs w:val="22"/>
          <w:lang w:val="de-CH"/>
        </w:rPr>
        <w:t xml:space="preserve">Optional: </w:t>
      </w:r>
      <w:r>
        <w:rPr>
          <w:rFonts w:ascii="Arial" w:hAnsi="Arial" w:cs="Arial"/>
          <w:b/>
          <w:bCs/>
          <w:sz w:val="22"/>
          <w:szCs w:val="22"/>
          <w:lang w:val="de-CH"/>
        </w:rPr>
        <w:t xml:space="preserve">Definitionstabelle</w:t>
      </w:r>
      <w:r>
        <w:rPr>
          <w:rFonts w:ascii="Arial" w:hAnsi="Arial" w:cs="Arial"/>
          <w:sz w:val="22"/>
          <w:szCs w:val="22"/>
          <w:lang w:val="de-CH"/>
        </w:rPr>
        <w:t xml:space="preserve"> </w:t>
      </w:r>
      <w:r>
        <w:rPr>
          <w:rFonts w:ascii="Arial" w:hAnsi="Arial" w:cs="Arial"/>
          <w:i/>
          <w:iCs/>
          <w:sz w:val="22"/>
          <w:szCs w:val="22"/>
          <w:lang w:val="de-CH"/>
        </w:rPr>
        <w:t xml:space="preserve">LingEdu_Migration-und-Identität_Definitionstabelle-zu</w:t>
      </w:r>
      <w:r>
        <w:rPr>
          <w:rFonts w:ascii="Arial" w:hAnsi="Arial" w:cs="Arial"/>
          <w:i/>
          <w:iCs/>
          <w:sz w:val="22"/>
          <w:szCs w:val="22"/>
          <w:lang w:val="de-CH"/>
        </w:rPr>
        <w:t xml:space="preserve">m</w:t>
      </w:r>
      <w:r>
        <w:rPr>
          <w:rFonts w:ascii="Arial" w:hAnsi="Arial" w:cs="Arial"/>
          <w:i/>
          <w:iCs/>
          <w:sz w:val="22"/>
          <w:szCs w:val="22"/>
          <w:lang w:val="de-CH"/>
        </w:rPr>
        <w:t xml:space="preserve">-</w:t>
      </w:r>
      <w:r>
        <w:rPr>
          <w:rFonts w:ascii="Arial" w:hAnsi="Arial" w:cs="Arial"/>
          <w:i/>
          <w:iCs/>
          <w:sz w:val="22"/>
          <w:szCs w:val="22"/>
          <w:lang w:val="de-CH"/>
        </w:rPr>
        <w:t xml:space="preserve">Arbeitsdossier </w:t>
      </w:r>
      <w:r>
        <w:rPr>
          <w:rFonts w:ascii="Arial" w:hAnsi="Arial" w:cs="Arial"/>
          <w:sz w:val="22"/>
          <w:szCs w:val="22"/>
          <w:lang w:val="de-CH"/>
        </w:rPr>
        <w:t xml:space="preserve">(dient als Unterstützung für die Schüler:innen)</w:t>
      </w:r>
      <w:r>
        <w:rPr>
          <w:rFonts w:ascii="Arial" w:hAnsi="Arial" w:cs="Arial"/>
          <w:sz w:val="22"/>
          <w:szCs w:val="22"/>
          <w:lang w:val="de-CH"/>
        </w:rPr>
      </w:r>
    </w:p>
    <w:p>
      <w:pPr>
        <w:pStyle w:val="944"/>
        <w:numPr>
          <w:ilvl w:val="0"/>
          <w:numId w:val="1"/>
        </w:numPr>
        <w:pBdr/>
        <w:spacing/>
        <w:ind/>
        <w:rPr>
          <w:rFonts w:ascii="Arial" w:hAnsi="Arial" w:cs="Arial"/>
          <w:sz w:val="22"/>
          <w:szCs w:val="22"/>
          <w:lang w:val="de-CH"/>
        </w:rPr>
      </w:pPr>
      <w:r>
        <w:rPr>
          <w:rFonts w:ascii="Arial" w:hAnsi="Arial" w:cs="Arial"/>
          <w:b/>
          <w:bCs/>
          <w:sz w:val="22"/>
          <w:szCs w:val="22"/>
          <w:lang w:val="de-CH"/>
        </w:rPr>
        <w:t xml:space="preserve">Optional: </w:t>
      </w:r>
      <w:r>
        <w:rPr>
          <w:rFonts w:ascii="Arial" w:hAnsi="Arial" w:cs="Arial"/>
          <w:b/>
          <w:bCs/>
          <w:sz w:val="22"/>
          <w:szCs w:val="22"/>
          <w:lang w:val="de-CH"/>
        </w:rPr>
        <w:t xml:space="preserve">Quelle </w:t>
      </w:r>
      <w:r>
        <w:rPr>
          <w:rFonts w:ascii="Arial" w:hAnsi="Arial" w:cs="Arial"/>
          <w:i/>
          <w:iCs/>
          <w:sz w:val="22"/>
          <w:szCs w:val="22"/>
          <w:lang w:val="de-CH"/>
        </w:rPr>
        <w:t xml:space="preserve">LingEdu_asylpraxis-schweiz-1979-2019-Jugoslawien</w:t>
      </w:r>
      <w:bookmarkEnd w:id="0"/>
      <w:r>
        <w:rPr>
          <w:rFonts w:ascii="Arial" w:hAnsi="Arial" w:cs="Arial"/>
          <w:sz w:val="22"/>
          <w:szCs w:val="22"/>
          <w:lang w:val="de-CH"/>
        </w:rPr>
      </w:r>
    </w:p>
    <w:p>
      <w:pPr>
        <w:pBdr/>
        <w:spacing/>
        <w:ind w:left="-567"/>
        <w:rPr>
          <w:rFonts w:ascii="Arial" w:hAnsi="Arial" w:cs="Arial"/>
          <w:b/>
          <w:bCs/>
          <w:sz w:val="22"/>
          <w:szCs w:val="22"/>
          <w:lang w:val="de-CH"/>
        </w:rPr>
      </w:pPr>
      <w:r>
        <w:rPr>
          <w:rFonts w:ascii="Arial" w:hAnsi="Arial" w:cs="Arial"/>
          <w:b/>
          <w:bCs/>
          <w:sz w:val="22"/>
          <w:szCs w:val="22"/>
          <w:lang w:val="de-CH"/>
        </w:rPr>
        <w:t xml:space="preserve">Sonstiges Material</w:t>
      </w:r>
      <w:r>
        <w:rPr>
          <w:rFonts w:ascii="Arial" w:hAnsi="Arial" w:cs="Arial"/>
          <w:b/>
          <w:bCs/>
          <w:sz w:val="22"/>
          <w:szCs w:val="22"/>
          <w:lang w:val="de-CH"/>
        </w:rPr>
      </w:r>
    </w:p>
    <w:p>
      <w:pPr>
        <w:pBdr/>
        <w:spacing/>
        <w:ind w:left="-567"/>
        <w:rPr>
          <w:rFonts w:ascii="Arial" w:hAnsi="Arial" w:cs="Arial"/>
          <w:sz w:val="22"/>
          <w:szCs w:val="22"/>
          <w:lang w:val="de-CH"/>
        </w:rPr>
      </w:pPr>
      <w:r>
        <w:rPr>
          <w:rFonts w:ascii="Arial" w:hAnsi="Arial" w:cs="Arial"/>
          <w:sz w:val="22"/>
          <w:szCs w:val="22"/>
          <w:lang w:val="de-CH"/>
        </w:rPr>
        <w:t xml:space="preserve">Smartphones/Tablets</w:t>
      </w:r>
      <w:r>
        <w:rPr>
          <w:rFonts w:ascii="Arial" w:hAnsi="Arial" w:cs="Arial"/>
          <w:sz w:val="22"/>
          <w:szCs w:val="22"/>
          <w:lang w:val="de-CH"/>
        </w:rPr>
        <w:t xml:space="preserve">, </w:t>
      </w:r>
      <w:r>
        <w:rPr>
          <w:rFonts w:ascii="Arial" w:hAnsi="Arial" w:cs="Arial"/>
          <w:sz w:val="22"/>
          <w:szCs w:val="22"/>
          <w:lang w:val="de-CH"/>
        </w:rPr>
        <w:t xml:space="preserve">Beamer</w:t>
      </w:r>
      <w:r>
        <w:rPr>
          <w:rFonts w:ascii="Arial" w:hAnsi="Arial" w:cs="Arial"/>
          <w:sz w:val="22"/>
          <w:szCs w:val="22"/>
          <w:lang w:val="de-CH"/>
        </w:rPr>
        <w:t xml:space="preserve"> und Whiteboard/Wandtafel</w:t>
      </w:r>
      <w:r>
        <w:rPr>
          <w:rFonts w:ascii="Arial" w:hAnsi="Arial" w:cs="Arial"/>
          <w:sz w:val="22"/>
          <w:szCs w:val="22"/>
          <w:lang w:val="de-CH"/>
        </w:rPr>
      </w:r>
    </w:p>
    <w:p>
      <w:pPr>
        <w:pBdr/>
        <w:spacing/>
        <w:ind w:left="-567"/>
        <w:rPr>
          <w:rFonts w:ascii="Arial" w:hAnsi="Arial" w:cs="Arial"/>
          <w:sz w:val="22"/>
          <w:szCs w:val="22"/>
          <w:lang w:val="de-CH"/>
        </w:rPr>
      </w:pPr>
      <w:r>
        <w:rPr>
          <w:rFonts w:ascii="Arial" w:hAnsi="Arial" w:cs="Arial"/>
          <w:b/>
          <w:bCs/>
          <w:sz w:val="22"/>
          <w:szCs w:val="22"/>
          <w:lang w:val="de-CH"/>
        </w:rPr>
        <w:t xml:space="preserve">Klasse: </w:t>
      </w:r>
      <w:r>
        <w:rPr>
          <w:rFonts w:ascii="Arial" w:hAnsi="Arial" w:cs="Arial"/>
          <w:sz w:val="22"/>
          <w:szCs w:val="22"/>
          <w:lang w:val="de-CH"/>
        </w:rPr>
        <w:t xml:space="preserve">3-</w:t>
      </w:r>
      <w:r>
        <w:rPr>
          <w:rFonts w:ascii="Arial" w:hAnsi="Arial" w:cs="Arial"/>
          <w:sz w:val="22"/>
          <w:szCs w:val="22"/>
          <w:lang w:val="de-CH"/>
        </w:rPr>
        <w:t xml:space="preserve">4</w:t>
      </w:r>
      <w:r>
        <w:rPr>
          <w:rFonts w:ascii="Arial" w:hAnsi="Arial" w:cs="Arial"/>
          <w:sz w:val="22"/>
          <w:szCs w:val="22"/>
          <w:lang w:val="de-CH"/>
        </w:rPr>
      </w:r>
    </w:p>
    <w:p>
      <w:pPr>
        <w:pBdr/>
        <w:spacing/>
        <w:ind w:left="-567"/>
        <w:rPr>
          <w:rFonts w:ascii="Arial" w:hAnsi="Arial" w:cs="Arial"/>
          <w:sz w:val="22"/>
          <w:szCs w:val="22"/>
          <w:lang w:val="de-CH"/>
        </w:rPr>
      </w:pPr>
      <w:r>
        <w:rPr>
          <w:rFonts w:ascii="Arial" w:hAnsi="Arial" w:cs="Arial"/>
          <w:b/>
          <w:bCs/>
          <w:sz w:val="22"/>
          <w:szCs w:val="22"/>
          <w:lang w:val="de-CH"/>
        </w:rPr>
        <w:t xml:space="preserve">Lektionsdauer</w:t>
      </w:r>
      <w:r>
        <w:rPr>
          <w:rFonts w:ascii="Arial" w:hAnsi="Arial" w:cs="Arial"/>
          <w:b/>
          <w:bCs/>
          <w:sz w:val="22"/>
          <w:szCs w:val="22"/>
          <w:lang w:val="de-CH"/>
        </w:rPr>
        <w:t xml:space="preserve">: </w:t>
      </w:r>
      <w:r>
        <w:rPr>
          <w:rFonts w:ascii="Arial" w:hAnsi="Arial" w:cs="Arial"/>
          <w:sz w:val="22"/>
          <w:szCs w:val="22"/>
          <w:lang w:val="de-CH"/>
        </w:rPr>
        <w:t xml:space="preserve">45 Minuten pro Lektion</w:t>
      </w:r>
      <w:r>
        <w:rPr>
          <w:rFonts w:ascii="Arial" w:hAnsi="Arial" w:cs="Arial"/>
          <w:sz w:val="22"/>
          <w:szCs w:val="22"/>
          <w:lang w:val="de-CH"/>
        </w:rPr>
      </w:r>
    </w:p>
    <w:p>
      <w:pPr>
        <w:pBdr/>
        <w:spacing w:after="0" w:line="240" w:lineRule="auto"/>
        <w:ind/>
        <w:rPr>
          <w:rFonts w:ascii="Arial" w:hAnsi="Arial" w:cs="Arial"/>
          <w:b/>
          <w:bCs/>
          <w:sz w:val="24"/>
          <w:lang w:val="de-CH"/>
        </w:rPr>
      </w:pPr>
      <w:r>
        <w:rPr>
          <w:rFonts w:ascii="Arial" w:hAnsi="Arial" w:cs="Arial"/>
          <w:b/>
          <w:bCs/>
          <w:sz w:val="24"/>
          <w:lang w:val="de-CH"/>
        </w:rPr>
        <w:br w:type="page" w:clear="all"/>
      </w:r>
      <w:r>
        <w:rPr>
          <w:rFonts w:ascii="Arial" w:hAnsi="Arial" w:cs="Arial"/>
          <w:b/>
          <w:bCs/>
          <w:sz w:val="24"/>
          <w:lang w:val="de-CH"/>
        </w:rPr>
      </w:r>
    </w:p>
    <w:p>
      <w:pPr>
        <w:pBdr/>
        <w:spacing/>
        <w:ind w:left="-567"/>
        <w:rPr>
          <w:rFonts w:ascii="Arial" w:hAnsi="Arial" w:cs="Arial"/>
          <w:b/>
          <w:bCs/>
          <w:sz w:val="24"/>
          <w:lang w:val="de-CH"/>
        </w:rPr>
      </w:pPr>
      <w:r>
        <w:rPr>
          <w:rFonts w:ascii="Arial" w:hAnsi="Arial" w:cs="Arial"/>
          <w:b/>
          <w:bCs/>
          <w:sz w:val="24"/>
          <w:lang w:val="de-CH"/>
        </w:rPr>
        <w:t xml:space="preserve">Lektion 1</w:t>
      </w:r>
      <w:r>
        <w:rPr>
          <w:rFonts w:ascii="Arial" w:hAnsi="Arial" w:cs="Arial"/>
          <w:b/>
          <w:bCs/>
          <w:sz w:val="24"/>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Diese Lektion beinhaltet:</w:t>
      </w:r>
      <w:r>
        <w:rPr>
          <w:rFonts w:ascii="Arial" w:hAnsi="Arial" w:cs="Arial"/>
          <w:b/>
          <w:bCs/>
          <w:sz w:val="20"/>
          <w:szCs w:val="20"/>
          <w:lang w:val="de-CH"/>
        </w:rPr>
      </w:r>
    </w:p>
    <w:p>
      <w:pPr>
        <w:pStyle w:val="944"/>
        <w:numPr>
          <w:ilvl w:val="0"/>
          <w:numId w:val="3"/>
        </w:numPr>
        <w:pBdr/>
        <w:spacing/>
        <w:ind/>
        <w:rPr>
          <w:rFonts w:ascii="Arial" w:hAnsi="Arial" w:cs="Arial"/>
          <w:sz w:val="20"/>
          <w:szCs w:val="20"/>
          <w:lang w:val="de-CH"/>
        </w:rPr>
      </w:pPr>
      <w:r>
        <w:rPr>
          <w:rFonts w:ascii="Arial" w:hAnsi="Arial" w:cs="Arial"/>
          <w:sz w:val="20"/>
          <w:szCs w:val="20"/>
          <w:lang w:val="de-CH"/>
        </w:rPr>
        <w:t xml:space="preserve">Eine </w:t>
      </w:r>
      <w:r>
        <w:rPr>
          <w:rFonts w:ascii="Arial" w:hAnsi="Arial" w:cs="Arial"/>
          <w:sz w:val="20"/>
          <w:szCs w:val="20"/>
          <w:lang w:val="de-CH"/>
        </w:rPr>
        <w:t xml:space="preserve">Einführung i</w:t>
      </w:r>
      <w:r>
        <w:rPr>
          <w:rFonts w:ascii="Arial" w:hAnsi="Arial" w:cs="Arial"/>
          <w:sz w:val="20"/>
          <w:szCs w:val="20"/>
          <w:lang w:val="de-CH"/>
        </w:rPr>
        <w:t xml:space="preserve">n das Thema Migration und </w:t>
      </w:r>
      <w:r>
        <w:rPr>
          <w:rFonts w:ascii="Arial" w:hAnsi="Arial" w:cs="Arial"/>
          <w:sz w:val="20"/>
          <w:szCs w:val="20"/>
          <w:lang w:val="de-CH"/>
        </w:rPr>
        <w:t xml:space="preserve">Identität</w:t>
      </w:r>
      <w:r>
        <w:rPr>
          <w:rFonts w:ascii="Arial" w:hAnsi="Arial" w:cs="Arial"/>
          <w:sz w:val="20"/>
          <w:szCs w:val="20"/>
          <w:lang w:val="de-CH"/>
        </w:rPr>
        <w:t xml:space="preserve">.</w:t>
      </w:r>
      <w:r>
        <w:rPr>
          <w:rFonts w:ascii="Arial" w:hAnsi="Arial" w:cs="Arial"/>
          <w:sz w:val="20"/>
          <w:szCs w:val="20"/>
          <w:lang w:val="de-CH"/>
        </w:rPr>
      </w:r>
    </w:p>
    <w:p>
      <w:pPr>
        <w:pStyle w:val="944"/>
        <w:numPr>
          <w:ilvl w:val="0"/>
          <w:numId w:val="3"/>
        </w:numPr>
        <w:pBdr/>
        <w:spacing/>
        <w:ind/>
        <w:rPr>
          <w:rFonts w:ascii="Arial" w:hAnsi="Arial" w:cs="Arial"/>
          <w:b/>
          <w:bCs/>
          <w:sz w:val="20"/>
          <w:szCs w:val="20"/>
          <w:lang w:val="de-CH"/>
        </w:rPr>
      </w:pPr>
      <w:r>
        <w:rPr>
          <w:rFonts w:ascii="Arial" w:hAnsi="Arial" w:cs="Arial"/>
          <w:sz w:val="20"/>
          <w:szCs w:val="20"/>
          <w:lang w:val="de-CH"/>
        </w:rPr>
        <w:t xml:space="preserve">Einen </w:t>
      </w:r>
      <w:r>
        <w:rPr>
          <w:rFonts w:ascii="Arial" w:hAnsi="Arial" w:cs="Arial"/>
          <w:sz w:val="20"/>
          <w:szCs w:val="20"/>
          <w:lang w:val="de-CH"/>
        </w:rPr>
        <w:t xml:space="preserve">kurzen </w:t>
      </w:r>
      <w:r>
        <w:rPr>
          <w:rFonts w:ascii="Arial" w:hAnsi="Arial" w:cs="Arial"/>
          <w:sz w:val="20"/>
          <w:szCs w:val="20"/>
          <w:lang w:val="de-CH"/>
        </w:rPr>
        <w:t xml:space="preserve">historischen Überblick zur Migration aus </w:t>
      </w:r>
      <w:r>
        <w:rPr>
          <w:rFonts w:ascii="Arial" w:hAnsi="Arial" w:cs="Arial"/>
          <w:sz w:val="20"/>
          <w:szCs w:val="20"/>
          <w:lang w:val="de-CH"/>
        </w:rPr>
        <w:t xml:space="preserve">dem ehemaligen </w:t>
      </w:r>
      <w:r>
        <w:rPr>
          <w:rFonts w:ascii="Arial" w:hAnsi="Arial" w:cs="Arial"/>
          <w:sz w:val="20"/>
          <w:szCs w:val="20"/>
          <w:lang w:val="de-CH"/>
        </w:rPr>
        <w:t xml:space="preserve">Jugoslawien in die Schweiz</w:t>
      </w:r>
      <w:r>
        <w:rPr>
          <w:rFonts w:ascii="Arial" w:hAnsi="Arial" w:cs="Arial"/>
          <w:sz w:val="20"/>
          <w:szCs w:val="20"/>
          <w:lang w:val="de-CH"/>
        </w:rPr>
        <w:t xml:space="preserve">.</w:t>
      </w:r>
      <w:r>
        <w:rPr>
          <w:rFonts w:ascii="Arial" w:hAnsi="Arial" w:cs="Arial"/>
          <w:b/>
          <w:bCs/>
          <w:sz w:val="20"/>
          <w:szCs w:val="20"/>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Lernziele:</w:t>
      </w:r>
      <w:r>
        <w:rPr>
          <w:rFonts w:ascii="Arial" w:hAnsi="Arial" w:cs="Arial"/>
          <w:b/>
          <w:bCs/>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w:t>
      </w:r>
      <w:r>
        <w:rPr>
          <w:rFonts w:ascii="Arial" w:hAnsi="Arial" w:cs="Arial"/>
          <w:sz w:val="20"/>
          <w:szCs w:val="20"/>
          <w:lang w:val="de-CH"/>
        </w:rPr>
        <w:t xml:space="preserve">erkennen, dass Identität durch Sprache, Herkunft und </w:t>
      </w:r>
      <w:r>
        <w:rPr>
          <w:rFonts w:ascii="Arial" w:hAnsi="Arial" w:cs="Arial"/>
          <w:sz w:val="20"/>
          <w:szCs w:val="20"/>
          <w:lang w:val="de-CH"/>
        </w:rPr>
        <w:t xml:space="preserve">weitere </w:t>
      </w:r>
      <w:r>
        <w:rPr>
          <w:rFonts w:ascii="Arial" w:hAnsi="Arial" w:cs="Arial"/>
          <w:sz w:val="20"/>
          <w:szCs w:val="20"/>
          <w:lang w:val="de-CH"/>
        </w:rPr>
        <w:t xml:space="preserve">soziale Faktoren beeinflusst wird.</w:t>
      </w:r>
      <w:r>
        <w:rPr>
          <w:rFonts w:ascii="Arial" w:hAnsi="Arial" w:cs="Arial"/>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w:t>
      </w:r>
      <w:r>
        <w:rPr>
          <w:rFonts w:ascii="Arial" w:hAnsi="Arial" w:cs="Arial"/>
          <w:sz w:val="20"/>
          <w:szCs w:val="20"/>
          <w:lang w:val="de-CH"/>
        </w:rPr>
        <w:t xml:space="preserve">verstehen die historische Entwicklung der Migration aus </w:t>
      </w:r>
      <w:r>
        <w:rPr>
          <w:rFonts w:ascii="Arial" w:hAnsi="Arial" w:cs="Arial"/>
          <w:sz w:val="20"/>
          <w:szCs w:val="20"/>
          <w:lang w:val="de-CH"/>
        </w:rPr>
        <w:t xml:space="preserve">dem ehemaligen </w:t>
      </w:r>
      <w:r>
        <w:rPr>
          <w:rFonts w:ascii="Arial" w:hAnsi="Arial" w:cs="Arial"/>
          <w:sz w:val="20"/>
          <w:szCs w:val="20"/>
          <w:lang w:val="de-CH"/>
        </w:rPr>
        <w:t xml:space="preserve">Jugoslawien in die Schweiz.</w:t>
      </w:r>
      <w:r>
        <w:rPr>
          <w:rFonts w:ascii="Arial" w:hAnsi="Arial" w:cs="Arial"/>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w:t>
      </w:r>
      <w:r>
        <w:rPr>
          <w:rFonts w:ascii="Arial" w:hAnsi="Arial" w:cs="Arial"/>
          <w:sz w:val="20"/>
          <w:szCs w:val="20"/>
          <w:lang w:val="de-CH"/>
        </w:rPr>
        <w:t xml:space="preserve">hinterfragen, wie Migration ihre eigene Identitätswahrnehmung beeinflussen kann.</w:t>
      </w:r>
      <w:r>
        <w:rPr>
          <w:rFonts w:ascii="Arial" w:hAnsi="Arial" w:cs="Arial"/>
          <w:sz w:val="20"/>
          <w:szCs w:val="20"/>
          <w:lang w:val="de-CH"/>
        </w:rPr>
      </w:r>
    </w:p>
    <w:tbl>
      <w:tblPr>
        <w:tblStyle w:val="945"/>
        <w:tblW w:w="15592" w:type="dxa"/>
        <w:jc w:val="center"/>
        <w:tblBorders/>
        <w:tblLook w:val="04A0" w:firstRow="1" w:lastRow="0" w:firstColumn="1" w:lastColumn="0" w:noHBand="0" w:noVBand="1"/>
      </w:tblPr>
      <w:tblGrid>
        <w:gridCol w:w="1507"/>
        <w:gridCol w:w="2777"/>
        <w:gridCol w:w="2214"/>
        <w:gridCol w:w="2150"/>
        <w:gridCol w:w="2988"/>
        <w:gridCol w:w="1705"/>
        <w:gridCol w:w="2251"/>
      </w:tblGrid>
      <w:tr>
        <w:trPr>
          <w:jc w:val="center"/>
          <w:trHeight w:val="948"/>
        </w:trPr>
        <w:tc>
          <w:tcPr>
            <w:shd w:val="clear" w:color="auto" w:fill="c7e2e8"/>
            <w:tcBorders/>
            <w:tcW w:w="1587"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Dauer</w:t>
            </w:r>
            <w:r>
              <w:rPr>
                <w:rFonts w:ascii="Arial" w:hAnsi="Arial" w:cs="Arial"/>
                <w:b/>
                <w:bCs/>
                <w:sz w:val="20"/>
                <w:szCs w:val="20"/>
                <w:lang w:val="de-CH"/>
              </w:rPr>
            </w:r>
          </w:p>
        </w:tc>
        <w:tc>
          <w:tcPr>
            <w:shd w:val="clear" w:color="auto" w:fill="c7e2e8"/>
            <w:tcBorders/>
            <w:tcW w:w="2895" w:type="dxa"/>
            <w:vAlign w:val="center"/>
            <w:textDirection w:val="lrTb"/>
            <w:noWrap w:val="false"/>
          </w:tcPr>
          <w:p>
            <w:pPr>
              <w:pBdr/>
              <w:spacing w:line="240" w:lineRule="auto"/>
              <w:ind/>
              <w:jc w:val="center"/>
              <w:rPr>
                <w:rFonts w:ascii="Arial" w:hAnsi="Arial" w:cs="Arial"/>
                <w:b/>
                <w:bCs/>
                <w:sz w:val="20"/>
                <w:szCs w:val="20"/>
                <w:lang w:val="de-CH"/>
              </w:rPr>
            </w:pPr>
            <w:r>
              <w:rPr>
                <w:rFonts w:ascii="Arial" w:hAnsi="Arial" w:cs="Arial"/>
                <w:b/>
                <w:bCs/>
                <w:sz w:val="20"/>
                <w:szCs w:val="20"/>
                <w:lang w:val="de-CH"/>
              </w:rPr>
              <w:t xml:space="preserve">Inhalt</w:t>
            </w:r>
            <w:r>
              <w:rPr>
                <w:rFonts w:ascii="Arial" w:hAnsi="Arial" w:cs="Arial"/>
                <w:b/>
                <w:bCs/>
                <w:sz w:val="20"/>
                <w:szCs w:val="20"/>
                <w:lang w:val="de-CH"/>
              </w:rPr>
            </w:r>
          </w:p>
        </w:tc>
        <w:tc>
          <w:tcPr>
            <w:shd w:val="clear" w:color="auto" w:fill="c7e2e8"/>
            <w:tcBorders/>
            <w:tcW w:w="2311"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Lernziel</w:t>
            </w:r>
            <w:r>
              <w:rPr>
                <w:rFonts w:ascii="Arial" w:hAnsi="Arial" w:cs="Arial"/>
                <w:b/>
                <w:bCs/>
                <w:sz w:val="20"/>
                <w:szCs w:val="20"/>
                <w:lang w:val="de-CH"/>
              </w:rPr>
            </w:r>
          </w:p>
        </w:tc>
        <w:tc>
          <w:tcPr>
            <w:shd w:val="clear" w:color="auto" w:fill="c7e2e8"/>
            <w:tcBorders/>
            <w:tcW w:w="2161"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Unterlagen/Material</w:t>
            </w:r>
            <w:r>
              <w:rPr>
                <w:rFonts w:ascii="Arial" w:hAnsi="Arial" w:cs="Arial"/>
                <w:b/>
                <w:bCs/>
                <w:sz w:val="20"/>
                <w:szCs w:val="20"/>
                <w:lang w:val="de-CH"/>
              </w:rPr>
            </w:r>
          </w:p>
        </w:tc>
        <w:tc>
          <w:tcPr>
            <w:shd w:val="clear" w:color="auto" w:fill="c7e2e8"/>
            <w:tcBorders/>
            <w:tcW w:w="3112"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Wie?</w:t>
            </w:r>
            <w:r>
              <w:rPr>
                <w:rFonts w:ascii="Arial" w:hAnsi="Arial" w:cs="Arial"/>
                <w:b/>
                <w:bCs/>
                <w:sz w:val="20"/>
                <w:szCs w:val="20"/>
                <w:lang w:val="de-CH"/>
              </w:rPr>
            </w:r>
          </w:p>
        </w:tc>
        <w:tc>
          <w:tcPr>
            <w:shd w:val="clear" w:color="auto" w:fill="c7e2e8"/>
            <w:tcBorders/>
            <w:tcW w:w="1742"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Wer?</w:t>
            </w:r>
            <w:r>
              <w:rPr>
                <w:rFonts w:ascii="Arial" w:hAnsi="Arial" w:cs="Arial"/>
                <w:b/>
                <w:bCs/>
                <w:sz w:val="20"/>
                <w:szCs w:val="20"/>
                <w:lang w:val="de-CH"/>
              </w:rPr>
            </w:r>
          </w:p>
        </w:tc>
        <w:tc>
          <w:tcPr>
            <w:shd w:val="clear" w:color="auto" w:fill="c7e2e8"/>
            <w:tcBorders/>
            <w:tcW w:w="1784"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Linguistische Konzepte</w:t>
            </w:r>
            <w:r>
              <w:rPr>
                <w:rFonts w:ascii="Arial" w:hAnsi="Arial" w:cs="Arial"/>
                <w:b/>
                <w:bCs/>
                <w:sz w:val="20"/>
                <w:szCs w:val="20"/>
                <w:lang w:val="de-CH"/>
              </w:rPr>
            </w:r>
          </w:p>
        </w:tc>
      </w:tr>
      <w:tr>
        <w:trPr>
          <w:jc w:val="center"/>
          <w:trHeight w:val="948"/>
        </w:trPr>
        <w:tc>
          <w:tcPr>
            <w:tcBorders/>
            <w:tcW w:w="158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5</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89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Heranführung an das Thema </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Identität und Zugehörigkeit</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231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reflektieren ihre eigene Identität und Zugehörigkeit.</w:t>
            </w:r>
            <w:r>
              <w:rPr>
                <w:rFonts w:ascii="Arial" w:hAnsi="Arial" w:cs="Arial"/>
                <w:color w:val="000000" w:themeColor="text1"/>
                <w:sz w:val="20"/>
                <w:szCs w:val="20"/>
                <w:lang w:val="de-CH"/>
              </w:rPr>
            </w:r>
          </w:p>
        </w:tc>
        <w:tc>
          <w:tcPr>
            <w:tcBorders/>
            <w:tcW w:w="216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w:t>
            </w:r>
            <w:r>
              <w:rPr>
                <w:rFonts w:ascii="Arial" w:hAnsi="Arial" w:cs="Arial"/>
                <w:color w:val="000000" w:themeColor="text1"/>
                <w:sz w:val="20"/>
                <w:szCs w:val="20"/>
                <w:lang w:val="de-CH"/>
              </w:rPr>
              <w:t xml:space="preserve">dossier</w:t>
            </w:r>
            <w:r>
              <w:rPr>
                <w:rFonts w:ascii="Arial" w:hAnsi="Arial" w:cs="Arial"/>
                <w:color w:val="000000" w:themeColor="text1"/>
                <w:sz w:val="20"/>
                <w:szCs w:val="20"/>
                <w:lang w:val="de-CH"/>
              </w:rPr>
              <w:t xml:space="preserve">, S. 1</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PowerPoint, S. 2</w:t>
            </w:r>
            <w:r>
              <w:rPr>
                <w:rFonts w:ascii="Arial" w:hAnsi="Arial" w:cs="Arial"/>
                <w:color w:val="000000" w:themeColor="text1"/>
                <w:sz w:val="20"/>
                <w:szCs w:val="20"/>
                <w:lang w:val="de-CH"/>
              </w:rPr>
            </w:r>
          </w:p>
        </w:tc>
        <w:tc>
          <w:tcPr>
            <w:tcBorders/>
            <w:tcW w:w="3112"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beginnen mit einer spielerischen Übung und beantworten Fragen zu ihrer eigenen Identität. Sie halten ihre Gedanken zur Übung 1a) stichwortartig fest: Würden Sie Ihre «Sprache» und «Herkunft» als Teil Ihrer Identität sehen? Was </w:t>
            </w:r>
            <w:r>
              <w:rPr>
                <w:rFonts w:ascii="Arial" w:hAnsi="Arial" w:cs="Arial"/>
                <w:color w:val="000000" w:themeColor="text1"/>
                <w:sz w:val="20"/>
                <w:szCs w:val="20"/>
                <w:lang w:val="de-CH"/>
              </w:rPr>
              <w:t xml:space="preserve">ist Ihre</w:t>
            </w:r>
            <w:r>
              <w:rPr>
                <w:rFonts w:ascii="Arial" w:hAnsi="Arial" w:cs="Arial"/>
                <w:color w:val="000000" w:themeColor="text1"/>
                <w:sz w:val="20"/>
                <w:szCs w:val="20"/>
                <w:lang w:val="de-CH"/>
              </w:rPr>
              <w:t xml:space="preserve"> «Identität»?</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Anschliessend kurzer Austausch im Plenum</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1742"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Plenum</w:t>
            </w:r>
            <w:r>
              <w:rPr>
                <w:rFonts w:ascii="Arial" w:hAnsi="Arial" w:cs="Arial"/>
                <w:color w:val="000000" w:themeColor="text1"/>
                <w:sz w:val="20"/>
                <w:szCs w:val="20"/>
                <w:lang w:val="de-CH"/>
              </w:rPr>
            </w:r>
          </w:p>
        </w:tc>
        <w:tc>
          <w:tcPr>
            <w:tcBorders/>
            <w:tcW w:w="1784" w:type="dxa"/>
            <w:vAlign w:val="center"/>
            <w:textDirection w:val="lrTb"/>
            <w:noWrap w:val="false"/>
          </w:tcPr>
          <w:p>
            <w:pPr>
              <w:pBdr/>
              <w:spacing w:after="0"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Soziolinguistik: Wie Sprache Identität und Zugehörigkeit beeinflusst</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konstituiert</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r>
      <w:tr>
        <w:trPr>
          <w:jc w:val="center"/>
          <w:trHeight w:val="948"/>
        </w:trPr>
        <w:tc>
          <w:tcPr>
            <w:tcBorders/>
            <w:tcW w:w="158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0</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89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Historischer Kontext: Arbeitsmigration und Flucht</w:t>
            </w:r>
            <w:r>
              <w:rPr>
                <w:rFonts w:ascii="Arial" w:hAnsi="Arial" w:cs="Arial"/>
                <w:color w:val="000000" w:themeColor="text1"/>
                <w:sz w:val="20"/>
                <w:szCs w:val="20"/>
                <w:lang w:val="de-CH"/>
              </w:rPr>
            </w:r>
          </w:p>
        </w:tc>
        <w:tc>
          <w:tcPr>
            <w:tcBorders/>
            <w:tcW w:w="231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verstehen die historischen Entwicklungen </w:t>
            </w:r>
            <w:r>
              <w:rPr>
                <w:rFonts w:ascii="Arial" w:hAnsi="Arial" w:cs="Arial"/>
                <w:color w:val="000000" w:themeColor="text1"/>
                <w:sz w:val="20"/>
                <w:szCs w:val="20"/>
                <w:lang w:val="de-CH"/>
              </w:rPr>
              <w:t xml:space="preserve">der</w:t>
            </w:r>
            <w:r>
              <w:rPr>
                <w:rFonts w:ascii="Arial" w:hAnsi="Arial" w:cs="Arial"/>
                <w:color w:val="000000" w:themeColor="text1"/>
                <w:sz w:val="20"/>
                <w:szCs w:val="20"/>
                <w:lang w:val="de-CH"/>
              </w:rPr>
              <w:t xml:space="preserve"> Migration aus </w:t>
            </w:r>
            <w:r>
              <w:rPr>
                <w:rFonts w:ascii="Arial" w:hAnsi="Arial" w:cs="Arial"/>
                <w:color w:val="000000" w:themeColor="text1"/>
                <w:sz w:val="20"/>
                <w:szCs w:val="20"/>
                <w:lang w:val="de-CH"/>
              </w:rPr>
              <w:t xml:space="preserve">dem </w:t>
            </w:r>
            <w:r>
              <w:rPr>
                <w:rFonts w:ascii="Arial" w:hAnsi="Arial" w:cs="Arial"/>
                <w:color w:val="000000" w:themeColor="text1"/>
                <w:sz w:val="20"/>
                <w:szCs w:val="20"/>
                <w:lang w:val="de-CH"/>
              </w:rPr>
              <w:t xml:space="preserve">ehemaligen </w:t>
            </w:r>
            <w:r>
              <w:rPr>
                <w:rFonts w:ascii="Arial" w:hAnsi="Arial" w:cs="Arial"/>
                <w:color w:val="000000" w:themeColor="text1"/>
                <w:sz w:val="20"/>
                <w:szCs w:val="20"/>
                <w:lang w:val="de-CH"/>
              </w:rPr>
              <w:t xml:space="preserve">Jugoslawien.</w:t>
            </w:r>
            <w:r>
              <w:rPr>
                <w:rFonts w:ascii="Arial" w:hAnsi="Arial" w:cs="Arial"/>
                <w:color w:val="000000" w:themeColor="text1"/>
                <w:sz w:val="20"/>
                <w:szCs w:val="20"/>
                <w:lang w:val="de-CH"/>
              </w:rPr>
            </w:r>
          </w:p>
        </w:tc>
        <w:tc>
          <w:tcPr>
            <w:tcBorders/>
            <w:tcW w:w="2161" w:type="dxa"/>
            <w:vAlign w:val="center"/>
            <w:textDirection w:val="lrTb"/>
            <w:noWrap w:val="false"/>
          </w:tcPr>
          <w:p>
            <w:pPr>
              <w:pBdr/>
              <w:spacing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w:t>
            </w:r>
            <w:r>
              <w:rPr>
                <w:rFonts w:ascii="Arial" w:hAnsi="Arial" w:cs="Arial"/>
                <w:color w:val="000000" w:themeColor="text1"/>
                <w:sz w:val="20"/>
                <w:szCs w:val="20"/>
                <w:lang w:val="de-CH"/>
              </w:rPr>
              <w:t xml:space="preserve">2-3</w:t>
            </w:r>
            <w:r>
              <w:rPr>
                <w:rFonts w:ascii="Arial" w:hAnsi="Arial" w:cs="Arial"/>
                <w:color w:val="000000" w:themeColor="text1"/>
                <w:sz w:val="20"/>
                <w:szCs w:val="20"/>
                <w:lang w:val="de-CH"/>
              </w:rPr>
            </w:r>
          </w:p>
          <w:p>
            <w:pPr>
              <w:pBdr/>
              <w:spacing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PowerPoint, S. 3</w:t>
            </w:r>
            <w:r>
              <w:rPr>
                <w:rFonts w:ascii="Arial" w:hAnsi="Arial" w:cs="Arial"/>
                <w:color w:val="000000" w:themeColor="text1"/>
                <w:sz w:val="20"/>
                <w:szCs w:val="20"/>
                <w:lang w:val="de-CH"/>
              </w:rPr>
            </w:r>
          </w:p>
        </w:tc>
        <w:tc>
          <w:tcPr>
            <w:tcBorders/>
            <w:tcW w:w="3112" w:type="dxa"/>
            <w:vAlign w:val="center"/>
            <w:textDirection w:val="lrTb"/>
            <w:noWrap w:val="false"/>
          </w:tcPr>
          <w:p>
            <w:pPr>
              <w:pBdr/>
              <w:spacing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w:t>
            </w:r>
            <w:r>
              <w:rPr>
                <w:rFonts w:ascii="Arial" w:hAnsi="Arial" w:cs="Arial"/>
                <w:color w:val="000000" w:themeColor="text1"/>
                <w:sz w:val="20"/>
                <w:szCs w:val="20"/>
                <w:lang w:val="de-CH"/>
              </w:rPr>
              <w:t xml:space="preserve">Schüler:innen lesen den </w:t>
            </w:r>
            <w:r>
              <w:rPr>
                <w:rFonts w:ascii="Arial" w:hAnsi="Arial" w:cs="Arial"/>
                <w:color w:val="000000" w:themeColor="text1"/>
                <w:sz w:val="20"/>
                <w:szCs w:val="20"/>
                <w:lang w:val="de-CH"/>
              </w:rPr>
              <w:t xml:space="preserve">kurzen </w:t>
            </w:r>
            <w:r>
              <w:rPr>
                <w:rFonts w:ascii="Arial" w:hAnsi="Arial" w:cs="Arial"/>
                <w:color w:val="000000" w:themeColor="text1"/>
                <w:sz w:val="20"/>
                <w:szCs w:val="20"/>
                <w:lang w:val="de-CH"/>
              </w:rPr>
              <w:t xml:space="preserve">theoretischen Text «Historischer Überblick» zur Arbeitsmigration und Flucht aus Jugoslawien. Alternativ </w:t>
            </w:r>
            <w:r>
              <w:rPr>
                <w:rFonts w:ascii="Arial" w:hAnsi="Arial" w:cs="Arial"/>
                <w:color w:val="000000" w:themeColor="text1"/>
                <w:sz w:val="20"/>
                <w:szCs w:val="20"/>
                <w:lang w:val="de-CH"/>
              </w:rPr>
              <w:t xml:space="preserve">können die Schüler:innen auch die Quelle lesen (</w:t>
            </w:r>
            <w:r>
              <w:rPr>
                <w:rFonts w:ascii="Arial" w:hAnsi="Arial" w:cs="Arial"/>
                <w:color w:val="c00000"/>
                <w:sz w:val="20"/>
                <w:szCs w:val="20"/>
                <w:lang w:val="de-CH"/>
              </w:rPr>
              <w:t xml:space="preserve">LingEdu_asylpraxis-schweiz-1979-2019-Jugoslawien</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 Dafür müsste</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mehr Zeit ein</w:t>
            </w:r>
            <w:r>
              <w:rPr>
                <w:rFonts w:ascii="Arial" w:hAnsi="Arial" w:cs="Arial"/>
                <w:color w:val="000000" w:themeColor="text1"/>
                <w:sz w:val="20"/>
                <w:szCs w:val="20"/>
                <w:lang w:val="de-CH"/>
              </w:rPr>
              <w:t xml:space="preserve">ge</w:t>
            </w:r>
            <w:r>
              <w:rPr>
                <w:rFonts w:ascii="Arial" w:hAnsi="Arial" w:cs="Arial"/>
                <w:color w:val="000000" w:themeColor="text1"/>
                <w:sz w:val="20"/>
                <w:szCs w:val="20"/>
                <w:lang w:val="de-CH"/>
              </w:rPr>
              <w:t xml:space="preserve">plan</w:t>
            </w:r>
            <w:r>
              <w:rPr>
                <w:rFonts w:ascii="Arial" w:hAnsi="Arial" w:cs="Arial"/>
                <w:color w:val="000000" w:themeColor="text1"/>
                <w:sz w:val="20"/>
                <w:szCs w:val="20"/>
                <w:lang w:val="de-CH"/>
              </w:rPr>
              <w:t xml:space="preserve">t werden</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r>
          </w:p>
          <w:p>
            <w:pPr>
              <w:pBdr/>
              <w:spacing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Lehrperson </w:t>
            </w:r>
            <w:r>
              <w:rPr>
                <w:rFonts w:ascii="Arial" w:hAnsi="Arial" w:cs="Arial"/>
                <w:color w:val="000000" w:themeColor="text1"/>
                <w:sz w:val="20"/>
                <w:szCs w:val="20"/>
                <w:lang w:val="de-CH"/>
              </w:rPr>
              <w:t xml:space="preserve">erklärt den Einfluss der Arbeitsmigration und der Flucht nochmals stichwortartig und </w:t>
            </w:r>
            <w:r>
              <w:rPr>
                <w:rFonts w:ascii="Arial" w:hAnsi="Arial" w:cs="Arial"/>
                <w:color w:val="000000" w:themeColor="text1"/>
                <w:sz w:val="20"/>
                <w:szCs w:val="20"/>
                <w:lang w:val="de-CH"/>
              </w:rPr>
              <w:t xml:space="preserve">beantwortet allfällige Fragen</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1742"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178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r>
        <w:trPr>
          <w:jc w:val="center"/>
          <w:trHeight w:val="948"/>
        </w:trPr>
        <w:tc>
          <w:tcPr>
            <w:tcBorders/>
            <w:tcW w:w="158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0</w:t>
            </w:r>
            <w:r>
              <w:rPr>
                <w:rFonts w:ascii="Arial" w:hAnsi="Arial" w:cs="Arial"/>
                <w:color w:val="000000" w:themeColor="text1"/>
                <w:sz w:val="20"/>
                <w:szCs w:val="20"/>
                <w:lang w:val="de-CH"/>
              </w:rPr>
              <w:t xml:space="preserve">-15</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89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Reflexion: Veränderung der eigenen Sichtweise auf Identität durch Migration</w:t>
            </w:r>
            <w:r>
              <w:rPr>
                <w:rFonts w:ascii="Arial" w:hAnsi="Arial" w:cs="Arial"/>
                <w:color w:val="000000" w:themeColor="text1"/>
                <w:sz w:val="20"/>
                <w:szCs w:val="20"/>
                <w:lang w:val="de-CH"/>
              </w:rPr>
            </w:r>
          </w:p>
        </w:tc>
        <w:tc>
          <w:tcPr>
            <w:tcBorders/>
            <w:tcW w:w="231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hinterfragen ihre eigene Perspektive auf Identität im Kontext von Migration. </w:t>
            </w:r>
            <w:r>
              <w:rPr>
                <w:rFonts w:ascii="Arial" w:hAnsi="Arial" w:cs="Arial"/>
                <w:color w:val="000000" w:themeColor="text1"/>
                <w:sz w:val="20"/>
                <w:szCs w:val="20"/>
                <w:lang w:val="de-CH"/>
              </w:rPr>
            </w:r>
          </w:p>
        </w:tc>
        <w:tc>
          <w:tcPr>
            <w:tcBorders/>
            <w:tcW w:w="2161" w:type="dxa"/>
            <w:vAlign w:val="center"/>
            <w:textDirection w:val="lrTb"/>
            <w:noWrap w:val="false"/>
          </w:tcPr>
          <w:p>
            <w:pPr>
              <w:pBdr/>
              <w:spacing/>
              <w:ind/>
              <w:rPr>
                <w:rFonts w:ascii="Arial" w:hAnsi="Arial" w:cs="Arial"/>
                <w:color w:val="c00000"/>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w:t>
            </w:r>
            <w:r>
              <w:rPr>
                <w:rFonts w:ascii="Arial" w:hAnsi="Arial" w:cs="Arial"/>
                <w:color w:val="000000" w:themeColor="text1"/>
                <w:sz w:val="20"/>
                <w:szCs w:val="20"/>
                <w:lang w:val="de-CH"/>
              </w:rPr>
              <w:t xml:space="preserve">3</w:t>
            </w:r>
            <w:r>
              <w:rPr>
                <w:rFonts w:ascii="Arial" w:hAnsi="Arial" w:cs="Arial"/>
                <w:color w:val="000000" w:themeColor="text1"/>
                <w:sz w:val="20"/>
                <w:szCs w:val="20"/>
                <w:lang w:val="de-CH"/>
              </w:rPr>
              <w:t xml:space="preserve">, Übung </w:t>
            </w: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b)</w:t>
            </w:r>
            <w:r>
              <w:rPr>
                <w:rFonts w:ascii="Arial" w:hAnsi="Arial" w:cs="Arial"/>
                <w:color w:val="c00000"/>
                <w:sz w:val="20"/>
                <w:szCs w:val="20"/>
                <w:lang w:val="de-CH"/>
              </w:rPr>
            </w:r>
          </w:p>
        </w:tc>
        <w:tc>
          <w:tcPr>
            <w:tcBorders/>
            <w:tcW w:w="3112" w:type="dxa"/>
            <w:vAlign w:val="center"/>
            <w:textDirection w:val="lrTb"/>
            <w:noWrap w:val="false"/>
          </w:tcPr>
          <w:p>
            <w:pPr>
              <w:pBdr/>
              <w:spacing w:line="240" w:lineRule="auto"/>
              <w:ind/>
              <w:rPr>
                <w:rFonts w:ascii="Arial" w:hAnsi="Arial" w:cs="Arial"/>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beantworten die Fragen zur Übung 1b): Würden Sie Ihre Antwort zur Frage 1a) nach diesem kurzen historischen Kontext ändern? Warum?</w:t>
            </w:r>
            <w:r>
              <w:rPr>
                <w:rFonts w:ascii="Arial" w:hAnsi="Arial" w:cs="Arial"/>
                <w:color w:val="000000" w:themeColor="text1"/>
                <w:sz w:val="20"/>
                <w:szCs w:val="20"/>
                <w:lang w:val="de-CH"/>
              </w:rPr>
              <w:t xml:space="preserve"> Mögliche Impulsfragen: Welche Rolle spielt der historische Kontext für das Gefühl, Teil einer Gesellschaft zu sein? Denken Sie an die Situation von Menschen, die heute zur Schule gehen, deren Eltern aber vor 30 Jahren flüchten mussten</w:t>
            </w:r>
            <w:r>
              <w:rPr>
                <w:rFonts w:ascii="Arial" w:hAnsi="Arial" w:cs="Arial"/>
                <w:color w:val="000000" w:themeColor="text1"/>
                <w:sz w:val="20"/>
                <w:szCs w:val="20"/>
                <w:lang w:val="de-CH"/>
              </w:rPr>
              <w:t xml:space="preserve">: Inwiefern ändert das die Perspektive auf Identität?</w:t>
            </w:r>
            <w:r>
              <w:rPr>
                <w:rFonts w:ascii="Arial" w:hAnsi="Arial" w:cs="Arial"/>
                <w:color w:val="000000" w:themeColor="text1"/>
                <w:sz w:val="20"/>
                <w:szCs w:val="20"/>
                <w:lang w:val="de-CH"/>
              </w:rPr>
              <w:br/>
            </w:r>
            <w:r>
              <w:rPr>
                <w:rFonts w:ascii="Arial" w:hAnsi="Arial" w:cs="Arial"/>
                <w:sz w:val="20"/>
                <w:szCs w:val="20"/>
                <w:lang w:val="de-CH"/>
              </w:rPr>
              <w:br/>
              <w:t xml:space="preserve">Die Schüler:innen tauschen </w:t>
            </w:r>
            <w:r>
              <w:rPr>
                <w:rFonts w:ascii="Arial" w:hAnsi="Arial" w:cs="Arial"/>
                <w:sz w:val="20"/>
                <w:szCs w:val="20"/>
                <w:lang w:val="de-CH"/>
              </w:rPr>
              <w:t xml:space="preserve">i</w:t>
            </w:r>
            <w:r>
              <w:rPr>
                <w:rFonts w:ascii="Arial" w:hAnsi="Arial" w:cs="Arial"/>
                <w:sz w:val="20"/>
                <w:szCs w:val="20"/>
                <w:lang w:val="de-CH"/>
              </w:rPr>
              <w:t xml:space="preserve">hre Gedanken zuerst in Zweier- und Dreiergruppen aus. Danach diskutieren </w:t>
            </w:r>
            <w:r>
              <w:rPr>
                <w:rFonts w:ascii="Arial" w:hAnsi="Arial" w:cs="Arial"/>
                <w:sz w:val="20"/>
                <w:szCs w:val="20"/>
                <w:lang w:val="de-CH"/>
              </w:rPr>
              <w:t xml:space="preserve">s</w:t>
            </w:r>
            <w:r>
              <w:rPr>
                <w:rFonts w:ascii="Arial" w:hAnsi="Arial" w:cs="Arial"/>
                <w:sz w:val="20"/>
                <w:szCs w:val="20"/>
                <w:lang w:val="de-CH"/>
              </w:rPr>
              <w:t xml:space="preserve">ie die Antworten im Plenum.</w:t>
            </w:r>
            <w:r>
              <w:rPr>
                <w:rFonts w:ascii="Arial" w:hAnsi="Arial" w:cs="Arial"/>
                <w:sz w:val="20"/>
                <w:szCs w:val="20"/>
                <w:lang w:val="de-CH"/>
              </w:rPr>
            </w:r>
          </w:p>
        </w:tc>
        <w:tc>
          <w:tcPr>
            <w:tcBorders/>
            <w:tcW w:w="1742"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178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Allenfalls (je nach Diskussion): Sprachideologie: Wahrnehmung von «richtiger» und «falscher» Sprache im Migrationskontext</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r>
      <w:tr>
        <w:trPr>
          <w:jc w:val="center"/>
          <w:trHeight w:val="948"/>
        </w:trPr>
        <w:tc>
          <w:tcPr>
            <w:tcBorders/>
            <w:tcW w:w="158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5 Minuten</w:t>
            </w:r>
            <w:r>
              <w:rPr>
                <w:rFonts w:ascii="Arial" w:hAnsi="Arial" w:cs="Arial"/>
                <w:color w:val="000000" w:themeColor="text1"/>
                <w:sz w:val="20"/>
                <w:szCs w:val="20"/>
                <w:lang w:val="de-CH"/>
              </w:rPr>
            </w:r>
          </w:p>
        </w:tc>
        <w:tc>
          <w:tcPr>
            <w:tcBorders/>
            <w:tcW w:w="289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Zusammenfassung der Lektion</w:t>
            </w:r>
            <w:r>
              <w:rPr>
                <w:rFonts w:ascii="Arial" w:hAnsi="Arial" w:cs="Arial"/>
                <w:color w:val="000000" w:themeColor="text1"/>
                <w:sz w:val="20"/>
                <w:szCs w:val="20"/>
                <w:lang w:val="de-CH"/>
              </w:rPr>
            </w:r>
          </w:p>
        </w:tc>
        <w:tc>
          <w:tcPr>
            <w:tcBorders/>
            <w:tcW w:w="231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reflektieren die gewonnenen Erkenntnisse. </w:t>
            </w:r>
            <w:r>
              <w:rPr>
                <w:rFonts w:ascii="Arial" w:hAnsi="Arial" w:cs="Arial"/>
                <w:color w:val="000000" w:themeColor="text1"/>
                <w:sz w:val="20"/>
                <w:szCs w:val="20"/>
                <w:lang w:val="de-CH"/>
              </w:rPr>
            </w:r>
          </w:p>
        </w:tc>
        <w:tc>
          <w:tcPr>
            <w:tcBorders/>
            <w:tcW w:w="2161" w:type="dxa"/>
            <w:vAlign w:val="center"/>
            <w:textDirection w:val="lrTb"/>
            <w:noWrap w:val="false"/>
          </w:tcPr>
          <w:p>
            <w:pPr>
              <w:pBdr/>
              <w:spacing/>
              <w:ind/>
              <w:rPr>
                <w:rFonts w:ascii="Arial" w:hAnsi="Arial" w:cs="Arial"/>
                <w:color w:val="c00000"/>
                <w:sz w:val="20"/>
                <w:szCs w:val="20"/>
                <w:lang w:val="de-CH"/>
              </w:rPr>
            </w:pP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Whiteboard/Tafel</w:t>
            </w:r>
            <w:r>
              <w:rPr>
                <w:rFonts w:ascii="Arial" w:hAnsi="Arial" w:cs="Arial"/>
                <w:color w:val="c00000"/>
                <w:sz w:val="20"/>
                <w:szCs w:val="20"/>
                <w:lang w:val="de-CH"/>
              </w:rPr>
            </w:r>
          </w:p>
        </w:tc>
        <w:tc>
          <w:tcPr>
            <w:tcBorders/>
            <w:tcW w:w="3112"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Lehrperson fasst kurz zusammen, was in den Übungen 1</w:t>
            </w:r>
            <w:r>
              <w:rPr>
                <w:rFonts w:ascii="Arial" w:hAnsi="Arial" w:cs="Arial"/>
                <w:color w:val="000000" w:themeColor="text1"/>
                <w:sz w:val="20"/>
                <w:szCs w:val="20"/>
                <w:lang w:val="de-CH"/>
              </w:rPr>
              <w:t xml:space="preserve">a und 1</w:t>
            </w:r>
            <w:r>
              <w:rPr>
                <w:rFonts w:ascii="Arial" w:hAnsi="Arial" w:cs="Arial"/>
                <w:color w:val="000000" w:themeColor="text1"/>
                <w:sz w:val="20"/>
                <w:szCs w:val="20"/>
                <w:lang w:val="de-CH"/>
              </w:rPr>
              <w:t xml:space="preserve">b) erarbeitet wurde </w:t>
            </w:r>
            <w:r>
              <w:rPr>
                <w:rFonts w:ascii="Arial" w:hAnsi="Arial" w:cs="Arial"/>
                <w:color w:val="000000" w:themeColor="text1"/>
                <w:sz w:val="20"/>
                <w:szCs w:val="20"/>
                <w:lang w:val="de-CH"/>
              </w:rPr>
              <w:t xml:space="preserve">und klärt allfällige Fragen.</w:t>
            </w:r>
            <w:r>
              <w:rPr>
                <w:rFonts w:ascii="Arial" w:hAnsi="Arial" w:cs="Arial"/>
                <w:color w:val="000000" w:themeColor="text1"/>
                <w:sz w:val="20"/>
                <w:szCs w:val="20"/>
                <w:lang w:val="de-CH"/>
              </w:rPr>
            </w:r>
          </w:p>
        </w:tc>
        <w:tc>
          <w:tcPr>
            <w:tcBorders/>
            <w:tcW w:w="1742"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178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bl>
    <w:p>
      <w:pPr>
        <w:pBdr/>
        <w:spacing/>
        <w:ind w:left="-567"/>
        <w:rPr>
          <w:rFonts w:ascii="Arial" w:hAnsi="Arial" w:cs="Arial"/>
          <w:sz w:val="24"/>
          <w:lang w:val="de-CH"/>
        </w:rPr>
      </w:pPr>
      <w:r>
        <w:rPr>
          <w:rFonts w:ascii="Arial" w:hAnsi="Arial" w:cs="Arial"/>
          <w:sz w:val="24"/>
          <w:lang w:val="de-CH"/>
        </w:rPr>
        <w:t xml:space="preserve"> </w:t>
      </w:r>
      <w:r>
        <w:rPr>
          <w:rFonts w:ascii="Arial" w:hAnsi="Arial" w:cs="Arial"/>
          <w:sz w:val="24"/>
          <w:lang w:val="de-CH"/>
        </w:rPr>
        <w:br w:type="page" w:clear="all"/>
      </w:r>
      <w:r>
        <w:rPr>
          <w:rFonts w:ascii="Arial" w:hAnsi="Arial" w:cs="Arial"/>
          <w:sz w:val="24"/>
          <w:lang w:val="de-CH"/>
        </w:rPr>
      </w:r>
    </w:p>
    <w:p>
      <w:pPr>
        <w:pBdr/>
        <w:spacing/>
        <w:ind w:left="-567"/>
        <w:rPr>
          <w:rFonts w:ascii="Arial" w:hAnsi="Arial" w:cs="Arial"/>
          <w:sz w:val="24"/>
          <w:lang w:val="de-CH"/>
        </w:rPr>
      </w:pPr>
      <w:r>
        <w:rPr>
          <w:rFonts w:ascii="Arial" w:hAnsi="Arial" w:cs="Arial"/>
          <w:b/>
          <w:bCs/>
          <w:sz w:val="24"/>
          <w:lang w:val="de-CH"/>
        </w:rPr>
        <w:t xml:space="preserve">Lektion 2</w:t>
      </w:r>
      <w:r>
        <w:rPr>
          <w:rFonts w:ascii="Arial" w:hAnsi="Arial" w:cs="Arial"/>
          <w:sz w:val="24"/>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Diese Lektion beinhaltet:</w:t>
      </w:r>
      <w:r>
        <w:rPr>
          <w:rFonts w:ascii="Arial" w:hAnsi="Arial" w:cs="Arial"/>
          <w:b/>
          <w:bCs/>
          <w:sz w:val="20"/>
          <w:szCs w:val="20"/>
          <w:lang w:val="de-CH"/>
        </w:rPr>
      </w:r>
    </w:p>
    <w:p>
      <w:pPr>
        <w:pStyle w:val="944"/>
        <w:numPr>
          <w:ilvl w:val="0"/>
          <w:numId w:val="3"/>
        </w:numPr>
        <w:pBdr/>
        <w:spacing/>
        <w:ind/>
        <w:rPr>
          <w:rFonts w:ascii="Arial" w:hAnsi="Arial" w:cs="Arial"/>
          <w:b/>
          <w:bCs/>
          <w:sz w:val="20"/>
          <w:szCs w:val="20"/>
          <w:lang w:val="de-CH"/>
        </w:rPr>
      </w:pPr>
      <w:r>
        <w:rPr>
          <w:rFonts w:ascii="Arial" w:hAnsi="Arial" w:cs="Arial"/>
          <w:sz w:val="20"/>
          <w:szCs w:val="20"/>
          <w:lang w:val="de-CH"/>
        </w:rPr>
        <w:t xml:space="preserve">Die</w:t>
      </w:r>
      <w:r>
        <w:rPr>
          <w:rFonts w:ascii="Arial" w:hAnsi="Arial" w:cs="Arial"/>
          <w:sz w:val="20"/>
          <w:szCs w:val="20"/>
          <w:lang w:val="de-CH"/>
        </w:rPr>
        <w:t xml:space="preserve"> Untersuchung verschiedener Medienquellen zum Thema Migration.</w:t>
      </w:r>
      <w:r>
        <w:rPr>
          <w:rFonts w:ascii="Arial" w:hAnsi="Arial" w:cs="Arial"/>
          <w:b/>
          <w:bCs/>
          <w:sz w:val="20"/>
          <w:szCs w:val="20"/>
          <w:lang w:val="de-CH"/>
        </w:rPr>
      </w:r>
    </w:p>
    <w:p>
      <w:pPr>
        <w:pStyle w:val="944"/>
        <w:numPr>
          <w:ilvl w:val="0"/>
          <w:numId w:val="3"/>
        </w:numPr>
        <w:pBdr/>
        <w:spacing/>
        <w:ind/>
        <w:rPr>
          <w:rFonts w:ascii="Arial" w:hAnsi="Arial" w:cs="Arial"/>
          <w:b/>
          <w:bCs/>
          <w:sz w:val="20"/>
          <w:szCs w:val="20"/>
          <w:lang w:val="de-CH"/>
        </w:rPr>
      </w:pPr>
      <w:r>
        <w:rPr>
          <w:rFonts w:ascii="Arial" w:hAnsi="Arial" w:cs="Arial"/>
          <w:sz w:val="20"/>
          <w:szCs w:val="20"/>
          <w:lang w:val="de-CH"/>
        </w:rPr>
        <w:t xml:space="preserve">Eine kritische Analyse von Wahlplakaten, Zeitungsartikeln und Social-Media-Beiträgen.</w:t>
      </w:r>
      <w:r>
        <w:rPr>
          <w:rFonts w:ascii="Arial" w:hAnsi="Arial" w:cs="Arial"/>
          <w:sz w:val="20"/>
          <w:szCs w:val="20"/>
          <w:lang w:val="de-CH"/>
        </w:rPr>
        <w:t xml:space="preserve"> </w:t>
      </w:r>
      <w:r>
        <w:rPr>
          <w:rFonts w:ascii="Arial" w:hAnsi="Arial" w:cs="Arial"/>
          <w:b/>
          <w:bCs/>
          <w:sz w:val="20"/>
          <w:szCs w:val="20"/>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Lernziele:</w:t>
      </w:r>
      <w:r>
        <w:rPr>
          <w:rFonts w:ascii="Arial" w:hAnsi="Arial" w:cs="Arial"/>
          <w:b/>
          <w:bCs/>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w:t>
      </w:r>
      <w:r>
        <w:rPr>
          <w:rFonts w:ascii="Arial" w:hAnsi="Arial" w:cs="Arial"/>
          <w:sz w:val="20"/>
          <w:szCs w:val="20"/>
          <w:lang w:val="de-CH"/>
        </w:rPr>
        <w:t xml:space="preserve">verstehen, dass Migration in Medien unterschiedlich repräsentiert wird.</w:t>
      </w:r>
      <w:r>
        <w:rPr>
          <w:rFonts w:ascii="Arial" w:hAnsi="Arial" w:cs="Arial"/>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w:t>
      </w:r>
      <w:r>
        <w:rPr>
          <w:rFonts w:ascii="Arial" w:hAnsi="Arial" w:cs="Arial"/>
          <w:sz w:val="20"/>
          <w:szCs w:val="20"/>
          <w:lang w:val="de-CH"/>
        </w:rPr>
        <w:t xml:space="preserve"> </w:t>
      </w:r>
      <w:r>
        <w:rPr>
          <w:rFonts w:ascii="Arial" w:hAnsi="Arial" w:cs="Arial"/>
          <w:sz w:val="20"/>
          <w:szCs w:val="20"/>
          <w:lang w:val="de-CH"/>
        </w:rPr>
        <w:t xml:space="preserve">lernen, dass unterschiedliche Medien (Zeitungsartikel, Social Media, Wahlplakate) sprachlich und visuell unterschiedlich funktionieren.</w:t>
      </w:r>
      <w:r>
        <w:rPr>
          <w:rFonts w:ascii="Arial" w:hAnsi="Arial" w:cs="Arial"/>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reflektieren die Wirkung medialer Repräsentation</w:t>
      </w:r>
      <w:r>
        <w:rPr>
          <w:rFonts w:ascii="Arial" w:hAnsi="Arial" w:cs="Arial"/>
          <w:sz w:val="20"/>
          <w:szCs w:val="20"/>
          <w:lang w:val="de-CH"/>
        </w:rPr>
        <w:t xml:space="preserve">. </w:t>
      </w:r>
      <w:r>
        <w:rPr>
          <w:rFonts w:ascii="Arial" w:hAnsi="Arial" w:cs="Arial"/>
          <w:sz w:val="20"/>
          <w:szCs w:val="20"/>
          <w:lang w:val="de-CH"/>
        </w:rPr>
      </w:r>
    </w:p>
    <w:tbl>
      <w:tblPr>
        <w:tblStyle w:val="945"/>
        <w:tblW w:w="15592" w:type="dxa"/>
        <w:jc w:val="center"/>
        <w:tblBorders/>
        <w:tblLook w:val="04A0" w:firstRow="1" w:lastRow="0" w:firstColumn="1" w:lastColumn="0" w:noHBand="0" w:noVBand="1"/>
      </w:tblPr>
      <w:tblGrid>
        <w:gridCol w:w="1613"/>
        <w:gridCol w:w="2935"/>
        <w:gridCol w:w="2344"/>
        <w:gridCol w:w="2165"/>
        <w:gridCol w:w="3152"/>
        <w:gridCol w:w="1755"/>
        <w:gridCol w:w="1628"/>
      </w:tblGrid>
      <w:tr>
        <w:trPr>
          <w:jc w:val="center"/>
          <w:trHeight w:val="948"/>
        </w:trPr>
        <w:tc>
          <w:tcPr>
            <w:shd w:val="clear" w:color="auto" w:fill="c7e2e8"/>
            <w:tcBorders/>
            <w:tcW w:w="1617"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Dauer</w:t>
            </w:r>
            <w:r>
              <w:rPr>
                <w:rFonts w:ascii="Arial" w:hAnsi="Arial" w:cs="Arial"/>
                <w:b/>
                <w:bCs/>
                <w:sz w:val="20"/>
                <w:szCs w:val="20"/>
                <w:lang w:val="de-CH"/>
              </w:rPr>
            </w:r>
          </w:p>
        </w:tc>
        <w:tc>
          <w:tcPr>
            <w:shd w:val="clear" w:color="auto" w:fill="c7e2e8"/>
            <w:tcBorders/>
            <w:tcW w:w="2939" w:type="dxa"/>
            <w:vAlign w:val="center"/>
            <w:textDirection w:val="lrTb"/>
            <w:noWrap w:val="false"/>
          </w:tcPr>
          <w:p>
            <w:pPr>
              <w:pBdr/>
              <w:spacing w:line="240" w:lineRule="auto"/>
              <w:ind/>
              <w:jc w:val="center"/>
              <w:rPr>
                <w:rFonts w:ascii="Arial" w:hAnsi="Arial" w:cs="Arial"/>
                <w:b/>
                <w:bCs/>
                <w:sz w:val="20"/>
                <w:szCs w:val="20"/>
                <w:lang w:val="de-CH"/>
              </w:rPr>
            </w:pPr>
            <w:r>
              <w:rPr>
                <w:rFonts w:ascii="Arial" w:hAnsi="Arial" w:cs="Arial"/>
                <w:b/>
                <w:bCs/>
                <w:sz w:val="20"/>
                <w:szCs w:val="20"/>
                <w:lang w:val="de-CH"/>
              </w:rPr>
              <w:t xml:space="preserve">Inhalt</w:t>
            </w:r>
            <w:r>
              <w:rPr>
                <w:rFonts w:ascii="Arial" w:hAnsi="Arial" w:cs="Arial"/>
                <w:b/>
                <w:bCs/>
                <w:sz w:val="20"/>
                <w:szCs w:val="20"/>
                <w:lang w:val="de-CH"/>
              </w:rPr>
            </w:r>
          </w:p>
        </w:tc>
        <w:tc>
          <w:tcPr>
            <w:shd w:val="clear" w:color="auto" w:fill="c7e2e8"/>
            <w:tcBorders/>
            <w:tcW w:w="2347"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Lernziel</w:t>
            </w:r>
            <w:r>
              <w:rPr>
                <w:rFonts w:ascii="Arial" w:hAnsi="Arial" w:cs="Arial"/>
                <w:b/>
                <w:bCs/>
                <w:sz w:val="20"/>
                <w:szCs w:val="20"/>
                <w:lang w:val="de-CH"/>
              </w:rPr>
            </w:r>
          </w:p>
        </w:tc>
        <w:tc>
          <w:tcPr>
            <w:shd w:val="clear" w:color="auto" w:fill="c7e2e8"/>
            <w:tcBorders/>
            <w:tcW w:w="2165"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Unterlagen/Material</w:t>
            </w:r>
            <w:r>
              <w:rPr>
                <w:rFonts w:ascii="Arial" w:hAnsi="Arial" w:cs="Arial"/>
                <w:b/>
                <w:bCs/>
                <w:sz w:val="20"/>
                <w:szCs w:val="20"/>
                <w:lang w:val="de-CH"/>
              </w:rPr>
            </w:r>
          </w:p>
        </w:tc>
        <w:tc>
          <w:tcPr>
            <w:shd w:val="clear" w:color="auto" w:fill="c7e2e8"/>
            <w:tcBorders/>
            <w:tcW w:w="3158"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Wie?</w:t>
            </w:r>
            <w:r>
              <w:rPr>
                <w:rFonts w:ascii="Arial" w:hAnsi="Arial" w:cs="Arial"/>
                <w:b/>
                <w:bCs/>
                <w:sz w:val="20"/>
                <w:szCs w:val="20"/>
                <w:lang w:val="de-CH"/>
              </w:rPr>
            </w:r>
          </w:p>
        </w:tc>
        <w:tc>
          <w:tcPr>
            <w:shd w:val="clear" w:color="auto" w:fill="c7e2e8"/>
            <w:tcBorders/>
            <w:tcW w:w="1756"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Wer?</w:t>
            </w:r>
            <w:r>
              <w:rPr>
                <w:rFonts w:ascii="Arial" w:hAnsi="Arial" w:cs="Arial"/>
                <w:b/>
                <w:bCs/>
                <w:sz w:val="20"/>
                <w:szCs w:val="20"/>
                <w:lang w:val="de-CH"/>
              </w:rPr>
            </w:r>
          </w:p>
        </w:tc>
        <w:tc>
          <w:tcPr>
            <w:shd w:val="clear" w:color="auto" w:fill="c7e2e8"/>
            <w:tcBorders/>
            <w:tcW w:w="1610"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Linguistische Konzepte</w:t>
            </w:r>
            <w:r>
              <w:rPr>
                <w:rFonts w:ascii="Arial" w:hAnsi="Arial" w:cs="Arial"/>
                <w:b/>
                <w:bCs/>
                <w:sz w:val="20"/>
                <w:szCs w:val="20"/>
                <w:lang w:val="de-CH"/>
              </w:rPr>
            </w:r>
          </w:p>
        </w:tc>
      </w:tr>
      <w:tr>
        <w:trPr>
          <w:jc w:val="center"/>
          <w:trHeight w:val="948"/>
        </w:trPr>
        <w:tc>
          <w:tcPr>
            <w:tcBorders/>
            <w:tcW w:w="161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10 </w:t>
            </w:r>
            <w:r>
              <w:rPr>
                <w:rFonts w:ascii="Arial" w:hAnsi="Arial" w:cs="Arial"/>
                <w:color w:val="000000" w:themeColor="text1"/>
                <w:sz w:val="20"/>
                <w:szCs w:val="20"/>
                <w:lang w:val="de-CH"/>
              </w:rPr>
              <w:t xml:space="preserve">Minuten</w:t>
            </w:r>
            <w:r>
              <w:rPr>
                <w:rFonts w:ascii="Arial" w:hAnsi="Arial" w:cs="Arial"/>
                <w:color w:val="000000" w:themeColor="text1"/>
                <w:sz w:val="20"/>
                <w:szCs w:val="20"/>
                <w:lang w:val="de-CH"/>
              </w:rPr>
            </w:r>
          </w:p>
        </w:tc>
        <w:tc>
          <w:tcPr>
            <w:tcBorders/>
            <w:tcW w:w="2939"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Heranführung </w:t>
            </w:r>
            <w:r>
              <w:rPr>
                <w:rFonts w:ascii="Arial" w:hAnsi="Arial" w:cs="Arial"/>
                <w:color w:val="000000" w:themeColor="text1"/>
                <w:sz w:val="20"/>
                <w:szCs w:val="20"/>
                <w:lang w:val="de-CH"/>
              </w:rPr>
              <w:t xml:space="preserve">an</w:t>
            </w:r>
            <w:r>
              <w:rPr>
                <w:rFonts w:ascii="Arial" w:hAnsi="Arial" w:cs="Arial"/>
                <w:color w:val="000000" w:themeColor="text1"/>
                <w:sz w:val="20"/>
                <w:szCs w:val="20"/>
                <w:lang w:val="de-CH"/>
              </w:rPr>
              <w:t xml:space="preserve"> unterschiedliche</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Medienformen</w:t>
            </w:r>
            <w:r>
              <w:rPr>
                <w:rFonts w:ascii="Arial" w:hAnsi="Arial" w:cs="Arial"/>
                <w:color w:val="000000" w:themeColor="text1"/>
                <w:sz w:val="20"/>
                <w:szCs w:val="20"/>
                <w:lang w:val="de-CH"/>
              </w:rPr>
            </w:r>
          </w:p>
        </w:tc>
        <w:tc>
          <w:tcPr>
            <w:tcBorders/>
            <w:tcW w:w="234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erkennen, dass Migration medial unterschiedlich dargestellt wird</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216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w:t>
            </w:r>
            <w:r>
              <w:rPr>
                <w:rFonts w:ascii="Arial" w:hAnsi="Arial" w:cs="Arial"/>
                <w:color w:val="000000" w:themeColor="text1"/>
                <w:sz w:val="20"/>
                <w:szCs w:val="20"/>
                <w:lang w:val="de-CH"/>
              </w:rPr>
              <w:t xml:space="preserve">4</w:t>
            </w:r>
            <w:r>
              <w:rPr>
                <w:rFonts w:ascii="Arial" w:hAnsi="Arial" w:cs="Arial"/>
                <w:color w:val="000000" w:themeColor="text1"/>
                <w:sz w:val="20"/>
                <w:szCs w:val="20"/>
                <w:lang w:val="de-CH"/>
              </w:rPr>
            </w:r>
          </w:p>
        </w:tc>
        <w:tc>
          <w:tcPr>
            <w:tcBorders/>
            <w:tcW w:w="315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Input der Lehrperson </w:t>
            </w:r>
            <w:r>
              <w:rPr>
                <w:rFonts w:ascii="Arial" w:hAnsi="Arial" w:cs="Arial"/>
                <w:color w:val="000000" w:themeColor="text1"/>
                <w:sz w:val="20"/>
                <w:szCs w:val="20"/>
                <w:lang w:val="de-CH"/>
              </w:rPr>
              <w:t xml:space="preserve">zu unterschiedlichen Medienquellen: Zeitungs- /Online-Artikel, Instagram-Beiträge und Wahlplakate. </w:t>
            </w:r>
            <w:r>
              <w:rPr>
                <w:rFonts w:ascii="Arial" w:hAnsi="Arial" w:cs="Arial"/>
                <w:color w:val="000000" w:themeColor="text1"/>
                <w:sz w:val="20"/>
                <w:szCs w:val="20"/>
                <w:lang w:val="de-CH"/>
              </w:rPr>
              <w:t xml:space="preserve">Die Lehrperson sucht</w:t>
            </w:r>
            <w:r>
              <w:rPr>
                <w:rFonts w:ascii="Arial" w:hAnsi="Arial" w:cs="Arial"/>
                <w:color w:val="000000" w:themeColor="text1"/>
                <w:sz w:val="20"/>
                <w:szCs w:val="20"/>
                <w:lang w:val="de-CH"/>
              </w:rPr>
              <w:t xml:space="preserve"> je ein Beispiel aus der Linksammlung </w:t>
            </w:r>
            <w:r>
              <w:rPr>
                <w:rFonts w:ascii="Arial" w:hAnsi="Arial" w:cs="Arial"/>
                <w:color w:val="000000" w:themeColor="text1"/>
                <w:sz w:val="20"/>
                <w:szCs w:val="20"/>
                <w:lang w:val="de-CH"/>
              </w:rPr>
              <w:t xml:space="preserve">im</w:t>
            </w:r>
            <w:r>
              <w:rPr>
                <w:rFonts w:ascii="Arial" w:hAnsi="Arial" w:cs="Arial"/>
                <w:color w:val="000000" w:themeColor="text1"/>
                <w:sz w:val="20"/>
                <w:szCs w:val="20"/>
                <w:lang w:val="de-CH"/>
              </w:rPr>
              <w:t xml:space="preserve"> Arbeits</w:t>
            </w:r>
            <w:r>
              <w:rPr>
                <w:rFonts w:ascii="Arial" w:hAnsi="Arial" w:cs="Arial"/>
                <w:color w:val="000000" w:themeColor="text1"/>
                <w:sz w:val="20"/>
                <w:szCs w:val="20"/>
                <w:lang w:val="de-CH"/>
              </w:rPr>
              <w:t xml:space="preserve">dossier</w:t>
            </w:r>
            <w:r>
              <w:rPr>
                <w:rFonts w:ascii="Arial" w:hAnsi="Arial" w:cs="Arial"/>
                <w:color w:val="000000" w:themeColor="text1"/>
                <w:sz w:val="20"/>
                <w:szCs w:val="20"/>
                <w:lang w:val="de-CH"/>
              </w:rPr>
              <w:t xml:space="preserve"> heraus und </w:t>
            </w:r>
            <w:r>
              <w:rPr>
                <w:rFonts w:ascii="Arial" w:hAnsi="Arial" w:cs="Arial"/>
                <w:color w:val="000000" w:themeColor="text1"/>
                <w:sz w:val="20"/>
                <w:szCs w:val="20"/>
                <w:lang w:val="de-CH"/>
              </w:rPr>
              <w:t xml:space="preserve">zeigt</w:t>
            </w:r>
            <w:r>
              <w:rPr>
                <w:rFonts w:ascii="Arial" w:hAnsi="Arial" w:cs="Arial"/>
                <w:color w:val="000000" w:themeColor="text1"/>
                <w:sz w:val="20"/>
                <w:szCs w:val="20"/>
                <w:lang w:val="de-CH"/>
              </w:rPr>
              <w:t xml:space="preserve"> dieses kurz der Klasse (ohne Vertiefung</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Die Lehrperson erklärt</w:t>
            </w:r>
            <w:r>
              <w:rPr>
                <w:rFonts w:ascii="Arial" w:hAnsi="Arial" w:cs="Arial"/>
                <w:color w:val="000000" w:themeColor="text1"/>
                <w:sz w:val="20"/>
                <w:szCs w:val="20"/>
                <w:lang w:val="de-CH"/>
              </w:rPr>
              <w:t xml:space="preserve"> die Übung 2: «Untersuchen Sie pro Gruppe eine der untenstehenden Kategorien und notieren Sie sich, wie über Migration gesprochen wird und wie sie dargestellt wird. Schreiben Sie </w:t>
            </w:r>
            <w:r>
              <w:rPr>
                <w:rFonts w:ascii="Arial" w:hAnsi="Arial" w:cs="Arial"/>
                <w:color w:val="000000" w:themeColor="text1"/>
                <w:sz w:val="20"/>
                <w:szCs w:val="20"/>
                <w:lang w:val="de-CH"/>
              </w:rPr>
              <w:t xml:space="preserve">Stichworte</w:t>
            </w:r>
            <w:r>
              <w:rPr>
                <w:rFonts w:ascii="Arial" w:hAnsi="Arial" w:cs="Arial"/>
                <w:color w:val="000000" w:themeColor="text1"/>
                <w:sz w:val="20"/>
                <w:szCs w:val="20"/>
                <w:lang w:val="de-CH"/>
              </w:rPr>
              <w:t xml:space="preserve"> in die Tabelle auf </w:t>
            </w:r>
            <w:r>
              <w:rPr>
                <w:rFonts w:ascii="Arial" w:hAnsi="Arial" w:cs="Arial"/>
                <w:color w:val="000000" w:themeColor="text1"/>
                <w:sz w:val="20"/>
                <w:szCs w:val="20"/>
                <w:lang w:val="de-CH"/>
              </w:rPr>
              <w:t xml:space="preserve">Seite 8. Stellen Sie anschliessend Ihre Beobachtungen der Klasse vor».</w:t>
            </w:r>
            <w:r>
              <w:rPr>
                <w:rFonts w:ascii="Arial" w:hAnsi="Arial" w:cs="Arial"/>
                <w:color w:val="000000" w:themeColor="text1"/>
                <w:sz w:val="20"/>
                <w:szCs w:val="20"/>
                <w:lang w:val="de-CH"/>
              </w:rPr>
            </w:r>
          </w:p>
        </w:tc>
        <w:tc>
          <w:tcPr>
            <w:tcBorders/>
            <w:tcW w:w="1756"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1610" w:type="dxa"/>
            <w:vAlign w:val="center"/>
            <w:textDirection w:val="lrTb"/>
            <w:noWrap w:val="false"/>
          </w:tcPr>
          <w:p>
            <w:pPr>
              <w:pBdr/>
              <w:spacing w:after="0"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r>
        <w:trPr>
          <w:jc w:val="center"/>
          <w:trHeight w:val="948"/>
        </w:trPr>
        <w:tc>
          <w:tcPr>
            <w:tcBorders/>
            <w:tcW w:w="161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20</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939"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Gruppenarbeit: Analyse von Medienbeiträgen (Zeitungsartikel, Wahlplakate, Social Media)</w:t>
            </w:r>
            <w:r>
              <w:rPr>
                <w:rFonts w:ascii="Arial" w:hAnsi="Arial" w:cs="Arial"/>
                <w:color w:val="000000" w:themeColor="text1"/>
                <w:sz w:val="20"/>
                <w:szCs w:val="20"/>
                <w:lang w:val="de-CH"/>
              </w:rPr>
            </w:r>
          </w:p>
        </w:tc>
        <w:tc>
          <w:tcPr>
            <w:tcBorders/>
            <w:tcW w:w="234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analysieren sprachliche und visuelle Darstellungen von Migration.</w:t>
            </w:r>
            <w:r>
              <w:rPr>
                <w:rFonts w:ascii="Arial" w:hAnsi="Arial" w:cs="Arial"/>
                <w:color w:val="000000" w:themeColor="text1"/>
                <w:sz w:val="20"/>
                <w:szCs w:val="20"/>
                <w:lang w:val="de-CH"/>
              </w:rPr>
            </w:r>
          </w:p>
        </w:tc>
        <w:tc>
          <w:tcPr>
            <w:tcBorders/>
            <w:tcW w:w="216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w:t>
            </w:r>
            <w:r>
              <w:rPr>
                <w:rFonts w:ascii="Arial" w:hAnsi="Arial" w:cs="Arial"/>
                <w:color w:val="000000" w:themeColor="text1"/>
                <w:sz w:val="20"/>
                <w:szCs w:val="20"/>
                <w:lang w:val="de-CH"/>
              </w:rPr>
              <w:t xml:space="preserve">.4-8</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c>
          <w:tcPr>
            <w:tcBorders/>
            <w:tcW w:w="3158" w:type="dxa"/>
            <w:vAlign w:val="center"/>
            <w:textDirection w:val="lrTb"/>
            <w:noWrap w:val="false"/>
          </w:tcPr>
          <w:p>
            <w:pPr>
              <w:pBdr/>
              <w:spacing w:line="240" w:lineRule="auto"/>
              <w:ind/>
              <w:rPr>
                <w:rFonts w:ascii="Arial" w:hAnsi="Arial" w:cs="Arial"/>
                <w:color w:val="000000" w:themeColor="text1"/>
                <w:sz w:val="20"/>
                <w:szCs w:val="20"/>
                <w:lang w:val="de-CH"/>
              </w:rPr>
            </w:pPr>
            <w:r>
              <w:rPr>
                <w:rFonts w:ascii="Arial" w:hAnsi="Arial" w:cs="Arial"/>
                <w:color w:val="c00000"/>
                <w:sz w:val="20"/>
                <w:szCs w:val="20"/>
                <w:lang w:val="de-CH"/>
              </w:rPr>
              <w:t xml:space="preserve">Die Lehrperson trifft eine Vorauswahl der zu untersuchenden Medien (Artikel,</w:t>
            </w:r>
            <w:r>
              <w:rPr>
                <w:rFonts w:ascii="Arial" w:hAnsi="Arial" w:cs="Arial"/>
                <w:color w:val="c00000"/>
                <w:sz w:val="20"/>
                <w:szCs w:val="20"/>
                <w:lang w:val="de-CH"/>
              </w:rPr>
              <w:t xml:space="preserve"> </w:t>
            </w:r>
            <w:r>
              <w:rPr>
                <w:rFonts w:ascii="Arial" w:hAnsi="Arial" w:cs="Arial"/>
                <w:color w:val="c00000"/>
                <w:sz w:val="20"/>
                <w:szCs w:val="20"/>
                <w:lang w:val="de-CH"/>
              </w:rPr>
              <w:t xml:space="preserve">Wahlplakate, Social Media Beiträge).</w:t>
            </w:r>
            <w:r>
              <w:rPr>
                <w:rFonts w:ascii="Arial" w:hAnsi="Arial" w:cs="Arial"/>
                <w:color w:val="c00000"/>
                <w:sz w:val="20"/>
                <w:szCs w:val="20"/>
                <w:lang w:val="de-CH"/>
              </w:rPr>
              <w:t xml:space="preserve"> Empfohlen wird die Vorauswahl von einem Artikel, drei Wahlplakaten und zwei Social Media-Beiträgen.</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Die Lehrperson formt drei Gruppen und teilt die Themen zu. </w:t>
            </w: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analysieren pro Gruppe eine</w:t>
            </w:r>
            <w:r>
              <w:rPr>
                <w:rFonts w:ascii="Arial" w:hAnsi="Arial" w:cs="Arial"/>
                <w:color w:val="000000" w:themeColor="text1"/>
                <w:sz w:val="20"/>
                <w:szCs w:val="20"/>
                <w:lang w:val="de-CH"/>
              </w:rPr>
              <w:t xml:space="preserve"> Kategorie</w:t>
            </w:r>
            <w:r>
              <w:rPr>
                <w:rFonts w:ascii="Arial" w:hAnsi="Arial" w:cs="Arial"/>
                <w:color w:val="000000" w:themeColor="text1"/>
                <w:sz w:val="20"/>
                <w:szCs w:val="20"/>
                <w:lang w:val="de-CH"/>
              </w:rPr>
              <w:t xml:space="preserve"> und notieren die Ergebnisse in das Raster auf Seite 8 (</w:t>
            </w: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Hierbei gehen sie auf folgende Punkte ein:</w:t>
            </w:r>
            <w:r>
              <w:rPr>
                <w:rFonts w:ascii="Arial" w:hAnsi="Arial" w:cs="Arial"/>
                <w:color w:val="000000" w:themeColor="text1"/>
                <w:sz w:val="20"/>
                <w:szCs w:val="20"/>
                <w:lang w:val="de-CH"/>
              </w:rPr>
            </w:r>
          </w:p>
          <w:p>
            <w:pPr>
              <w:pBdr/>
              <w:spacing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Sprache: Welche Sprache wird genutzt?</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br/>
            </w:r>
            <w:r>
              <w:rPr>
                <w:rFonts w:ascii="Arial" w:hAnsi="Arial" w:cs="Arial"/>
                <w:color w:val="000000" w:themeColor="text1"/>
                <w:sz w:val="20"/>
                <w:szCs w:val="20"/>
                <w:lang w:val="de-CH"/>
              </w:rPr>
              <w:t xml:space="preserve">Bilder/Symbole: Welche Bilder oder Symbole werden verwendet?</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br/>
            </w:r>
            <w:r>
              <w:rPr>
                <w:rFonts w:ascii="Arial" w:hAnsi="Arial" w:cs="Arial"/>
                <w:color w:val="000000" w:themeColor="text1"/>
                <w:sz w:val="20"/>
                <w:szCs w:val="20"/>
                <w:lang w:val="de-CH"/>
              </w:rPr>
              <w:t xml:space="preserve">Darstellung von </w:t>
            </w:r>
            <w:r>
              <w:rPr>
                <w:rFonts w:ascii="Arial" w:hAnsi="Arial" w:cs="Arial"/>
                <w:color w:val="000000" w:themeColor="text1"/>
                <w:sz w:val="20"/>
                <w:szCs w:val="20"/>
                <w:lang w:val="de-CH"/>
              </w:rPr>
              <w:t xml:space="preserve">Migrant:innen</w:t>
            </w:r>
            <w:r>
              <w:rPr>
                <w:rFonts w:ascii="Arial" w:hAnsi="Arial" w:cs="Arial"/>
                <w:color w:val="000000" w:themeColor="text1"/>
                <w:sz w:val="20"/>
                <w:szCs w:val="20"/>
                <w:lang w:val="de-CH"/>
              </w:rPr>
              <w:t xml:space="preserve">: Wie werden </w:t>
            </w:r>
            <w:r>
              <w:rPr>
                <w:rFonts w:ascii="Arial" w:hAnsi="Arial" w:cs="Arial"/>
                <w:color w:val="000000" w:themeColor="text1"/>
                <w:sz w:val="20"/>
                <w:szCs w:val="20"/>
                <w:lang w:val="de-CH"/>
              </w:rPr>
              <w:t xml:space="preserve">Migrant:innen</w:t>
            </w:r>
            <w:r>
              <w:rPr>
                <w:rFonts w:ascii="Arial" w:hAnsi="Arial" w:cs="Arial"/>
                <w:color w:val="000000" w:themeColor="text1"/>
                <w:sz w:val="20"/>
                <w:szCs w:val="20"/>
                <w:lang w:val="de-CH"/>
              </w:rPr>
              <w:t xml:space="preserve"> dargestellt?</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br/>
            </w:r>
            <w:r>
              <w:rPr>
                <w:rFonts w:ascii="Arial" w:hAnsi="Arial" w:cs="Arial"/>
                <w:color w:val="000000" w:themeColor="text1"/>
                <w:sz w:val="20"/>
                <w:szCs w:val="20"/>
                <w:lang w:val="de-CH"/>
              </w:rPr>
              <w:t xml:space="preserve">Kommentare: Gibt es Kommentare? Wie positionieren sich </w:t>
            </w:r>
            <w:r>
              <w:rPr>
                <w:rFonts w:ascii="Arial" w:hAnsi="Arial" w:cs="Arial"/>
                <w:color w:val="000000" w:themeColor="text1"/>
                <w:sz w:val="20"/>
                <w:szCs w:val="20"/>
                <w:lang w:val="de-CH"/>
              </w:rPr>
              <w:t xml:space="preserve">Leser:innen</w:t>
            </w:r>
            <w:r>
              <w:rPr>
                <w:rFonts w:ascii="Arial" w:hAnsi="Arial" w:cs="Arial"/>
                <w:color w:val="000000" w:themeColor="text1"/>
                <w:sz w:val="20"/>
                <w:szCs w:val="20"/>
                <w:lang w:val="de-CH"/>
              </w:rPr>
              <w:t xml:space="preserve"> zum Beitrag?</w:t>
            </w:r>
            <w:r>
              <w:rPr>
                <w:rFonts w:ascii="Arial" w:hAnsi="Arial" w:cs="Arial"/>
                <w:color w:val="000000" w:themeColor="text1"/>
                <w:sz w:val="20"/>
                <w:szCs w:val="20"/>
                <w:lang w:val="de-CH"/>
              </w:rPr>
              <w:br/>
            </w:r>
            <w:r>
              <w:rPr>
                <w:rFonts w:ascii="Arial" w:hAnsi="Arial" w:cs="Arial"/>
                <w:color w:val="000000" w:themeColor="text1"/>
                <w:sz w:val="20"/>
                <w:szCs w:val="20"/>
                <w:lang w:val="de-CH"/>
              </w:rPr>
              <w:t xml:space="preserve">Verfasser:in</w:t>
            </w:r>
            <w:r>
              <w:rPr>
                <w:rFonts w:ascii="Arial" w:hAnsi="Arial" w:cs="Arial"/>
                <w:color w:val="000000" w:themeColor="text1"/>
                <w:sz w:val="20"/>
                <w:szCs w:val="20"/>
                <w:lang w:val="de-CH"/>
              </w:rPr>
              <w:t xml:space="preserve">: Wer ist </w:t>
            </w:r>
            <w:r>
              <w:rPr>
                <w:rFonts w:ascii="Arial" w:hAnsi="Arial" w:cs="Arial"/>
                <w:color w:val="000000" w:themeColor="text1"/>
                <w:sz w:val="20"/>
                <w:szCs w:val="20"/>
                <w:lang w:val="de-CH"/>
              </w:rPr>
              <w:t xml:space="preserve">Verfasser:in</w:t>
            </w:r>
            <w:r>
              <w:rPr>
                <w:rFonts w:ascii="Arial" w:hAnsi="Arial" w:cs="Arial"/>
                <w:color w:val="000000" w:themeColor="text1"/>
                <w:sz w:val="20"/>
                <w:szCs w:val="20"/>
                <w:lang w:val="de-CH"/>
              </w:rPr>
              <w:t xml:space="preserve"> des Beitrags? Wann wurde der Beitrag verfasst? Inwiefern ist dies relevant?</w:t>
            </w:r>
            <w:r>
              <w:rPr>
                <w:rFonts w:ascii="Arial" w:hAnsi="Arial" w:cs="Arial"/>
                <w:color w:val="000000" w:themeColor="text1"/>
                <w:sz w:val="20"/>
                <w:szCs w:val="20"/>
                <w:lang w:val="de-CH"/>
              </w:rPr>
            </w:r>
          </w:p>
        </w:tc>
        <w:tc>
          <w:tcPr>
            <w:tcBorders/>
            <w:tcW w:w="1756"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tc>
        <w:tc>
          <w:tcPr>
            <w:tcBorders/>
            <w:tcW w:w="1610"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Diskursanalyse: Wie Sprache in Medien Migration darstellt.</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Multimodalität: Zusammenspiel von Sprache, Bildern, </w:t>
            </w:r>
            <w:r>
              <w:rPr>
                <w:rFonts w:ascii="Arial" w:hAnsi="Arial" w:cs="Arial"/>
                <w:color w:val="000000" w:themeColor="text1"/>
                <w:sz w:val="20"/>
                <w:szCs w:val="20"/>
                <w:lang w:val="de-CH"/>
              </w:rPr>
              <w:t xml:space="preserve">Audio</w:t>
            </w:r>
            <w:r>
              <w:rPr>
                <w:rFonts w:ascii="Arial" w:hAnsi="Arial" w:cs="Arial"/>
                <w:color w:val="000000" w:themeColor="text1"/>
                <w:sz w:val="20"/>
                <w:szCs w:val="20"/>
                <w:lang w:val="de-CH"/>
              </w:rPr>
              <w:t xml:space="preserve"> in medialen Darstellungen.</w:t>
            </w:r>
            <w:r>
              <w:rPr>
                <w:rFonts w:ascii="Arial" w:hAnsi="Arial" w:cs="Arial"/>
                <w:color w:val="000000" w:themeColor="text1"/>
                <w:sz w:val="20"/>
                <w:szCs w:val="20"/>
                <w:lang w:val="de-CH"/>
              </w:rPr>
            </w:r>
          </w:p>
        </w:tc>
      </w:tr>
      <w:tr>
        <w:trPr>
          <w:jc w:val="center"/>
          <w:trHeight w:val="948"/>
        </w:trPr>
        <w:tc>
          <w:tcPr>
            <w:tcBorders/>
            <w:tcW w:w="161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10 Minuten</w:t>
            </w:r>
            <w:r>
              <w:rPr>
                <w:rFonts w:ascii="Arial" w:hAnsi="Arial" w:cs="Arial"/>
                <w:color w:val="000000" w:themeColor="text1"/>
                <w:sz w:val="20"/>
                <w:szCs w:val="20"/>
                <w:lang w:val="de-CH"/>
              </w:rPr>
            </w:r>
          </w:p>
        </w:tc>
        <w:tc>
          <w:tcPr>
            <w:tcBorders/>
            <w:tcW w:w="2939"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Präsentation der Ergebnisse</w:t>
            </w:r>
            <w:r>
              <w:rPr>
                <w:rFonts w:ascii="Arial" w:hAnsi="Arial" w:cs="Arial"/>
                <w:color w:val="000000" w:themeColor="text1"/>
                <w:sz w:val="20"/>
                <w:szCs w:val="20"/>
                <w:lang w:val="de-CH"/>
              </w:rPr>
            </w:r>
          </w:p>
        </w:tc>
        <w:tc>
          <w:tcPr>
            <w:tcBorders/>
            <w:tcW w:w="234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vergleichen verschiedene Darstellungen von </w:t>
            </w:r>
            <w:r>
              <w:rPr>
                <w:rFonts w:ascii="Arial" w:hAnsi="Arial" w:cs="Arial"/>
                <w:color w:val="000000" w:themeColor="text1"/>
                <w:sz w:val="20"/>
                <w:szCs w:val="20"/>
                <w:lang w:val="de-CH"/>
              </w:rPr>
              <w:t xml:space="preserve">Migration</w:t>
            </w:r>
            <w:r>
              <w:rPr>
                <w:rFonts w:ascii="Arial" w:hAnsi="Arial" w:cs="Arial"/>
                <w:color w:val="000000" w:themeColor="text1"/>
                <w:sz w:val="20"/>
                <w:szCs w:val="20"/>
                <w:lang w:val="de-CH"/>
              </w:rPr>
              <w:t xml:space="preserve"> und diskutieren sie. </w:t>
            </w:r>
            <w:r>
              <w:rPr>
                <w:rFonts w:ascii="Arial" w:hAnsi="Arial" w:cs="Arial"/>
                <w:color w:val="000000" w:themeColor="text1"/>
                <w:sz w:val="20"/>
                <w:szCs w:val="20"/>
                <w:lang w:val="de-CH"/>
              </w:rPr>
            </w:r>
          </w:p>
        </w:tc>
        <w:tc>
          <w:tcPr>
            <w:tcBorders/>
            <w:tcW w:w="216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w:t>
            </w:r>
            <w:r>
              <w:rPr>
                <w:rFonts w:ascii="Arial" w:hAnsi="Arial" w:cs="Arial"/>
                <w:color w:val="000000" w:themeColor="text1"/>
                <w:sz w:val="20"/>
                <w:szCs w:val="20"/>
                <w:lang w:val="de-CH"/>
              </w:rPr>
              <w:t xml:space="preserve">8</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Whiteboard/Tafel</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PowerPoint, S. 4-6</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c>
          <w:tcPr>
            <w:tcBorders/>
            <w:tcW w:w="3158" w:type="dxa"/>
            <w:vAlign w:val="center"/>
            <w:textDirection w:val="lrTb"/>
            <w:noWrap w:val="false"/>
          </w:tcPr>
          <w:p>
            <w:pPr>
              <w:pBdr/>
              <w:spacing w:line="240" w:lineRule="auto"/>
              <w:ind/>
              <w:rPr>
                <w:rFonts w:ascii="Arial" w:hAnsi="Arial" w:cs="Arial"/>
                <w:sz w:val="20"/>
                <w:szCs w:val="20"/>
                <w:lang w:val="de-CH"/>
              </w:rPr>
            </w:pPr>
            <w:r>
              <w:rPr>
                <w:rFonts w:ascii="Arial" w:hAnsi="Arial" w:cs="Arial"/>
                <w:color w:val="000000" w:themeColor="text1"/>
                <w:sz w:val="20"/>
                <w:szCs w:val="20"/>
                <w:lang w:val="de-CH"/>
              </w:rPr>
              <w:t xml:space="preserve">Die Schüler:innen</w:t>
            </w:r>
            <w:r>
              <w:rPr>
                <w:rFonts w:ascii="Arial" w:hAnsi="Arial" w:cs="Arial"/>
                <w:sz w:val="20"/>
                <w:szCs w:val="20"/>
                <w:lang w:val="de-CH"/>
              </w:rPr>
              <w:t xml:space="preserve"> stellen pro Gruppe die Ergebnisse vor. </w:t>
            </w:r>
            <w:r>
              <w:rPr>
                <w:rFonts w:ascii="Arial" w:hAnsi="Arial" w:cs="Arial"/>
                <w:sz w:val="20"/>
                <w:szCs w:val="20"/>
                <w:lang w:val="de-CH"/>
              </w:rPr>
              <w:t xml:space="preserve">Die Lehrperson hält</w:t>
            </w:r>
            <w:r>
              <w:rPr>
                <w:rFonts w:ascii="Arial" w:hAnsi="Arial" w:cs="Arial"/>
                <w:sz w:val="20"/>
                <w:szCs w:val="20"/>
                <w:lang w:val="de-CH"/>
              </w:rPr>
              <w:t xml:space="preserve"> die Ergebnisse stichwortartig fest, so dass alle Schüler:innen das Raster (</w:t>
            </w:r>
            <w:r>
              <w:rPr>
                <w:rFonts w:ascii="Arial" w:hAnsi="Arial" w:cs="Arial"/>
                <w:color w:val="000000" w:themeColor="text1"/>
                <w:sz w:val="20"/>
                <w:szCs w:val="20"/>
                <w:lang w:val="de-CH"/>
              </w:rPr>
              <w:t xml:space="preserve">Arbeitsdossier</w:t>
            </w:r>
            <w:r>
              <w:rPr>
                <w:rFonts w:ascii="Arial" w:hAnsi="Arial" w:cs="Arial"/>
                <w:sz w:val="20"/>
                <w:szCs w:val="20"/>
                <w:lang w:val="de-CH"/>
              </w:rPr>
              <w:t xml:space="preserve">, S. 8) vervollständigen können.</w:t>
            </w:r>
            <w:r>
              <w:rPr>
                <w:rFonts w:ascii="Arial" w:hAnsi="Arial" w:cs="Arial"/>
                <w:sz w:val="20"/>
                <w:szCs w:val="20"/>
                <w:lang w:val="de-CH"/>
              </w:rPr>
              <w:t xml:space="preserve"> </w:t>
            </w:r>
            <w:r>
              <w:rPr>
                <w:rFonts w:ascii="Arial" w:hAnsi="Arial" w:cs="Arial"/>
                <w:sz w:val="20"/>
                <w:szCs w:val="20"/>
                <w:lang w:val="de-CH"/>
              </w:rPr>
            </w:r>
          </w:p>
        </w:tc>
        <w:tc>
          <w:tcPr>
            <w:tcBorders/>
            <w:tcW w:w="1756"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tc>
        <w:tc>
          <w:tcPr>
            <w:tcBorders/>
            <w:tcW w:w="1610"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r>
        <w:trPr>
          <w:jc w:val="center"/>
          <w:trHeight w:val="948"/>
        </w:trPr>
        <w:tc>
          <w:tcPr>
            <w:tcBorders/>
            <w:tcW w:w="161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5</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939"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Zusammenfassung der Lektion</w:t>
            </w:r>
            <w:r>
              <w:rPr>
                <w:rFonts w:ascii="Arial" w:hAnsi="Arial" w:cs="Arial"/>
                <w:color w:val="000000" w:themeColor="text1"/>
                <w:sz w:val="20"/>
                <w:szCs w:val="20"/>
                <w:lang w:val="de-CH"/>
              </w:rPr>
              <w:t xml:space="preserve"> und </w:t>
            </w:r>
            <w:r>
              <w:rPr>
                <w:rFonts w:ascii="Arial" w:hAnsi="Arial" w:cs="Arial"/>
                <w:color w:val="c00000"/>
                <w:sz w:val="20"/>
                <w:szCs w:val="20"/>
                <w:lang w:val="de-CH"/>
              </w:rPr>
              <w:t xml:space="preserve">Erteilung der </w:t>
            </w:r>
            <w:r>
              <w:rPr>
                <w:rFonts w:ascii="Arial" w:hAnsi="Arial" w:cs="Arial"/>
                <w:color w:val="c00000"/>
                <w:sz w:val="20"/>
                <w:szCs w:val="20"/>
                <w:lang w:val="de-CH"/>
              </w:rPr>
              <w:t xml:space="preserve">Hausaufgabe</w:t>
            </w:r>
            <w:r>
              <w:rPr>
                <w:rFonts w:ascii="Arial" w:hAnsi="Arial" w:cs="Arial"/>
                <w:color w:val="000000" w:themeColor="text1"/>
                <w:sz w:val="20"/>
                <w:szCs w:val="20"/>
                <w:lang w:val="de-CH"/>
              </w:rPr>
            </w:r>
          </w:p>
        </w:tc>
        <w:tc>
          <w:tcPr>
            <w:tcBorders/>
            <w:tcW w:w="234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c>
          <w:tcPr>
            <w:tcBorders/>
            <w:tcW w:w="2165" w:type="dxa"/>
            <w:vAlign w:val="center"/>
            <w:textDirection w:val="lrTb"/>
            <w:noWrap w:val="false"/>
          </w:tcPr>
          <w:p>
            <w:pPr>
              <w:pBdr/>
              <w:spacing/>
              <w:ind/>
              <w:rPr>
                <w:rFonts w:ascii="Arial" w:hAnsi="Arial" w:cs="Arial"/>
                <w:color w:val="c00000"/>
                <w:sz w:val="20"/>
                <w:szCs w:val="20"/>
                <w:lang w:val="de-CH"/>
              </w:rPr>
            </w:pPr>
            <w:r>
              <w:rPr>
                <w:rFonts w:ascii="Arial" w:hAnsi="Arial" w:cs="Arial"/>
                <w:color w:val="000000" w:themeColor="text1"/>
                <w:sz w:val="20"/>
                <w:szCs w:val="20"/>
                <w:lang w:val="de-CH"/>
              </w:rPr>
              <w:t xml:space="preserve">Whiteboard/Tafel</w:t>
            </w:r>
            <w:r>
              <w:rPr>
                <w:rFonts w:ascii="Arial" w:hAnsi="Arial" w:cs="Arial"/>
                <w:color w:val="c00000"/>
                <w:sz w:val="20"/>
                <w:szCs w:val="20"/>
                <w:lang w:val="de-CH"/>
              </w:rPr>
            </w:r>
          </w:p>
        </w:tc>
        <w:tc>
          <w:tcPr>
            <w:tcBorders/>
            <w:tcW w:w="315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w:t>
            </w:r>
            <w:r>
              <w:rPr>
                <w:rFonts w:ascii="Arial" w:hAnsi="Arial" w:cs="Arial"/>
                <w:color w:val="000000" w:themeColor="text1"/>
                <w:sz w:val="20"/>
                <w:szCs w:val="20"/>
                <w:lang w:val="de-CH"/>
              </w:rPr>
              <w:t xml:space="preserve">Lehrperson fasst die wichtigsten Erkenntnisse der Lektion zusammen.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c00000"/>
                <w:sz w:val="20"/>
                <w:szCs w:val="20"/>
                <w:lang w:val="de-CH"/>
              </w:rPr>
              <w:t xml:space="preserve">Hausaufgaben: Die Schüler:innen lesen im Arbeitsdossier </w:t>
            </w:r>
            <w:r>
              <w:rPr>
                <w:rFonts w:ascii="Arial" w:hAnsi="Arial" w:cs="Arial"/>
                <w:color w:val="c00000"/>
                <w:sz w:val="20"/>
                <w:szCs w:val="20"/>
                <w:lang w:val="de-CH"/>
              </w:rPr>
              <w:t xml:space="preserve">die Seiten</w:t>
            </w:r>
            <w:r>
              <w:rPr>
                <w:rFonts w:ascii="Arial" w:hAnsi="Arial" w:cs="Arial"/>
                <w:color w:val="c00000"/>
                <w:sz w:val="20"/>
                <w:szCs w:val="20"/>
                <w:lang w:val="de-CH"/>
              </w:rPr>
              <w:t xml:space="preserve"> 9</w:t>
            </w:r>
            <w:r>
              <w:rPr>
                <w:rFonts w:ascii="Arial" w:hAnsi="Arial" w:cs="Arial"/>
                <w:color w:val="c00000"/>
                <w:sz w:val="20"/>
                <w:szCs w:val="20"/>
                <w:lang w:val="de-CH"/>
              </w:rPr>
              <w:t xml:space="preserve"> bis und mit </w:t>
            </w:r>
            <w:r>
              <w:rPr>
                <w:rFonts w:ascii="Arial" w:hAnsi="Arial" w:cs="Arial"/>
                <w:color w:val="c00000"/>
                <w:sz w:val="20"/>
                <w:szCs w:val="20"/>
                <w:lang w:val="de-CH"/>
              </w:rPr>
              <w:t xml:space="preserve">12 (theoretische Einführung «Postmigration und Subjektivierung»). Sie streichen wichtige Abschnitte an.</w:t>
            </w:r>
            <w:r>
              <w:rPr>
                <w:rFonts w:ascii="Arial" w:hAnsi="Arial" w:cs="Arial"/>
                <w:color w:val="000000" w:themeColor="text1"/>
                <w:sz w:val="20"/>
                <w:szCs w:val="20"/>
                <w:lang w:val="de-CH"/>
              </w:rPr>
            </w:r>
          </w:p>
        </w:tc>
        <w:tc>
          <w:tcPr>
            <w:tcBorders/>
            <w:tcW w:w="1756"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1610"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bl>
    <w:p>
      <w:pPr>
        <w:pBdr/>
        <w:spacing/>
        <w:ind w:left="-567"/>
        <w:rPr>
          <w:rFonts w:ascii="Arial" w:hAnsi="Arial" w:cs="Arial"/>
          <w:sz w:val="20"/>
          <w:szCs w:val="20"/>
          <w:lang w:val="de-CH"/>
        </w:rPr>
      </w:pPr>
      <w:r>
        <w:rPr>
          <w:rFonts w:ascii="Arial" w:hAnsi="Arial" w:cs="Arial"/>
          <w:sz w:val="20"/>
          <w:szCs w:val="20"/>
          <w:lang w:val="de-CH"/>
        </w:rPr>
        <w:t xml:space="preserve"> </w:t>
      </w:r>
      <w:r>
        <w:rPr>
          <w:rFonts w:ascii="Arial" w:hAnsi="Arial" w:cs="Arial"/>
          <w:sz w:val="20"/>
          <w:szCs w:val="20"/>
          <w:lang w:val="de-CH"/>
        </w:rPr>
      </w:r>
    </w:p>
    <w:p>
      <w:pPr>
        <w:pBdr/>
        <w:spacing w:after="0" w:line="240" w:lineRule="auto"/>
        <w:ind/>
        <w:rPr>
          <w:rFonts w:ascii="Arial" w:hAnsi="Arial" w:cs="Arial"/>
          <w:b/>
          <w:bCs/>
          <w:sz w:val="24"/>
          <w:lang w:val="de-CH"/>
        </w:rPr>
      </w:pPr>
      <w:r>
        <w:rPr>
          <w:rFonts w:ascii="Arial" w:hAnsi="Arial" w:cs="Arial"/>
          <w:b/>
          <w:bCs/>
          <w:sz w:val="24"/>
          <w:lang w:val="de-CH"/>
        </w:rPr>
        <w:br w:type="page" w:clear="all"/>
      </w:r>
      <w:r>
        <w:rPr>
          <w:rFonts w:ascii="Arial" w:hAnsi="Arial" w:cs="Arial"/>
          <w:b/>
          <w:bCs/>
          <w:sz w:val="24"/>
          <w:lang w:val="de-CH"/>
        </w:rPr>
      </w:r>
    </w:p>
    <w:p>
      <w:pPr>
        <w:pBdr/>
        <w:spacing/>
        <w:ind w:left="-567"/>
        <w:rPr>
          <w:rFonts w:ascii="Arial" w:hAnsi="Arial" w:cs="Arial"/>
          <w:b/>
          <w:bCs/>
          <w:sz w:val="24"/>
          <w:lang w:val="de-CH"/>
        </w:rPr>
      </w:pPr>
      <w:r>
        <w:rPr>
          <w:rFonts w:ascii="Arial" w:hAnsi="Arial" w:cs="Arial"/>
          <w:b/>
          <w:bCs/>
          <w:sz w:val="24"/>
          <w:lang w:val="de-CH"/>
        </w:rPr>
        <w:t xml:space="preserve">Lektion 3</w:t>
      </w:r>
      <w:r>
        <w:rPr>
          <w:rFonts w:ascii="Arial" w:hAnsi="Arial" w:cs="Arial"/>
          <w:b/>
          <w:bCs/>
          <w:sz w:val="24"/>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Diese Lektion beinhaltet:</w:t>
      </w:r>
      <w:r>
        <w:rPr>
          <w:rFonts w:ascii="Arial" w:hAnsi="Arial" w:cs="Arial"/>
          <w:b/>
          <w:bCs/>
          <w:sz w:val="20"/>
          <w:szCs w:val="20"/>
          <w:lang w:val="de-CH"/>
        </w:rPr>
      </w:r>
    </w:p>
    <w:p>
      <w:pPr>
        <w:pStyle w:val="944"/>
        <w:numPr>
          <w:ilvl w:val="0"/>
          <w:numId w:val="3"/>
        </w:numPr>
        <w:pBdr/>
        <w:spacing/>
        <w:ind/>
        <w:rPr>
          <w:rFonts w:ascii="Arial" w:hAnsi="Arial" w:cs="Arial"/>
          <w:sz w:val="20"/>
          <w:szCs w:val="20"/>
          <w:lang w:val="de-CH"/>
        </w:rPr>
      </w:pPr>
      <w:r>
        <w:rPr>
          <w:rFonts w:ascii="Arial" w:hAnsi="Arial" w:cs="Arial"/>
          <w:sz w:val="20"/>
          <w:szCs w:val="20"/>
          <w:lang w:val="de-CH"/>
        </w:rPr>
        <w:t xml:space="preserve">Eine theoretische Einführung in die Konzepte Postmigration und Subjektivierung</w:t>
      </w:r>
      <w:r>
        <w:rPr>
          <w:rFonts w:ascii="Arial" w:hAnsi="Arial" w:cs="Arial"/>
          <w:sz w:val="20"/>
          <w:szCs w:val="20"/>
          <w:lang w:val="de-CH"/>
        </w:rPr>
        <w:t xml:space="preserve"> (nach Butler)</w:t>
      </w:r>
      <w:r>
        <w:rPr>
          <w:rFonts w:ascii="Arial" w:hAnsi="Arial" w:cs="Arial"/>
          <w:sz w:val="20"/>
          <w:szCs w:val="20"/>
          <w:lang w:val="de-CH"/>
        </w:rPr>
        <w:t xml:space="preserve">.</w:t>
      </w:r>
      <w:r>
        <w:rPr>
          <w:rFonts w:ascii="Arial" w:hAnsi="Arial" w:cs="Arial"/>
          <w:sz w:val="20"/>
          <w:szCs w:val="20"/>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Lernziele:</w:t>
      </w:r>
      <w:r>
        <w:rPr>
          <w:rFonts w:ascii="Arial" w:hAnsi="Arial" w:cs="Arial"/>
          <w:b/>
          <w:bCs/>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w:t>
      </w:r>
      <w:r>
        <w:rPr>
          <w:rFonts w:ascii="Arial" w:hAnsi="Arial" w:cs="Arial"/>
          <w:sz w:val="20"/>
          <w:szCs w:val="20"/>
          <w:lang w:val="de-CH"/>
        </w:rPr>
        <w:t xml:space="preserve">verstehen, was die Begriffe «Postmigration» und «Subjektivierung» bedeuten.</w:t>
      </w:r>
      <w:r>
        <w:rPr>
          <w:rFonts w:ascii="Arial" w:hAnsi="Arial" w:cs="Arial"/>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erkennen, wie Sprache Zugehörigkeiten und Machtverhältnisse beeinflusst.</w:t>
      </w:r>
      <w:r>
        <w:rPr>
          <w:rFonts w:ascii="Arial" w:hAnsi="Arial" w:cs="Arial"/>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lernen, wie Sprache genutzt werden kann, um </w:t>
      </w:r>
      <w:r>
        <w:rPr>
          <w:rFonts w:ascii="Arial" w:hAnsi="Arial" w:cs="Arial"/>
          <w:sz w:val="20"/>
          <w:szCs w:val="20"/>
          <w:lang w:val="de-CH"/>
        </w:rPr>
        <w:t xml:space="preserve">Macht</w:t>
      </w:r>
      <w:r>
        <w:rPr>
          <w:rFonts w:ascii="Arial" w:hAnsi="Arial" w:cs="Arial"/>
          <w:sz w:val="20"/>
          <w:szCs w:val="20"/>
          <w:lang w:val="de-CH"/>
        </w:rPr>
        <w:t xml:space="preserve"> </w:t>
      </w:r>
      <w:r>
        <w:rPr>
          <w:rFonts w:ascii="Arial" w:hAnsi="Arial" w:cs="Arial"/>
          <w:sz w:val="20"/>
          <w:szCs w:val="20"/>
          <w:lang w:val="de-CH"/>
        </w:rPr>
        <w:t xml:space="preserve">auszuüben</w:t>
      </w:r>
      <w:r>
        <w:rPr>
          <w:rFonts w:ascii="Arial" w:hAnsi="Arial" w:cs="Arial"/>
          <w:sz w:val="20"/>
          <w:szCs w:val="20"/>
          <w:lang w:val="de-CH"/>
        </w:rPr>
        <w:t xml:space="preserve"> oder zu hinter</w:t>
      </w:r>
      <w:r>
        <w:rPr>
          <w:rFonts w:ascii="Arial" w:hAnsi="Arial" w:cs="Arial"/>
          <w:sz w:val="20"/>
          <w:szCs w:val="20"/>
          <w:lang w:val="de-CH"/>
        </w:rPr>
        <w:t xml:space="preserve">fragen</w:t>
      </w:r>
      <w:r>
        <w:rPr>
          <w:rFonts w:ascii="Arial" w:hAnsi="Arial" w:cs="Arial"/>
          <w:sz w:val="20"/>
          <w:szCs w:val="20"/>
          <w:lang w:val="de-CH"/>
        </w:rPr>
        <w:t xml:space="preserve">.</w:t>
      </w:r>
      <w:r>
        <w:rPr>
          <w:rFonts w:ascii="Arial" w:hAnsi="Arial" w:cs="Arial"/>
          <w:sz w:val="20"/>
          <w:szCs w:val="20"/>
          <w:lang w:val="de-CH"/>
        </w:rPr>
      </w:r>
    </w:p>
    <w:tbl>
      <w:tblPr>
        <w:tblStyle w:val="945"/>
        <w:tblW w:w="15592" w:type="dxa"/>
        <w:jc w:val="center"/>
        <w:tblBorders/>
        <w:tblLook w:val="04A0" w:firstRow="1" w:lastRow="0" w:firstColumn="1" w:lastColumn="0" w:noHBand="0" w:noVBand="1"/>
      </w:tblPr>
      <w:tblGrid>
        <w:gridCol w:w="1461"/>
        <w:gridCol w:w="2741"/>
        <w:gridCol w:w="2308"/>
        <w:gridCol w:w="2144"/>
        <w:gridCol w:w="2936"/>
        <w:gridCol w:w="1685"/>
        <w:gridCol w:w="2317"/>
      </w:tblGrid>
      <w:tr>
        <w:trPr>
          <w:jc w:val="center"/>
          <w:trHeight w:val="948"/>
        </w:trPr>
        <w:tc>
          <w:tcPr>
            <w:shd w:val="clear" w:color="auto" w:fill="c7e2e8"/>
            <w:tcBorders/>
            <w:tcW w:w="1461"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Dauer</w:t>
            </w:r>
            <w:r>
              <w:rPr>
                <w:rFonts w:ascii="Arial" w:hAnsi="Arial" w:cs="Arial"/>
                <w:b/>
                <w:bCs/>
                <w:sz w:val="20"/>
                <w:szCs w:val="20"/>
                <w:lang w:val="de-CH"/>
              </w:rPr>
            </w:r>
          </w:p>
        </w:tc>
        <w:tc>
          <w:tcPr>
            <w:shd w:val="clear" w:color="auto" w:fill="c7e2e8"/>
            <w:tcBorders/>
            <w:tcW w:w="2741" w:type="dxa"/>
            <w:vAlign w:val="center"/>
            <w:textDirection w:val="lrTb"/>
            <w:noWrap w:val="false"/>
          </w:tcPr>
          <w:p>
            <w:pPr>
              <w:pBdr/>
              <w:spacing w:line="240" w:lineRule="auto"/>
              <w:ind/>
              <w:jc w:val="center"/>
              <w:rPr>
                <w:rFonts w:ascii="Arial" w:hAnsi="Arial" w:cs="Arial"/>
                <w:b/>
                <w:bCs/>
                <w:sz w:val="20"/>
                <w:szCs w:val="20"/>
                <w:lang w:val="de-CH"/>
              </w:rPr>
            </w:pPr>
            <w:r>
              <w:rPr>
                <w:rFonts w:ascii="Arial" w:hAnsi="Arial" w:cs="Arial"/>
                <w:b/>
                <w:bCs/>
                <w:sz w:val="20"/>
                <w:szCs w:val="20"/>
                <w:lang w:val="de-CH"/>
              </w:rPr>
              <w:t xml:space="preserve">Inhalt</w:t>
            </w:r>
            <w:r>
              <w:rPr>
                <w:rFonts w:ascii="Arial" w:hAnsi="Arial" w:cs="Arial"/>
                <w:b/>
                <w:bCs/>
                <w:sz w:val="20"/>
                <w:szCs w:val="20"/>
                <w:lang w:val="de-CH"/>
              </w:rPr>
            </w:r>
          </w:p>
        </w:tc>
        <w:tc>
          <w:tcPr>
            <w:shd w:val="clear" w:color="auto" w:fill="c7e2e8"/>
            <w:tcBorders/>
            <w:tcW w:w="2308"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Lernziel</w:t>
            </w:r>
            <w:r>
              <w:rPr>
                <w:rFonts w:ascii="Arial" w:hAnsi="Arial" w:cs="Arial"/>
                <w:b/>
                <w:bCs/>
                <w:sz w:val="20"/>
                <w:szCs w:val="20"/>
                <w:lang w:val="de-CH"/>
              </w:rPr>
            </w:r>
          </w:p>
        </w:tc>
        <w:tc>
          <w:tcPr>
            <w:shd w:val="clear" w:color="auto" w:fill="c7e2e8"/>
            <w:tcBorders/>
            <w:tcW w:w="2144"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Unterlagen/Material</w:t>
            </w:r>
            <w:r>
              <w:rPr>
                <w:rFonts w:ascii="Arial" w:hAnsi="Arial" w:cs="Arial"/>
                <w:b/>
                <w:bCs/>
                <w:sz w:val="20"/>
                <w:szCs w:val="20"/>
                <w:lang w:val="de-CH"/>
              </w:rPr>
            </w:r>
          </w:p>
        </w:tc>
        <w:tc>
          <w:tcPr>
            <w:shd w:val="clear" w:color="auto" w:fill="c7e2e8"/>
            <w:tcBorders/>
            <w:tcW w:w="2936"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Wie?</w:t>
            </w:r>
            <w:r>
              <w:rPr>
                <w:rFonts w:ascii="Arial" w:hAnsi="Arial" w:cs="Arial"/>
                <w:b/>
                <w:bCs/>
                <w:sz w:val="20"/>
                <w:szCs w:val="20"/>
                <w:lang w:val="de-CH"/>
              </w:rPr>
            </w:r>
          </w:p>
        </w:tc>
        <w:tc>
          <w:tcPr>
            <w:shd w:val="clear" w:color="auto" w:fill="c7e2e8"/>
            <w:tcBorders/>
            <w:tcW w:w="1685"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Wer?</w:t>
            </w:r>
            <w:r>
              <w:rPr>
                <w:rFonts w:ascii="Arial" w:hAnsi="Arial" w:cs="Arial"/>
                <w:b/>
                <w:bCs/>
                <w:sz w:val="20"/>
                <w:szCs w:val="20"/>
                <w:lang w:val="de-CH"/>
              </w:rPr>
            </w:r>
          </w:p>
        </w:tc>
        <w:tc>
          <w:tcPr>
            <w:shd w:val="clear" w:color="auto" w:fill="c7e2e8"/>
            <w:tcBorders/>
            <w:tcW w:w="2317"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Linguistische Konzepte</w:t>
            </w:r>
            <w:r>
              <w:rPr>
                <w:rFonts w:ascii="Arial" w:hAnsi="Arial" w:cs="Arial"/>
                <w:b/>
                <w:bCs/>
                <w:sz w:val="20"/>
                <w:szCs w:val="20"/>
                <w:lang w:val="de-CH"/>
              </w:rPr>
            </w:r>
          </w:p>
        </w:tc>
      </w:tr>
      <w:tr>
        <w:trPr>
          <w:jc w:val="center"/>
          <w:trHeight w:val="948"/>
        </w:trPr>
        <w:tc>
          <w:tcPr>
            <w:shd w:val="clear" w:color="auto" w:fill="auto"/>
            <w:tcBorders/>
            <w:tcW w:w="1461" w:type="dxa"/>
            <w:vAlign w:val="center"/>
            <w:textDirection w:val="lrTb"/>
            <w:noWrap w:val="false"/>
          </w:tcPr>
          <w:p>
            <w:pPr>
              <w:pBdr/>
              <w:spacing/>
              <w:ind/>
              <w:rPr>
                <w:rFonts w:ascii="Arial" w:hAnsi="Arial" w:cs="Arial"/>
                <w:sz w:val="20"/>
                <w:szCs w:val="20"/>
                <w:lang w:val="de-CH"/>
              </w:rPr>
            </w:pPr>
            <w:r>
              <w:rPr>
                <w:rFonts w:ascii="Arial" w:hAnsi="Arial" w:cs="Arial"/>
                <w:sz w:val="20"/>
                <w:szCs w:val="20"/>
                <w:lang w:val="de-CH"/>
              </w:rPr>
              <w:t xml:space="preserve">10</w:t>
            </w:r>
            <w:r>
              <w:rPr>
                <w:rFonts w:ascii="Arial" w:hAnsi="Arial" w:cs="Arial"/>
                <w:sz w:val="20"/>
                <w:szCs w:val="20"/>
                <w:lang w:val="de-CH"/>
              </w:rPr>
              <w:t xml:space="preserve"> Minuten</w:t>
            </w:r>
            <w:r>
              <w:rPr>
                <w:rFonts w:ascii="Arial" w:hAnsi="Arial" w:cs="Arial"/>
                <w:sz w:val="20"/>
                <w:szCs w:val="20"/>
                <w:lang w:val="de-CH"/>
              </w:rPr>
            </w:r>
          </w:p>
        </w:tc>
        <w:tc>
          <w:tcPr>
            <w:shd w:val="clear" w:color="auto" w:fill="auto"/>
            <w:tcBorders/>
            <w:tcW w:w="2741" w:type="dxa"/>
            <w:vAlign w:val="center"/>
            <w:textDirection w:val="lrTb"/>
            <w:noWrap w:val="false"/>
          </w:tcPr>
          <w:p>
            <w:pPr>
              <w:pBdr/>
              <w:spacing w:line="240" w:lineRule="auto"/>
              <w:ind/>
              <w:rPr>
                <w:rFonts w:ascii="Arial" w:hAnsi="Arial" w:cs="Arial"/>
                <w:sz w:val="20"/>
                <w:szCs w:val="20"/>
                <w:lang w:val="de-CH"/>
              </w:rPr>
            </w:pPr>
            <w:r>
              <w:rPr>
                <w:rFonts w:ascii="Arial" w:hAnsi="Arial" w:cs="Arial"/>
                <w:sz w:val="20"/>
                <w:szCs w:val="20"/>
                <w:lang w:val="de-CH"/>
              </w:rPr>
              <w:t xml:space="preserve">Einstieg ins Thema ‘Postmigration’</w:t>
            </w:r>
            <w:r>
              <w:rPr>
                <w:rFonts w:ascii="Arial" w:hAnsi="Arial" w:cs="Arial"/>
                <w:sz w:val="20"/>
                <w:szCs w:val="20"/>
                <w:lang w:val="de-CH"/>
              </w:rPr>
            </w:r>
          </w:p>
        </w:tc>
        <w:tc>
          <w:tcPr>
            <w:shd w:val="clear" w:color="auto" w:fill="auto"/>
            <w:tcBorders/>
            <w:tcW w:w="2308" w:type="dxa"/>
            <w:vAlign w:val="center"/>
            <w:textDirection w:val="lrTb"/>
            <w:noWrap w:val="false"/>
          </w:tcPr>
          <w:p>
            <w:pPr>
              <w:pBdr/>
              <w:spacing/>
              <w:ind/>
              <w:rPr>
                <w:rFonts w:ascii="Arial" w:hAnsi="Arial" w:cs="Arial"/>
                <w:sz w:val="20"/>
                <w:szCs w:val="20"/>
                <w:lang w:val="de-CH"/>
              </w:rPr>
            </w:pPr>
            <w:r>
              <w:rPr>
                <w:rFonts w:ascii="Arial" w:hAnsi="Arial" w:cs="Arial"/>
                <w:sz w:val="20"/>
                <w:szCs w:val="20"/>
                <w:lang w:val="de-CH"/>
              </w:rPr>
              <w:t xml:space="preserve">Die Schüler:innen verstehen die Begriffe ‘Postmigration’ und ‘Subjektivierung’</w:t>
            </w:r>
            <w:r>
              <w:rPr>
                <w:rFonts w:ascii="Arial" w:hAnsi="Arial" w:cs="Arial"/>
                <w:sz w:val="20"/>
                <w:szCs w:val="20"/>
                <w:lang w:val="de-CH"/>
              </w:rPr>
            </w:r>
          </w:p>
        </w:tc>
        <w:tc>
          <w:tcPr>
            <w:shd w:val="clear" w:color="auto" w:fill="auto"/>
            <w:tcBorders/>
            <w:tcW w:w="2144" w:type="dxa"/>
            <w:vAlign w:val="center"/>
            <w:textDirection w:val="lrTb"/>
            <w:noWrap w:val="false"/>
          </w:tcPr>
          <w:p>
            <w:pPr>
              <w:pBdr/>
              <w:spacing/>
              <w:ind/>
              <w:rPr>
                <w:rFonts w:ascii="Arial" w:hAnsi="Arial" w:cs="Arial"/>
                <w:sz w:val="20"/>
                <w:szCs w:val="20"/>
                <w:lang w:val="de-CH"/>
              </w:rPr>
            </w:pPr>
            <w:r>
              <w:rPr>
                <w:rFonts w:ascii="Arial" w:hAnsi="Arial" w:cs="Arial"/>
                <w:sz w:val="20"/>
                <w:szCs w:val="20"/>
                <w:lang w:val="de-CH"/>
              </w:rPr>
              <w:t xml:space="preserve">Arbeitsdossier</w:t>
            </w:r>
            <w:r>
              <w:rPr>
                <w:rFonts w:ascii="Arial" w:hAnsi="Arial" w:cs="Arial"/>
                <w:sz w:val="20"/>
                <w:szCs w:val="20"/>
                <w:lang w:val="de-CH"/>
              </w:rPr>
              <w:t xml:space="preserve">, S. 7</w:t>
            </w:r>
            <w:r>
              <w:rPr>
                <w:rFonts w:ascii="Arial" w:hAnsi="Arial" w:cs="Arial"/>
                <w:sz w:val="20"/>
                <w:szCs w:val="20"/>
                <w:lang w:val="de-CH"/>
              </w:rPr>
            </w:r>
          </w:p>
          <w:p>
            <w:pPr>
              <w:pBdr/>
              <w:spacing/>
              <w:ind/>
              <w:rPr>
                <w:rFonts w:ascii="Arial" w:hAnsi="Arial" w:cs="Arial"/>
                <w:sz w:val="20"/>
                <w:szCs w:val="20"/>
                <w:lang w:val="de-CH"/>
              </w:rPr>
            </w:pPr>
            <w:r>
              <w:rPr>
                <w:rFonts w:ascii="Arial" w:hAnsi="Arial" w:cs="Arial"/>
                <w:sz w:val="20"/>
                <w:szCs w:val="20"/>
                <w:lang w:val="de-CH"/>
              </w:rPr>
              <w:t xml:space="preserve">Instagram</w:t>
            </w:r>
            <w:r>
              <w:rPr>
                <w:rFonts w:ascii="Arial" w:hAnsi="Arial" w:cs="Arial"/>
                <w:sz w:val="20"/>
                <w:szCs w:val="20"/>
                <w:lang w:val="de-CH"/>
              </w:rPr>
            </w:r>
          </w:p>
        </w:tc>
        <w:tc>
          <w:tcPr>
            <w:shd w:val="clear" w:color="auto" w:fill="auto"/>
            <w:tcBorders/>
            <w:tcW w:w="2936" w:type="dxa"/>
            <w:vAlign w:val="center"/>
            <w:textDirection w:val="lrTb"/>
            <w:noWrap w:val="false"/>
          </w:tcPr>
          <w:p>
            <w:pPr>
              <w:pBdr/>
              <w:spacing/>
              <w:ind/>
              <w:rPr>
                <w:rFonts w:ascii="Arial" w:hAnsi="Arial" w:cs="Arial"/>
                <w:sz w:val="20"/>
                <w:szCs w:val="20"/>
                <w:lang w:val="de-CH"/>
              </w:rPr>
            </w:pPr>
            <w:r>
              <w:rPr>
                <w:rFonts w:ascii="Arial" w:hAnsi="Arial" w:cs="Arial"/>
                <w:sz w:val="20"/>
                <w:szCs w:val="20"/>
                <w:lang w:val="de-CH"/>
              </w:rPr>
              <w:t xml:space="preserve">Die Lehrperson zeigt einen Social Media-Beitrag aus der Vorlektion (z.B. T-</w:t>
            </w:r>
            <w:r>
              <w:rPr>
                <w:rFonts w:ascii="Arial" w:hAnsi="Arial" w:cs="Arial"/>
                <w:sz w:val="20"/>
                <w:szCs w:val="20"/>
                <w:lang w:val="de-CH"/>
              </w:rPr>
              <w:t xml:space="preserve">Ronimo</w:t>
            </w:r>
            <w:r>
              <w:rPr>
                <w:rFonts w:ascii="Arial" w:hAnsi="Arial" w:cs="Arial"/>
                <w:sz w:val="20"/>
                <w:szCs w:val="20"/>
                <w:lang w:val="de-CH"/>
              </w:rPr>
              <w:t xml:space="preserve">, </w:t>
            </w:r>
            <w:r>
              <w:rPr>
                <w:rFonts w:ascii="Arial" w:hAnsi="Arial" w:cs="Arial"/>
                <w:sz w:val="20"/>
                <w:szCs w:val="20"/>
                <w:lang w:val="de-CH"/>
              </w:rPr>
              <w:t xml:space="preserve">BabaNews</w:t>
            </w:r>
            <w:r>
              <w:rPr>
                <w:rFonts w:ascii="Arial" w:hAnsi="Arial" w:cs="Arial"/>
                <w:sz w:val="20"/>
                <w:szCs w:val="20"/>
                <w:lang w:val="de-CH"/>
              </w:rPr>
              <w:t xml:space="preserve">). Kurze Erinnerung an die vorherige Diskussion: Wie wurden Migration und Zugehörigkeit dargestellt? Welche Strategien (z.B. Humor, Iron</w:t>
            </w:r>
            <w:r>
              <w:rPr>
                <w:rFonts w:ascii="Arial" w:hAnsi="Arial" w:cs="Arial"/>
                <w:sz w:val="20"/>
                <w:szCs w:val="20"/>
                <w:lang w:val="de-CH"/>
              </w:rPr>
              <w:t xml:space="preserve">ie, Selbstbezeichnung) sind euch aufgefallen? Anschliessend stellt die Lehrperson die Frage: Weshalb sprechen wir jetzt von «Postmigration»? Was ist anders als bei «Migration»? Erste spontane Antworten werden gesammelt. Danach kurzer Input der Lehrperson: </w:t>
            </w:r>
            <w:r>
              <w:rPr>
                <w:rFonts w:ascii="Arial" w:hAnsi="Arial" w:cs="Arial"/>
                <w:sz w:val="20"/>
                <w:szCs w:val="20"/>
                <w:lang w:val="de-CH"/>
              </w:rPr>
              <w:t xml:space="preserve">Im Begriff </w:t>
            </w:r>
            <w:r>
              <w:rPr>
                <w:rFonts w:ascii="Arial" w:hAnsi="Arial" w:cs="Arial"/>
                <w:i/>
                <w:iCs/>
                <w:sz w:val="20"/>
                <w:szCs w:val="20"/>
                <w:lang w:val="de-CH"/>
              </w:rPr>
              <w:t xml:space="preserve">Postmigration</w:t>
            </w:r>
            <w:r>
              <w:rPr>
                <w:rFonts w:ascii="Arial" w:hAnsi="Arial" w:cs="Arial"/>
                <w:sz w:val="20"/>
                <w:szCs w:val="20"/>
                <w:lang w:val="de-CH"/>
              </w:rPr>
              <w:t xml:space="preserve"> geht es nicht nur um den Akt der Migration selbst, sondern um die gesellschaftlichen Folgen, die auch in den Generationen danach fortwirken. Dabei spielen Sprache, gesellschaftliche Normen und Machtstrukturen eine zentrale Rolle.</w:t>
            </w:r>
            <w:r>
              <w:rPr>
                <w:rFonts w:ascii="Arial" w:hAnsi="Arial" w:cs="Arial"/>
                <w:sz w:val="20"/>
                <w:szCs w:val="20"/>
                <w:lang w:val="de-CH"/>
              </w:rPr>
            </w:r>
          </w:p>
        </w:tc>
        <w:tc>
          <w:tcPr>
            <w:shd w:val="clear" w:color="auto" w:fill="auto"/>
            <w:tcBorders/>
            <w:tcW w:w="1685" w:type="dxa"/>
            <w:vAlign w:val="center"/>
            <w:textDirection w:val="lrTb"/>
            <w:noWrap w:val="false"/>
          </w:tcPr>
          <w:p>
            <w:pPr>
              <w:pBdr/>
              <w:spacing/>
              <w:ind/>
              <w:rPr>
                <w:rFonts w:ascii="Arial" w:hAnsi="Arial" w:cs="Arial"/>
                <w:sz w:val="20"/>
                <w:szCs w:val="20"/>
                <w:lang w:val="de-CH"/>
              </w:rPr>
            </w:pPr>
            <w:r>
              <w:rPr>
                <w:rFonts w:ascii="Arial" w:hAnsi="Arial" w:cs="Arial"/>
                <w:sz w:val="20"/>
                <w:szCs w:val="20"/>
                <w:lang w:val="de-CH"/>
              </w:rPr>
              <w:t xml:space="preserve">Lehrperson</w:t>
            </w:r>
            <w:r>
              <w:rPr>
                <w:rFonts w:ascii="Arial" w:hAnsi="Arial" w:cs="Arial"/>
                <w:sz w:val="20"/>
                <w:szCs w:val="20"/>
                <w:lang w:val="de-CH"/>
              </w:rPr>
            </w:r>
          </w:p>
        </w:tc>
        <w:tc>
          <w:tcPr>
            <w:shd w:val="clear" w:color="auto" w:fill="auto"/>
            <w:tcBorders/>
            <w:tcW w:w="2317" w:type="dxa"/>
            <w:vAlign w:val="center"/>
            <w:textDirection w:val="lrTb"/>
            <w:noWrap w:val="false"/>
          </w:tcPr>
          <w:p>
            <w:pPr>
              <w:pBdr/>
              <w:spacing/>
              <w:ind/>
              <w:rPr>
                <w:rFonts w:ascii="Arial" w:hAnsi="Arial" w:cs="Arial"/>
                <w:sz w:val="20"/>
                <w:szCs w:val="20"/>
                <w:lang w:val="de-CH"/>
              </w:rPr>
            </w:pPr>
            <w:r>
              <w:rPr>
                <w:rFonts w:ascii="Arial" w:hAnsi="Arial" w:cs="Arial"/>
                <w:sz w:val="20"/>
                <w:szCs w:val="20"/>
                <w:lang w:val="de-CH"/>
              </w:rPr>
            </w:r>
            <w:r>
              <w:rPr>
                <w:rFonts w:ascii="Arial" w:hAnsi="Arial" w:cs="Arial"/>
                <w:sz w:val="20"/>
                <w:szCs w:val="20"/>
                <w:lang w:val="de-CH"/>
              </w:rPr>
            </w:r>
          </w:p>
        </w:tc>
      </w:tr>
      <w:tr>
        <w:trPr>
          <w:jc w:val="center"/>
          <w:trHeight w:val="948"/>
        </w:trPr>
        <w:tc>
          <w:tcPr>
            <w:tcBorders/>
            <w:tcW w:w="146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20</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74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Beantwortung von Verständnisfragen zu den Themen Postmigration und Subjektivierung</w:t>
            </w:r>
            <w:r>
              <w:rPr>
                <w:rFonts w:ascii="Arial" w:hAnsi="Arial" w:cs="Arial"/>
                <w:color w:val="000000" w:themeColor="text1"/>
                <w:sz w:val="20"/>
                <w:szCs w:val="20"/>
                <w:lang w:val="de-CH"/>
              </w:rPr>
            </w:r>
          </w:p>
        </w:tc>
        <w:tc>
          <w:tcPr>
            <w:tcBorders/>
            <w:tcW w:w="230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verfestigen ihr Wissen zu den Themen Postmigration und Subjektivierung</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214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1</w:t>
            </w:r>
            <w:r>
              <w:rPr>
                <w:rFonts w:ascii="Arial" w:hAnsi="Arial" w:cs="Arial"/>
                <w:color w:val="000000" w:themeColor="text1"/>
                <w:sz w:val="20"/>
                <w:szCs w:val="20"/>
                <w:lang w:val="de-CH"/>
              </w:rPr>
              <w:t xml:space="preserve">4</w:t>
            </w:r>
            <w:r>
              <w:rPr>
                <w:rFonts w:ascii="Arial" w:hAnsi="Arial" w:cs="Arial"/>
                <w:color w:val="000000" w:themeColor="text1"/>
                <w:sz w:val="20"/>
                <w:szCs w:val="20"/>
                <w:lang w:val="de-CH"/>
              </w:rPr>
              <w:t xml:space="preserve">, Übung 3a)</w:t>
            </w:r>
            <w:r>
              <w:rPr>
                <w:rFonts w:ascii="Arial" w:hAnsi="Arial" w:cs="Arial"/>
                <w:color w:val="000000" w:themeColor="text1"/>
                <w:sz w:val="20"/>
                <w:szCs w:val="20"/>
                <w:lang w:val="de-CH"/>
              </w:rPr>
              <w:br/>
              <w:t xml:space="preserve">Lösungsvorschläge: Hinweise für Lehrperson</w:t>
            </w:r>
            <w:r>
              <w:rPr>
                <w:rFonts w:ascii="Arial" w:hAnsi="Arial" w:cs="Arial"/>
                <w:color w:val="000000" w:themeColor="text1"/>
                <w:sz w:val="20"/>
                <w:szCs w:val="20"/>
                <w:lang w:val="de-CH"/>
              </w:rPr>
              <w:t xml:space="preserve">en</w:t>
            </w:r>
            <w:r>
              <w:rPr>
                <w:rFonts w:ascii="Arial" w:hAnsi="Arial" w:cs="Arial"/>
                <w:color w:val="000000" w:themeColor="text1"/>
                <w:sz w:val="20"/>
                <w:szCs w:val="20"/>
                <w:lang w:val="de-CH"/>
              </w:rPr>
              <w:t xml:space="preserve">, S. 3-4</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PowerPoint, S. 7-</w:t>
            </w:r>
            <w:r>
              <w:rPr>
                <w:rFonts w:ascii="Arial" w:hAnsi="Arial" w:cs="Arial"/>
                <w:color w:val="000000" w:themeColor="text1"/>
                <w:sz w:val="20"/>
                <w:szCs w:val="20"/>
                <w:lang w:val="de-CH"/>
              </w:rPr>
              <w:t xml:space="preserve">9</w:t>
            </w:r>
            <w:r>
              <w:rPr>
                <w:rFonts w:ascii="Arial" w:hAnsi="Arial" w:cs="Arial"/>
                <w:color w:val="000000" w:themeColor="text1"/>
                <w:sz w:val="20"/>
                <w:szCs w:val="20"/>
                <w:lang w:val="de-CH"/>
              </w:rPr>
            </w:r>
          </w:p>
        </w:tc>
        <w:tc>
          <w:tcPr>
            <w:tcBorders/>
            <w:tcW w:w="2936"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beantworten die Fragen zum theoretischen Text (Übung 3a) </w:t>
            </w:r>
            <w:r>
              <w:rPr>
                <w:rFonts w:ascii="Arial" w:hAnsi="Arial" w:cs="Arial"/>
                <w:color w:val="000000" w:themeColor="text1"/>
                <w:sz w:val="20"/>
                <w:szCs w:val="20"/>
                <w:lang w:val="de-CH"/>
              </w:rPr>
              <w:t xml:space="preserve">allein</w:t>
            </w:r>
            <w:r>
              <w:rPr>
                <w:rFonts w:ascii="Arial" w:hAnsi="Arial" w:cs="Arial"/>
                <w:color w:val="000000" w:themeColor="text1"/>
                <w:sz w:val="20"/>
                <w:szCs w:val="20"/>
                <w:lang w:val="de-CH"/>
              </w:rPr>
              <w:t xml:space="preserve">. Anschliessend gemeinsame Diskussion im Plenum. </w:t>
            </w:r>
            <w:r>
              <w:rPr>
                <w:rFonts w:ascii="Arial" w:hAnsi="Arial" w:cs="Arial"/>
                <w:color w:val="000000" w:themeColor="text1"/>
                <w:sz w:val="20"/>
                <w:szCs w:val="20"/>
                <w:lang w:val="de-CH"/>
              </w:rPr>
              <w:t xml:space="preserve">Die Lehrperson </w:t>
            </w:r>
            <w:r>
              <w:rPr>
                <w:rFonts w:ascii="Arial" w:hAnsi="Arial" w:cs="Arial"/>
                <w:color w:val="000000" w:themeColor="text1"/>
                <w:sz w:val="20"/>
                <w:szCs w:val="20"/>
                <w:lang w:val="de-CH"/>
              </w:rPr>
              <w:t xml:space="preserve">erklärt </w:t>
            </w:r>
            <w:r>
              <w:rPr>
                <w:rFonts w:ascii="Arial" w:hAnsi="Arial" w:cs="Arial"/>
                <w:color w:val="000000" w:themeColor="text1"/>
                <w:sz w:val="20"/>
                <w:szCs w:val="20"/>
                <w:lang w:val="de-CH"/>
              </w:rPr>
              <w:t xml:space="preserve">(wo notwendig) </w:t>
            </w:r>
            <w:r>
              <w:rPr>
                <w:rFonts w:ascii="Arial" w:hAnsi="Arial" w:cs="Arial"/>
                <w:color w:val="000000" w:themeColor="text1"/>
                <w:sz w:val="20"/>
                <w:szCs w:val="20"/>
                <w:lang w:val="de-CH"/>
              </w:rPr>
              <w:t xml:space="preserve">die wichtigsten Punkte anhand der PowerPoint-Präsentation.</w:t>
            </w:r>
            <w:r>
              <w:rPr>
                <w:rFonts w:ascii="Arial" w:hAnsi="Arial" w:cs="Arial"/>
                <w:color w:val="000000" w:themeColor="text1"/>
                <w:sz w:val="20"/>
                <w:szCs w:val="20"/>
                <w:lang w:val="de-CH"/>
              </w:rPr>
            </w:r>
          </w:p>
        </w:tc>
        <w:tc>
          <w:tcPr>
            <w:tcBorders/>
            <w:tcW w:w="168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231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Postmigrantische Perspektive: Dekonstruktion von Integrationsbegriffen durch Sprache.</w:t>
            </w:r>
            <w:r>
              <w:rPr>
                <w:rFonts w:ascii="Arial" w:hAnsi="Arial" w:cs="Arial"/>
                <w:color w:val="000000" w:themeColor="text1"/>
                <w:sz w:val="20"/>
                <w:szCs w:val="20"/>
                <w:lang w:val="de-CH"/>
              </w:rPr>
            </w:r>
          </w:p>
        </w:tc>
      </w:tr>
      <w:tr>
        <w:trPr>
          <w:jc w:val="center"/>
          <w:trHeight w:val="948"/>
        </w:trPr>
        <w:tc>
          <w:tcPr>
            <w:tcBorders/>
            <w:tcW w:w="146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10 </w:t>
            </w:r>
            <w:r>
              <w:rPr>
                <w:rFonts w:ascii="Arial" w:hAnsi="Arial" w:cs="Arial"/>
                <w:color w:val="000000" w:themeColor="text1"/>
                <w:sz w:val="20"/>
                <w:szCs w:val="20"/>
                <w:lang w:val="de-CH"/>
              </w:rPr>
              <w:t xml:space="preserve">Minuten</w:t>
            </w:r>
            <w:r>
              <w:rPr>
                <w:rFonts w:ascii="Arial" w:hAnsi="Arial" w:cs="Arial"/>
                <w:color w:val="000000" w:themeColor="text1"/>
                <w:sz w:val="20"/>
                <w:szCs w:val="20"/>
                <w:lang w:val="de-CH"/>
              </w:rPr>
            </w:r>
          </w:p>
        </w:tc>
        <w:tc>
          <w:tcPr>
            <w:tcBorders/>
            <w:tcW w:w="274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Analyse von Medienquellen mit neuem theoretischen Wissen</w:t>
            </w:r>
            <w:r>
              <w:rPr>
                <w:rFonts w:ascii="Arial" w:hAnsi="Arial" w:cs="Arial"/>
                <w:color w:val="000000" w:themeColor="text1"/>
                <w:sz w:val="20"/>
                <w:szCs w:val="20"/>
                <w:lang w:val="de-CH"/>
              </w:rPr>
            </w:r>
          </w:p>
        </w:tc>
        <w:tc>
          <w:tcPr>
            <w:tcBorders/>
            <w:tcW w:w="230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wenden ihr Wissen zu den Themen Postmigration und Subjektivierung an</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214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14, Übung 3b)</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Smartphones / Tablets</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Whiteboard/Tafel</w:t>
            </w:r>
            <w:r>
              <w:rPr>
                <w:rFonts w:ascii="Arial" w:hAnsi="Arial" w:cs="Arial"/>
                <w:color w:val="000000" w:themeColor="text1"/>
                <w:sz w:val="20"/>
                <w:szCs w:val="20"/>
                <w:lang w:val="de-CH"/>
              </w:rPr>
            </w:r>
          </w:p>
        </w:tc>
        <w:tc>
          <w:tcPr>
            <w:tcBorders/>
            <w:tcW w:w="2936"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Übung 3b</w:t>
            </w:r>
            <w:r>
              <w:rPr>
                <w:rFonts w:ascii="Arial" w:hAnsi="Arial" w:cs="Arial"/>
                <w:color w:val="000000" w:themeColor="text1"/>
                <w:sz w:val="20"/>
                <w:szCs w:val="20"/>
                <w:lang w:val="de-CH"/>
              </w:rPr>
              <w:t xml:space="preserve"> wird im Plenum bearbeitet</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Schauen Sie sich </w:t>
            </w:r>
            <w:r>
              <w:rPr>
                <w:rFonts w:ascii="Arial" w:hAnsi="Arial" w:cs="Arial"/>
                <w:color w:val="000000" w:themeColor="text1"/>
                <w:sz w:val="20"/>
                <w:szCs w:val="20"/>
                <w:lang w:val="de-CH"/>
              </w:rPr>
              <w:t xml:space="preserve">gemeinsam </w:t>
            </w:r>
            <w:r>
              <w:rPr>
                <w:rFonts w:ascii="Arial" w:hAnsi="Arial" w:cs="Arial"/>
                <w:color w:val="000000" w:themeColor="text1"/>
                <w:sz w:val="20"/>
                <w:szCs w:val="20"/>
                <w:lang w:val="de-CH"/>
              </w:rPr>
              <w:t xml:space="preserve">einen der Instagram-Beiträge aus den Links</w:t>
            </w:r>
            <w:r>
              <w:rPr>
                <w:rFonts w:ascii="Arial" w:hAnsi="Arial" w:cs="Arial"/>
                <w:color w:val="000000" w:themeColor="text1"/>
                <w:sz w:val="20"/>
                <w:szCs w:val="20"/>
                <w:lang w:val="de-CH"/>
              </w:rPr>
              <w:t xml:space="preserve"> auf Seite 7</w:t>
            </w:r>
            <w:r>
              <w:rPr>
                <w:rFonts w:ascii="Arial" w:hAnsi="Arial" w:cs="Arial"/>
                <w:color w:val="000000" w:themeColor="text1"/>
                <w:sz w:val="20"/>
                <w:szCs w:val="20"/>
                <w:lang w:val="de-CH"/>
              </w:rPr>
              <w:t xml:space="preserve"> an. Diskutieren Sie</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 wie dieser Beitrag Identität und Subjektivierung darstellt.</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Lehrperson notiert die wichtigsten Erkenntnisse</w:t>
            </w:r>
            <w:r>
              <w:rPr>
                <w:rFonts w:ascii="Arial" w:hAnsi="Arial" w:cs="Arial"/>
                <w:color w:val="000000" w:themeColor="text1"/>
                <w:sz w:val="20"/>
                <w:szCs w:val="20"/>
                <w:lang w:val="de-CH"/>
              </w:rPr>
              <w:t xml:space="preserve"> auf </w:t>
            </w:r>
            <w:r>
              <w:rPr>
                <w:rFonts w:ascii="Arial" w:hAnsi="Arial" w:cs="Arial"/>
                <w:color w:val="000000" w:themeColor="text1"/>
                <w:sz w:val="20"/>
                <w:szCs w:val="20"/>
                <w:lang w:val="de-CH"/>
              </w:rPr>
              <w:t xml:space="preserve">dem Whiteboard/der Wandtafel</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168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Plenum</w:t>
            </w:r>
            <w:r>
              <w:rPr>
                <w:rFonts w:ascii="Arial" w:hAnsi="Arial" w:cs="Arial"/>
                <w:color w:val="000000" w:themeColor="text1"/>
                <w:sz w:val="20"/>
                <w:szCs w:val="20"/>
                <w:lang w:val="de-CH"/>
              </w:rPr>
            </w:r>
          </w:p>
        </w:tc>
        <w:tc>
          <w:tcPr>
            <w:tcBorders/>
            <w:tcW w:w="231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Multimodalität und Soziolinguistik: Wie Identität dargestellt und sprachlich konstituiert wird.</w:t>
            </w:r>
            <w:r>
              <w:rPr>
                <w:rFonts w:ascii="Arial" w:hAnsi="Arial" w:cs="Arial"/>
                <w:color w:val="000000" w:themeColor="text1"/>
                <w:sz w:val="20"/>
                <w:szCs w:val="20"/>
                <w:lang w:val="de-CH"/>
              </w:rPr>
            </w:r>
          </w:p>
        </w:tc>
      </w:tr>
      <w:tr>
        <w:trPr>
          <w:jc w:val="center"/>
          <w:trHeight w:val="948"/>
        </w:trPr>
        <w:tc>
          <w:tcPr>
            <w:tcBorders/>
            <w:tcW w:w="146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5 Minuten</w:t>
            </w:r>
            <w:r>
              <w:rPr>
                <w:rFonts w:ascii="Arial" w:hAnsi="Arial" w:cs="Arial"/>
                <w:color w:val="000000" w:themeColor="text1"/>
                <w:sz w:val="20"/>
                <w:szCs w:val="20"/>
                <w:lang w:val="de-CH"/>
              </w:rPr>
            </w:r>
          </w:p>
        </w:tc>
        <w:tc>
          <w:tcPr>
            <w:tcBorders/>
            <w:tcW w:w="2741"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Zusammenfassung der Lektion</w:t>
            </w:r>
            <w:r>
              <w:rPr>
                <w:rFonts w:ascii="Arial" w:hAnsi="Arial" w:cs="Arial"/>
                <w:color w:val="000000" w:themeColor="text1"/>
                <w:sz w:val="20"/>
                <w:szCs w:val="20"/>
                <w:lang w:val="de-CH"/>
              </w:rPr>
            </w:r>
          </w:p>
        </w:tc>
        <w:tc>
          <w:tcPr>
            <w:tcBorders/>
            <w:tcW w:w="230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c>
          <w:tcPr>
            <w:tcBorders/>
            <w:tcW w:w="214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c>
          <w:tcPr>
            <w:tcBorders/>
            <w:tcW w:w="2936"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Zusammenfassung der Übung 3a) und 3b) und Anwendung der Begriffe Postmigration und Subjektivierung im Plenum.</w:t>
            </w:r>
            <w:r>
              <w:rPr>
                <w:rFonts w:ascii="Arial" w:hAnsi="Arial" w:cs="Arial"/>
                <w:color w:val="000000" w:themeColor="text1"/>
                <w:sz w:val="20"/>
                <w:szCs w:val="20"/>
                <w:lang w:val="de-CH"/>
              </w:rPr>
            </w:r>
          </w:p>
        </w:tc>
        <w:tc>
          <w:tcPr>
            <w:tcBorders/>
            <w:tcW w:w="168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tc>
        <w:tc>
          <w:tcPr>
            <w:tcBorders/>
            <w:tcW w:w="2317"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bl>
    <w:p>
      <w:pPr>
        <w:pBdr/>
        <w:spacing/>
        <w:ind w:left="-567"/>
        <w:rPr>
          <w:rFonts w:ascii="Arial" w:hAnsi="Arial" w:cs="Arial"/>
          <w:sz w:val="20"/>
          <w:szCs w:val="20"/>
          <w:lang w:val="de-CH"/>
        </w:rPr>
      </w:pPr>
      <w:r>
        <w:rPr>
          <w:rFonts w:ascii="Arial" w:hAnsi="Arial" w:cs="Arial"/>
          <w:sz w:val="20"/>
          <w:szCs w:val="20"/>
          <w:lang w:val="de-CH"/>
        </w:rPr>
        <w:t xml:space="preserve"> </w:t>
      </w:r>
      <w:r>
        <w:rPr>
          <w:rFonts w:ascii="Arial" w:hAnsi="Arial" w:cs="Arial"/>
          <w:sz w:val="20"/>
          <w:szCs w:val="20"/>
          <w:lang w:val="de-CH"/>
        </w:rPr>
      </w:r>
    </w:p>
    <w:p>
      <w:pPr>
        <w:pBdr/>
        <w:spacing w:after="0" w:line="240" w:lineRule="auto"/>
        <w:ind/>
        <w:rPr>
          <w:rFonts w:ascii="Arial" w:hAnsi="Arial" w:cs="Arial"/>
          <w:b/>
          <w:bCs/>
          <w:sz w:val="24"/>
          <w:lang w:val="de-CH"/>
        </w:rPr>
      </w:pPr>
      <w:r>
        <w:rPr>
          <w:rFonts w:ascii="Arial" w:hAnsi="Arial" w:cs="Arial"/>
          <w:b/>
          <w:bCs/>
          <w:sz w:val="24"/>
          <w:lang w:val="de-CH"/>
        </w:rPr>
        <w:br w:type="page" w:clear="all"/>
      </w:r>
      <w:r>
        <w:rPr>
          <w:rFonts w:ascii="Arial" w:hAnsi="Arial" w:cs="Arial"/>
          <w:b/>
          <w:bCs/>
          <w:sz w:val="24"/>
          <w:lang w:val="de-CH"/>
        </w:rPr>
      </w:r>
    </w:p>
    <w:p>
      <w:pPr>
        <w:pBdr/>
        <w:spacing/>
        <w:ind w:left="-567"/>
        <w:rPr>
          <w:rFonts w:ascii="Arial" w:hAnsi="Arial" w:cs="Arial"/>
          <w:sz w:val="20"/>
          <w:szCs w:val="20"/>
          <w:lang w:val="de-CH"/>
        </w:rPr>
      </w:pPr>
      <w:r>
        <w:rPr>
          <w:rFonts w:ascii="Arial" w:hAnsi="Arial" w:cs="Arial"/>
          <w:b/>
          <w:bCs/>
          <w:sz w:val="24"/>
          <w:lang w:val="de-CH"/>
        </w:rPr>
        <w:t xml:space="preserve">Lektion 4</w:t>
      </w:r>
      <w:r>
        <w:rPr>
          <w:rFonts w:ascii="Arial" w:hAnsi="Arial" w:cs="Arial"/>
          <w:sz w:val="20"/>
          <w:szCs w:val="20"/>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Diese Lektion beinhaltet:</w:t>
      </w:r>
      <w:r>
        <w:rPr>
          <w:rFonts w:ascii="Arial" w:hAnsi="Arial" w:cs="Arial"/>
          <w:b/>
          <w:bCs/>
          <w:sz w:val="20"/>
          <w:szCs w:val="20"/>
          <w:lang w:val="de-CH"/>
        </w:rPr>
      </w:r>
    </w:p>
    <w:p>
      <w:pPr>
        <w:pStyle w:val="944"/>
        <w:numPr>
          <w:ilvl w:val="0"/>
          <w:numId w:val="3"/>
        </w:numPr>
        <w:pBdr/>
        <w:spacing/>
        <w:ind/>
        <w:rPr>
          <w:rFonts w:ascii="Arial" w:hAnsi="Arial" w:cs="Arial"/>
          <w:sz w:val="20"/>
          <w:szCs w:val="20"/>
          <w:lang w:val="de-CH"/>
        </w:rPr>
      </w:pPr>
      <w:r>
        <w:rPr>
          <w:rFonts w:ascii="Arial" w:hAnsi="Arial" w:cs="Arial"/>
          <w:sz w:val="20"/>
          <w:szCs w:val="20"/>
          <w:lang w:val="de-CH"/>
        </w:rPr>
        <w:t xml:space="preserve">Die Analyse eines Musikvideos zur Darstellung von Migration und Identität</w:t>
      </w:r>
      <w:r>
        <w:rPr>
          <w:rFonts w:ascii="Arial" w:hAnsi="Arial" w:cs="Arial"/>
          <w:sz w:val="20"/>
          <w:szCs w:val="20"/>
          <w:lang w:val="de-CH"/>
        </w:rPr>
        <w:t xml:space="preserve">.</w:t>
      </w:r>
      <w:r>
        <w:rPr>
          <w:rFonts w:ascii="Arial" w:hAnsi="Arial" w:cs="Arial"/>
          <w:sz w:val="20"/>
          <w:szCs w:val="20"/>
          <w:lang w:val="de-CH"/>
        </w:rPr>
      </w:r>
    </w:p>
    <w:p>
      <w:pPr>
        <w:pStyle w:val="944"/>
        <w:numPr>
          <w:ilvl w:val="0"/>
          <w:numId w:val="3"/>
        </w:numPr>
        <w:pBdr/>
        <w:spacing/>
        <w:ind/>
        <w:rPr>
          <w:rFonts w:ascii="Arial" w:hAnsi="Arial" w:cs="Arial"/>
          <w:sz w:val="20"/>
          <w:szCs w:val="20"/>
          <w:lang w:val="de-CH"/>
        </w:rPr>
      </w:pPr>
      <w:r>
        <w:rPr>
          <w:rFonts w:ascii="Arial" w:hAnsi="Arial" w:cs="Arial"/>
          <w:sz w:val="20"/>
          <w:szCs w:val="20"/>
          <w:lang w:val="de-CH"/>
        </w:rPr>
        <w:t xml:space="preserve">Die Reflexion zum Thema </w:t>
      </w:r>
      <w:r>
        <w:rPr>
          <w:rFonts w:ascii="Arial" w:hAnsi="Arial" w:cs="Arial"/>
          <w:sz w:val="20"/>
          <w:szCs w:val="20"/>
          <w:lang w:val="de-CH"/>
        </w:rPr>
        <w:t xml:space="preserve">Postmigration</w:t>
      </w:r>
      <w:r>
        <w:rPr>
          <w:rFonts w:ascii="Arial" w:hAnsi="Arial" w:cs="Arial"/>
          <w:sz w:val="20"/>
          <w:szCs w:val="20"/>
          <w:lang w:val="de-CH"/>
        </w:rPr>
        <w:t xml:space="preserve">, Identität und Subjektivierung.</w:t>
      </w:r>
      <w:r>
        <w:rPr>
          <w:rFonts w:ascii="Arial" w:hAnsi="Arial" w:cs="Arial"/>
          <w:sz w:val="20"/>
          <w:szCs w:val="20"/>
          <w:lang w:val="de-CH"/>
        </w:rPr>
      </w:r>
    </w:p>
    <w:p>
      <w:pPr>
        <w:pBdr/>
        <w:spacing/>
        <w:ind w:left="-567"/>
        <w:rPr>
          <w:rFonts w:ascii="Arial" w:hAnsi="Arial" w:cs="Arial"/>
          <w:b/>
          <w:bCs/>
          <w:sz w:val="20"/>
          <w:szCs w:val="20"/>
          <w:lang w:val="de-CH"/>
        </w:rPr>
      </w:pPr>
      <w:r>
        <w:rPr>
          <w:rFonts w:ascii="Arial" w:hAnsi="Arial" w:cs="Arial"/>
          <w:b/>
          <w:bCs/>
          <w:sz w:val="20"/>
          <w:szCs w:val="20"/>
          <w:lang w:val="de-CH"/>
        </w:rPr>
        <w:t xml:space="preserve">Lernziele:</w:t>
      </w:r>
      <w:r>
        <w:rPr>
          <w:rFonts w:ascii="Arial" w:hAnsi="Arial" w:cs="Arial"/>
          <w:b/>
          <w:bCs/>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w:t>
      </w:r>
      <w:r>
        <w:rPr>
          <w:rFonts w:ascii="Arial" w:hAnsi="Arial" w:cs="Arial"/>
          <w:sz w:val="20"/>
          <w:szCs w:val="20"/>
          <w:lang w:val="de-CH"/>
        </w:rPr>
        <w:t xml:space="preserve">analysieren sprachliche und visuelle Gestaltungsmittel in einem Musikvideo und verstehen, wie Musik Migration und Identität thematisieren kann.</w:t>
      </w:r>
      <w:r>
        <w:rPr>
          <w:rFonts w:ascii="Arial" w:hAnsi="Arial" w:cs="Arial"/>
          <w:sz w:val="20"/>
          <w:szCs w:val="20"/>
          <w:lang w:val="de-CH"/>
        </w:rPr>
      </w:r>
    </w:p>
    <w:p>
      <w:pPr>
        <w:pStyle w:val="944"/>
        <w:numPr>
          <w:ilvl w:val="0"/>
          <w:numId w:val="1"/>
        </w:numPr>
        <w:pBdr/>
        <w:spacing/>
        <w:ind/>
        <w:rPr>
          <w:rFonts w:ascii="Arial" w:hAnsi="Arial" w:cs="Arial"/>
          <w:sz w:val="20"/>
          <w:szCs w:val="20"/>
          <w:lang w:val="de-CH"/>
        </w:rPr>
      </w:pPr>
      <w:r>
        <w:rPr>
          <w:rFonts w:ascii="Arial" w:hAnsi="Arial" w:cs="Arial"/>
          <w:sz w:val="20"/>
          <w:szCs w:val="20"/>
          <w:lang w:val="de-CH"/>
        </w:rPr>
        <w:t xml:space="preserve">Die Schüler:innen reflektieren</w:t>
      </w:r>
      <w:r>
        <w:rPr>
          <w:rFonts w:ascii="Arial" w:hAnsi="Arial" w:cs="Arial"/>
          <w:sz w:val="20"/>
          <w:szCs w:val="20"/>
          <w:lang w:val="de-CH"/>
        </w:rPr>
        <w:t xml:space="preserve"> ihr Wissen zu den Themen Postmigration, Identität und Subjektivierung. </w:t>
      </w:r>
      <w:r>
        <w:rPr>
          <w:rFonts w:ascii="Arial" w:hAnsi="Arial" w:cs="Arial"/>
          <w:sz w:val="20"/>
          <w:szCs w:val="20"/>
          <w:lang w:val="de-CH"/>
        </w:rPr>
        <w:t xml:space="preserve"> </w:t>
      </w:r>
      <w:r>
        <w:rPr>
          <w:rFonts w:ascii="Arial" w:hAnsi="Arial" w:cs="Arial"/>
          <w:sz w:val="20"/>
          <w:szCs w:val="20"/>
          <w:lang w:val="de-CH"/>
        </w:rPr>
      </w:r>
    </w:p>
    <w:tbl>
      <w:tblPr>
        <w:tblStyle w:val="945"/>
        <w:tblW w:w="15592" w:type="dxa"/>
        <w:jc w:val="center"/>
        <w:tblBorders/>
        <w:tblLook w:val="04A0" w:firstRow="1" w:lastRow="0" w:firstColumn="1" w:lastColumn="0" w:noHBand="0" w:noVBand="1"/>
      </w:tblPr>
      <w:tblGrid>
        <w:gridCol w:w="1294"/>
        <w:gridCol w:w="2494"/>
        <w:gridCol w:w="2085"/>
        <w:gridCol w:w="3423"/>
        <w:gridCol w:w="2614"/>
        <w:gridCol w:w="1608"/>
        <w:gridCol w:w="2074"/>
      </w:tblGrid>
      <w:tr>
        <w:trPr>
          <w:jc w:val="center"/>
          <w:trHeight w:val="948"/>
        </w:trPr>
        <w:tc>
          <w:tcPr>
            <w:shd w:val="clear" w:color="auto" w:fill="c7e2e8"/>
            <w:tcBorders/>
            <w:tcW w:w="1294"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Dauer</w:t>
            </w:r>
            <w:r>
              <w:rPr>
                <w:rFonts w:ascii="Arial" w:hAnsi="Arial" w:cs="Arial"/>
                <w:b/>
                <w:bCs/>
                <w:sz w:val="20"/>
                <w:szCs w:val="20"/>
                <w:lang w:val="de-CH"/>
              </w:rPr>
            </w:r>
          </w:p>
        </w:tc>
        <w:tc>
          <w:tcPr>
            <w:shd w:val="clear" w:color="auto" w:fill="c7e2e8"/>
            <w:tcBorders/>
            <w:tcW w:w="2494" w:type="dxa"/>
            <w:vAlign w:val="center"/>
            <w:textDirection w:val="lrTb"/>
            <w:noWrap w:val="false"/>
          </w:tcPr>
          <w:p>
            <w:pPr>
              <w:pBdr/>
              <w:spacing w:line="240" w:lineRule="auto"/>
              <w:ind/>
              <w:jc w:val="center"/>
              <w:rPr>
                <w:rFonts w:ascii="Arial" w:hAnsi="Arial" w:cs="Arial"/>
                <w:b/>
                <w:bCs/>
                <w:sz w:val="20"/>
                <w:szCs w:val="20"/>
                <w:lang w:val="de-CH"/>
              </w:rPr>
            </w:pPr>
            <w:r>
              <w:rPr>
                <w:rFonts w:ascii="Arial" w:hAnsi="Arial" w:cs="Arial"/>
                <w:b/>
                <w:bCs/>
                <w:sz w:val="20"/>
                <w:szCs w:val="20"/>
                <w:lang w:val="de-CH"/>
              </w:rPr>
              <w:t xml:space="preserve">Inhalt</w:t>
            </w:r>
            <w:r>
              <w:rPr>
                <w:rFonts w:ascii="Arial" w:hAnsi="Arial" w:cs="Arial"/>
                <w:b/>
                <w:bCs/>
                <w:sz w:val="20"/>
                <w:szCs w:val="20"/>
                <w:lang w:val="de-CH"/>
              </w:rPr>
            </w:r>
          </w:p>
        </w:tc>
        <w:tc>
          <w:tcPr>
            <w:shd w:val="clear" w:color="auto" w:fill="c7e2e8"/>
            <w:tcBorders/>
            <w:tcW w:w="2085"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Lernziel</w:t>
            </w:r>
            <w:r>
              <w:rPr>
                <w:rFonts w:ascii="Arial" w:hAnsi="Arial" w:cs="Arial"/>
                <w:b/>
                <w:bCs/>
                <w:sz w:val="20"/>
                <w:szCs w:val="20"/>
                <w:lang w:val="de-CH"/>
              </w:rPr>
            </w:r>
          </w:p>
        </w:tc>
        <w:tc>
          <w:tcPr>
            <w:shd w:val="clear" w:color="auto" w:fill="c7e2e8"/>
            <w:tcBorders/>
            <w:tcW w:w="3423"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Unterlagen/Material</w:t>
            </w:r>
            <w:r>
              <w:rPr>
                <w:rFonts w:ascii="Arial" w:hAnsi="Arial" w:cs="Arial"/>
                <w:b/>
                <w:bCs/>
                <w:sz w:val="20"/>
                <w:szCs w:val="20"/>
                <w:lang w:val="de-CH"/>
              </w:rPr>
            </w:r>
          </w:p>
        </w:tc>
        <w:tc>
          <w:tcPr>
            <w:shd w:val="clear" w:color="auto" w:fill="c7e2e8"/>
            <w:tcBorders/>
            <w:tcW w:w="2614"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Wie?</w:t>
            </w:r>
            <w:r>
              <w:rPr>
                <w:rFonts w:ascii="Arial" w:hAnsi="Arial" w:cs="Arial"/>
                <w:b/>
                <w:bCs/>
                <w:sz w:val="20"/>
                <w:szCs w:val="20"/>
                <w:lang w:val="de-CH"/>
              </w:rPr>
            </w:r>
          </w:p>
        </w:tc>
        <w:tc>
          <w:tcPr>
            <w:shd w:val="clear" w:color="auto" w:fill="c7e2e8"/>
            <w:tcBorders/>
            <w:tcW w:w="1608"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Wer?</w:t>
            </w:r>
            <w:r>
              <w:rPr>
                <w:rFonts w:ascii="Arial" w:hAnsi="Arial" w:cs="Arial"/>
                <w:b/>
                <w:bCs/>
                <w:sz w:val="20"/>
                <w:szCs w:val="20"/>
                <w:lang w:val="de-CH"/>
              </w:rPr>
            </w:r>
          </w:p>
        </w:tc>
        <w:tc>
          <w:tcPr>
            <w:shd w:val="clear" w:color="auto" w:fill="c7e2e8"/>
            <w:tcBorders/>
            <w:tcW w:w="2074" w:type="dxa"/>
            <w:vAlign w:val="center"/>
            <w:textDirection w:val="lrTb"/>
            <w:noWrap w:val="false"/>
          </w:tcPr>
          <w:p>
            <w:pPr>
              <w:pBdr/>
              <w:spacing/>
              <w:ind/>
              <w:jc w:val="center"/>
              <w:rPr>
                <w:rFonts w:ascii="Arial" w:hAnsi="Arial" w:cs="Arial"/>
                <w:b/>
                <w:bCs/>
                <w:sz w:val="20"/>
                <w:szCs w:val="20"/>
                <w:lang w:val="de-CH"/>
              </w:rPr>
            </w:pPr>
            <w:r>
              <w:rPr>
                <w:rFonts w:ascii="Arial" w:hAnsi="Arial" w:cs="Arial"/>
                <w:b/>
                <w:bCs/>
                <w:sz w:val="20"/>
                <w:szCs w:val="20"/>
                <w:lang w:val="de-CH"/>
              </w:rPr>
              <w:t xml:space="preserve">Linguistische Konzepte</w:t>
            </w:r>
            <w:r>
              <w:rPr>
                <w:rFonts w:ascii="Arial" w:hAnsi="Arial" w:cs="Arial"/>
                <w:b/>
                <w:bCs/>
                <w:sz w:val="20"/>
                <w:szCs w:val="20"/>
                <w:lang w:val="de-CH"/>
              </w:rPr>
            </w:r>
          </w:p>
        </w:tc>
      </w:tr>
      <w:tr>
        <w:trPr>
          <w:jc w:val="center"/>
          <w:trHeight w:val="948"/>
        </w:trPr>
        <w:tc>
          <w:tcPr>
            <w:tcBorders/>
            <w:tcW w:w="12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5</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4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Heranführung: Musik und Migration</w:t>
            </w:r>
            <w:r>
              <w:rPr>
                <w:rFonts w:ascii="Arial" w:hAnsi="Arial" w:cs="Arial"/>
                <w:color w:val="000000" w:themeColor="text1"/>
                <w:sz w:val="20"/>
                <w:szCs w:val="20"/>
                <w:lang w:val="de-CH"/>
              </w:rPr>
            </w:r>
          </w:p>
        </w:tc>
        <w:tc>
          <w:tcPr>
            <w:tcBorders/>
            <w:tcW w:w="208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c>
          <w:tcPr>
            <w:tcBorders/>
            <w:tcW w:w="3423"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YouTube</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hyperlink r:id="rId12" w:tooltip="https://www.youtube.com/watch?v=-pe_Kkg98zs" w:history="1">
              <w:r>
                <w:rPr>
                  <w:rStyle w:val="951"/>
                  <w:rFonts w:ascii="Arial" w:hAnsi="Arial" w:cs="Arial"/>
                  <w:sz w:val="20"/>
                  <w:szCs w:val="20"/>
                  <w:lang w:val="de-CH"/>
                </w:rPr>
                <w:t xml:space="preserve">https://www.youtube.com/watch?v=-pe_Kkg98zs</w:t>
              </w:r>
            </w:hyperlink>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PowerPoint, S. </w:t>
            </w: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0</w:t>
            </w:r>
            <w:r>
              <w:rPr>
                <w:rFonts w:ascii="Arial" w:hAnsi="Arial" w:cs="Arial"/>
                <w:color w:val="000000" w:themeColor="text1"/>
                <w:sz w:val="20"/>
                <w:szCs w:val="20"/>
                <w:lang w:val="de-CH"/>
              </w:rPr>
            </w:r>
          </w:p>
        </w:tc>
        <w:tc>
          <w:tcPr>
            <w:tcBorders/>
            <w:tcW w:w="261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Lehrperson spielt</w:t>
            </w:r>
            <w:r>
              <w:rPr>
                <w:rFonts w:ascii="Arial" w:hAnsi="Arial" w:cs="Arial"/>
                <w:color w:val="000000" w:themeColor="text1"/>
                <w:sz w:val="20"/>
                <w:szCs w:val="20"/>
                <w:lang w:val="de-CH"/>
              </w:rPr>
              <w:t xml:space="preserve"> das Musikvideo von </w:t>
            </w:r>
            <w:r>
              <w:rPr>
                <w:rFonts w:ascii="Arial" w:hAnsi="Arial" w:cs="Arial"/>
                <w:color w:val="000000" w:themeColor="text1"/>
                <w:sz w:val="20"/>
                <w:szCs w:val="20"/>
                <w:lang w:val="de-CH"/>
              </w:rPr>
              <w:t xml:space="preserve">Apsilon</w:t>
            </w:r>
            <w:r>
              <w:rPr>
                <w:rFonts w:ascii="Arial" w:hAnsi="Arial" w:cs="Arial"/>
                <w:color w:val="000000" w:themeColor="text1"/>
                <w:sz w:val="20"/>
                <w:szCs w:val="20"/>
                <w:lang w:val="de-CH"/>
              </w:rPr>
              <w:t xml:space="preserve"> (</w:t>
            </w:r>
            <w:r>
              <w:rPr>
                <w:rFonts w:ascii="Arial" w:hAnsi="Arial" w:cs="Arial"/>
                <w:i/>
                <w:iCs/>
                <w:color w:val="000000" w:themeColor="text1"/>
                <w:sz w:val="20"/>
                <w:szCs w:val="20"/>
                <w:lang w:val="de-CH"/>
              </w:rPr>
              <w:t xml:space="preserve">Baba</w:t>
            </w:r>
            <w:r>
              <w:rPr>
                <w:rFonts w:ascii="Arial" w:hAnsi="Arial" w:cs="Arial"/>
                <w:color w:val="000000" w:themeColor="text1"/>
                <w:sz w:val="20"/>
                <w:szCs w:val="20"/>
                <w:lang w:val="de-CH"/>
              </w:rPr>
              <w:t xml:space="preserve">) ab. Die Schüler:innen sollen daraufhin instinktiv ihre Gedanken äussern. </w:t>
            </w:r>
            <w:r>
              <w:rPr>
                <w:rFonts w:ascii="Arial" w:hAnsi="Arial" w:cs="Arial"/>
                <w:color w:val="000000" w:themeColor="text1"/>
                <w:sz w:val="20"/>
                <w:szCs w:val="20"/>
                <w:lang w:val="de-CH"/>
              </w:rPr>
            </w:r>
          </w:p>
        </w:tc>
        <w:tc>
          <w:tcPr>
            <w:tcBorders/>
            <w:tcW w:w="160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tc>
        <w:tc>
          <w:tcPr>
            <w:tcBorders/>
            <w:tcW w:w="2074" w:type="dxa"/>
            <w:vAlign w:val="center"/>
            <w:textDirection w:val="lrTb"/>
            <w:noWrap w:val="false"/>
          </w:tcPr>
          <w:p>
            <w:pPr>
              <w:pBdr/>
              <w:spacing w:after="0" w:line="240" w:lineRule="auto"/>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r>
        <w:trPr>
          <w:jc w:val="center"/>
          <w:trHeight w:val="948"/>
        </w:trPr>
        <w:tc>
          <w:tcPr>
            <w:tcBorders/>
            <w:tcW w:w="12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0</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4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Analyse des Musikvideos in Verbindung zu den theoretischen Texten</w:t>
            </w:r>
            <w:r>
              <w:rPr>
                <w:rFonts w:ascii="Arial" w:hAnsi="Arial" w:cs="Arial"/>
                <w:color w:val="000000" w:themeColor="text1"/>
                <w:sz w:val="20"/>
                <w:szCs w:val="20"/>
                <w:lang w:val="de-CH"/>
              </w:rPr>
            </w:r>
          </w:p>
        </w:tc>
        <w:tc>
          <w:tcPr>
            <w:tcBorders/>
            <w:tcW w:w="208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w:t>
            </w:r>
            <w:r>
              <w:rPr>
                <w:rFonts w:ascii="Arial" w:hAnsi="Arial" w:cs="Arial"/>
                <w:color w:val="000000" w:themeColor="text1"/>
                <w:sz w:val="20"/>
                <w:szCs w:val="20"/>
                <w:lang w:val="de-CH"/>
              </w:rPr>
              <w:t xml:space="preserve">erkennen sprachliche und visuelle Mittel zur Thematisierung von Migration und Identität. </w:t>
            </w:r>
            <w:r>
              <w:rPr>
                <w:rFonts w:ascii="Arial" w:hAnsi="Arial" w:cs="Arial"/>
                <w:color w:val="000000" w:themeColor="text1"/>
                <w:sz w:val="20"/>
                <w:szCs w:val="20"/>
                <w:lang w:val="de-CH"/>
              </w:rPr>
            </w:r>
          </w:p>
        </w:tc>
        <w:tc>
          <w:tcPr>
            <w:tcBorders/>
            <w:tcW w:w="3423"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w:t>
            </w:r>
            <w:r>
              <w:rPr>
                <w:rFonts w:ascii="Arial" w:hAnsi="Arial" w:cs="Arial"/>
                <w:color w:val="000000" w:themeColor="text1"/>
                <w:sz w:val="20"/>
                <w:szCs w:val="20"/>
                <w:lang w:val="de-CH"/>
              </w:rPr>
              <w:t xml:space="preserve">. 1</w:t>
            </w:r>
            <w:r>
              <w:rPr>
                <w:rFonts w:ascii="Arial" w:hAnsi="Arial" w:cs="Arial"/>
                <w:color w:val="000000" w:themeColor="text1"/>
                <w:sz w:val="20"/>
                <w:szCs w:val="20"/>
                <w:lang w:val="de-CH"/>
              </w:rPr>
              <w:t xml:space="preserve">5</w:t>
            </w:r>
            <w:r>
              <w:rPr>
                <w:rFonts w:ascii="Arial" w:hAnsi="Arial" w:cs="Arial"/>
                <w:color w:val="000000" w:themeColor="text1"/>
                <w:sz w:val="20"/>
                <w:szCs w:val="20"/>
                <w:lang w:val="de-CH"/>
              </w:rPr>
              <w:t xml:space="preserve">, Übung 4</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YouTube</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PowerPoint, S. </w:t>
            </w: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0</w:t>
            </w:r>
            <w:r>
              <w:rPr>
                <w:rFonts w:ascii="Arial" w:hAnsi="Arial" w:cs="Arial"/>
                <w:color w:val="000000" w:themeColor="text1"/>
                <w:sz w:val="20"/>
                <w:szCs w:val="20"/>
                <w:lang w:val="de-CH"/>
              </w:rPr>
            </w:r>
          </w:p>
        </w:tc>
        <w:tc>
          <w:tcPr>
            <w:tcBorders/>
            <w:tcW w:w="261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w:t>
            </w:r>
            <w:r>
              <w:rPr>
                <w:rFonts w:ascii="Arial" w:hAnsi="Arial" w:cs="Arial"/>
                <w:color w:val="000000" w:themeColor="text1"/>
                <w:sz w:val="20"/>
                <w:szCs w:val="20"/>
                <w:lang w:val="de-CH"/>
              </w:rPr>
              <w:t xml:space="preserve">as Musikvideo </w:t>
            </w:r>
            <w:r>
              <w:rPr>
                <w:rFonts w:ascii="Arial" w:hAnsi="Arial" w:cs="Arial"/>
                <w:color w:val="000000" w:themeColor="text1"/>
                <w:sz w:val="20"/>
                <w:szCs w:val="20"/>
                <w:lang w:val="de-CH"/>
              </w:rPr>
              <w:t xml:space="preserve">wird nochmals abgespielt</w:t>
            </w:r>
            <w:r>
              <w:rPr>
                <w:rFonts w:ascii="Arial" w:hAnsi="Arial" w:cs="Arial"/>
                <w:color w:val="000000" w:themeColor="text1"/>
                <w:sz w:val="20"/>
                <w:szCs w:val="20"/>
                <w:lang w:val="de-CH"/>
              </w:rPr>
              <w:t xml:space="preserve">. Die Schüler:innen machen sich Notizen zu folgenden Fragen (Übung 4): Welche sprachlichen und bildlichen Mittel nutzt der Künstler </w:t>
            </w:r>
            <w:r>
              <w:rPr>
                <w:rFonts w:ascii="Arial" w:hAnsi="Arial" w:cs="Arial"/>
                <w:color w:val="000000" w:themeColor="text1"/>
                <w:sz w:val="20"/>
                <w:szCs w:val="20"/>
                <w:lang w:val="de-CH"/>
              </w:rPr>
              <w:t xml:space="preserve">Apsilon</w:t>
            </w:r>
            <w:r>
              <w:rPr>
                <w:rFonts w:ascii="Arial" w:hAnsi="Arial" w:cs="Arial"/>
                <w:color w:val="000000" w:themeColor="text1"/>
                <w:sz w:val="20"/>
                <w:szCs w:val="20"/>
                <w:lang w:val="de-CH"/>
              </w:rPr>
              <w:t xml:space="preserve">, um Identität und Migration zu thematisieren? Inwiefern spiegeln sich </w:t>
            </w:r>
            <w:r>
              <w:rPr>
                <w:rFonts w:ascii="Arial" w:hAnsi="Arial" w:cs="Arial"/>
                <w:color w:val="000000" w:themeColor="text1"/>
                <w:sz w:val="20"/>
                <w:szCs w:val="20"/>
                <w:lang w:val="de-CH"/>
              </w:rPr>
              <w:t xml:space="preserve">postmigrantische Erfahrungen wider?</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Abschliessende Diskussion</w:t>
            </w:r>
            <w:r>
              <w:rPr>
                <w:rFonts w:ascii="Arial" w:hAnsi="Arial" w:cs="Arial"/>
                <w:color w:val="000000" w:themeColor="text1"/>
                <w:sz w:val="20"/>
                <w:szCs w:val="20"/>
                <w:lang w:val="de-CH"/>
              </w:rPr>
              <w:t xml:space="preserve"> im Plenum.</w:t>
            </w:r>
            <w:r>
              <w:rPr>
                <w:rFonts w:ascii="Arial" w:hAnsi="Arial" w:cs="Arial"/>
                <w:color w:val="000000" w:themeColor="text1"/>
                <w:sz w:val="20"/>
                <w:szCs w:val="20"/>
                <w:lang w:val="de-CH"/>
              </w:rPr>
            </w:r>
          </w:p>
        </w:tc>
        <w:tc>
          <w:tcPr>
            <w:tcBorders/>
            <w:tcW w:w="160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207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Soziolinguistik: Wie Identität durch Sprache konstruiert wird. </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Sprachbilder / Metaphern: Wie Migration und Zugehörigkeit in Liedtexten ausgedrückt wird. </w:t>
            </w:r>
            <w:r>
              <w:rPr>
                <w:rFonts w:ascii="Arial" w:hAnsi="Arial" w:cs="Arial"/>
                <w:color w:val="000000" w:themeColor="text1"/>
                <w:sz w:val="20"/>
                <w:szCs w:val="20"/>
                <w:lang w:val="de-CH"/>
              </w:rPr>
            </w:r>
          </w:p>
        </w:tc>
      </w:tr>
      <w:tr>
        <w:trPr>
          <w:jc w:val="center"/>
          <w:trHeight w:val="948"/>
        </w:trPr>
        <w:tc>
          <w:tcPr>
            <w:tcBorders/>
            <w:tcW w:w="12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10 Minuten</w:t>
            </w:r>
            <w:r>
              <w:rPr>
                <w:rFonts w:ascii="Arial" w:hAnsi="Arial" w:cs="Arial"/>
                <w:color w:val="000000" w:themeColor="text1"/>
                <w:sz w:val="20"/>
                <w:szCs w:val="20"/>
                <w:lang w:val="de-CH"/>
              </w:rPr>
            </w:r>
          </w:p>
        </w:tc>
        <w:tc>
          <w:tcPr>
            <w:tcBorders/>
            <w:tcW w:w="24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Assoziationsübung: Musik und Identität</w:t>
            </w:r>
            <w:r>
              <w:rPr>
                <w:rFonts w:ascii="Arial" w:hAnsi="Arial" w:cs="Arial"/>
                <w:color w:val="000000" w:themeColor="text1"/>
                <w:sz w:val="20"/>
                <w:szCs w:val="20"/>
                <w:lang w:val="de-CH"/>
              </w:rPr>
            </w:r>
          </w:p>
        </w:tc>
        <w:tc>
          <w:tcPr>
            <w:tcBorders/>
            <w:tcW w:w="208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Schüler:innen vertiefen ihr Wissen über Migration und Identität durch spontane Assoziationen zu Schlagwörtern aus dem Musikvideo</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tc>
        <w:tc>
          <w:tcPr>
            <w:tcBorders/>
            <w:tcW w:w="3423"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15</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Wandtafel / Whiteboard</w:t>
            </w:r>
            <w:r>
              <w:rPr>
                <w:rFonts w:ascii="Arial" w:hAnsi="Arial" w:cs="Arial"/>
                <w:color w:val="000000" w:themeColor="text1"/>
                <w:sz w:val="20"/>
                <w:szCs w:val="20"/>
                <w:lang w:val="de-CH"/>
              </w:rPr>
            </w:r>
          </w:p>
        </w:tc>
        <w:tc>
          <w:tcPr>
            <w:tcBorders/>
            <w:tcW w:w="261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Die </w:t>
            </w:r>
            <w:r>
              <w:rPr>
                <w:rFonts w:ascii="Arial" w:hAnsi="Arial" w:cs="Arial"/>
                <w:color w:val="000000" w:themeColor="text1"/>
                <w:sz w:val="20"/>
                <w:szCs w:val="20"/>
                <w:lang w:val="de-CH"/>
              </w:rPr>
              <w:t xml:space="preserve">Lehrperson notiert Schlagwörter aus dem Musikvideo auf der Wandtafel / dem Whiteboard</w:t>
            </w:r>
            <w:r>
              <w:rPr>
                <w:rFonts w:ascii="Arial" w:hAnsi="Arial" w:cs="Arial"/>
                <w:color w:val="000000" w:themeColor="text1"/>
                <w:sz w:val="20"/>
                <w:szCs w:val="20"/>
                <w:lang w:val="de-CH"/>
              </w:rPr>
              <w:t xml:space="preserve"> (z.B. «starker Rücken», «dass man als Baba weint», «Hände reicht», «ich kenn das auch»</w:t>
            </w:r>
            <w:r>
              <w:rPr>
                <w:rFonts w:ascii="Arial" w:hAnsi="Arial" w:cs="Arial"/>
                <w:color w:val="000000" w:themeColor="text1"/>
                <w:sz w:val="20"/>
                <w:szCs w:val="20"/>
                <w:lang w:val="de-CH"/>
              </w:rPr>
              <w:t xml:space="preserve">, «Baba»</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t xml:space="preserve">. Die Schüler:innen ergänzen die Begriffe.</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Kurze Blitzrunde: Welches Wort spricht euch am meisten an und warum? Diskussion im Plenum. </w:t>
            </w:r>
            <w:r>
              <w:rPr>
                <w:rFonts w:ascii="Arial" w:hAnsi="Arial" w:cs="Arial"/>
                <w:color w:val="000000" w:themeColor="text1"/>
                <w:sz w:val="20"/>
                <w:szCs w:val="20"/>
                <w:lang w:val="de-CH"/>
              </w:rPr>
            </w:r>
          </w:p>
        </w:tc>
        <w:tc>
          <w:tcPr>
            <w:tcBorders/>
            <w:tcW w:w="160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tc>
        <w:tc>
          <w:tcPr>
            <w:tcBorders/>
            <w:tcW w:w="207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r>
        <w:trPr>
          <w:jc w:val="center"/>
          <w:trHeight w:val="948"/>
        </w:trPr>
        <w:tc>
          <w:tcPr>
            <w:tcBorders/>
            <w:tcW w:w="12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1</w:t>
            </w:r>
            <w:r>
              <w:rPr>
                <w:rFonts w:ascii="Arial" w:hAnsi="Arial" w:cs="Arial"/>
                <w:color w:val="000000" w:themeColor="text1"/>
                <w:sz w:val="20"/>
                <w:szCs w:val="20"/>
                <w:lang w:val="de-CH"/>
              </w:rPr>
              <w:t xml:space="preserve">5</w:t>
            </w:r>
            <w:r>
              <w:rPr>
                <w:rFonts w:ascii="Arial" w:hAnsi="Arial" w:cs="Arial"/>
                <w:color w:val="000000" w:themeColor="text1"/>
                <w:sz w:val="20"/>
                <w:szCs w:val="20"/>
                <w:lang w:val="de-CH"/>
              </w:rPr>
              <w:t xml:space="preserve">-20</w:t>
            </w:r>
            <w:r>
              <w:rPr>
                <w:rFonts w:ascii="Arial" w:hAnsi="Arial" w:cs="Arial"/>
                <w:color w:val="000000" w:themeColor="text1"/>
                <w:sz w:val="20"/>
                <w:szCs w:val="20"/>
                <w:lang w:val="de-CH"/>
              </w:rPr>
              <w:t xml:space="preserve"> Minuten</w:t>
            </w:r>
            <w:r>
              <w:rPr>
                <w:rFonts w:ascii="Arial" w:hAnsi="Arial" w:cs="Arial"/>
                <w:color w:val="000000" w:themeColor="text1"/>
                <w:sz w:val="20"/>
                <w:szCs w:val="20"/>
                <w:lang w:val="de-CH"/>
              </w:rPr>
            </w:r>
          </w:p>
        </w:tc>
        <w:tc>
          <w:tcPr>
            <w:tcBorders/>
            <w:tcW w:w="249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Reflexion zum Thema Migration und Identität</w:t>
            </w:r>
            <w:r>
              <w:rPr>
                <w:rFonts w:ascii="Arial" w:hAnsi="Arial" w:cs="Arial"/>
                <w:color w:val="000000" w:themeColor="text1"/>
                <w:sz w:val="20"/>
                <w:szCs w:val="20"/>
                <w:lang w:val="de-CH"/>
              </w:rPr>
            </w:r>
          </w:p>
        </w:tc>
        <w:tc>
          <w:tcPr>
            <w:tcBorders/>
            <w:tcW w:w="2085"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c>
          <w:tcPr>
            <w:tcBorders/>
            <w:tcW w:w="3423"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Arbeitsdossier</w:t>
            </w:r>
            <w:r>
              <w:rPr>
                <w:rFonts w:ascii="Arial" w:hAnsi="Arial" w:cs="Arial"/>
                <w:color w:val="000000" w:themeColor="text1"/>
                <w:sz w:val="20"/>
                <w:szCs w:val="20"/>
                <w:lang w:val="de-CH"/>
              </w:rPr>
              <w:t xml:space="preserve">, S. 16, Übung 5</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Wandtafel /Whiteboard </w:t>
            </w:r>
            <w:r>
              <w:rPr>
                <w:rFonts w:ascii="Arial" w:hAnsi="Arial" w:cs="Arial"/>
                <w:color w:val="000000" w:themeColor="text1"/>
                <w:sz w:val="20"/>
                <w:szCs w:val="20"/>
                <w:lang w:val="de-CH"/>
              </w:rPr>
            </w:r>
          </w:p>
        </w:tc>
        <w:tc>
          <w:tcPr>
            <w:tcBorders/>
            <w:tcW w:w="261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Jede:r</w:t>
            </w:r>
            <w:r>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 xml:space="preserve">Schüler:in</w:t>
            </w:r>
            <w:r>
              <w:rPr>
                <w:rFonts w:ascii="Arial" w:hAnsi="Arial" w:cs="Arial"/>
                <w:color w:val="000000" w:themeColor="text1"/>
                <w:sz w:val="20"/>
                <w:szCs w:val="20"/>
                <w:lang w:val="de-CH"/>
              </w:rPr>
              <w:t xml:space="preserve"> schreibt auf: </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Eine neue Erkenntnis (über Migration, Identität oder Medienbilder)</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Eine Frage, die offengeblieben ist oder die Sie weiter interessiert</w:t>
            </w:r>
            <w:r>
              <w:rPr>
                <w:rFonts w:ascii="Arial" w:hAnsi="Arial" w:cs="Arial"/>
                <w:color w:val="000000" w:themeColor="text1"/>
                <w:sz w:val="20"/>
                <w:szCs w:val="20"/>
                <w:lang w:val="de-CH"/>
              </w:rPr>
              <w:t xml:space="preserve">.</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Einen Punkt, den Sie mit anderen diskutieren würden.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Anschliessend tauschen sich die Schüler:innen in Zweier-/Dreiergruppen aus. Die Schüler:innen stellen ihre Gedanken vor</w:t>
            </w:r>
            <w:r>
              <w:rPr>
                <w:rFonts w:ascii="Arial" w:hAnsi="Arial" w:cs="Arial"/>
                <w:color w:val="000000" w:themeColor="text1"/>
                <w:sz w:val="20"/>
                <w:szCs w:val="20"/>
                <w:lang w:val="de-CH"/>
              </w:rPr>
              <w:t xml:space="preserve"> und</w:t>
            </w:r>
            <w:r>
              <w:rPr>
                <w:rFonts w:ascii="Arial" w:hAnsi="Arial" w:cs="Arial"/>
                <w:color w:val="000000" w:themeColor="text1"/>
                <w:sz w:val="20"/>
                <w:szCs w:val="20"/>
                <w:lang w:val="de-CH"/>
              </w:rPr>
              <w:t xml:space="preserve"> die Lehrperson schreibt die wichtigsten Erkenntnisse auf. Offene Fragen werden geklärt. </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Bei Bedarf</w:t>
            </w:r>
            <w:r>
              <w:rPr>
                <w:rFonts w:ascii="Arial" w:hAnsi="Arial" w:cs="Arial"/>
                <w:color w:val="000000" w:themeColor="text1"/>
                <w:sz w:val="20"/>
                <w:szCs w:val="20"/>
                <w:lang w:val="de-CH"/>
              </w:rPr>
              <w:t xml:space="preserve"> kann die Lehrperson aktuelle politische Beispiele miteinbeziehen (z.B. Trumps Abschiebungen, Thema «Remigration» in Deutschland, Bundestagswahl 2025 in Deutschland).</w:t>
            </w:r>
            <w:r>
              <w:rPr>
                <w:rFonts w:ascii="Arial" w:hAnsi="Arial" w:cs="Arial"/>
                <w:color w:val="000000" w:themeColor="text1"/>
                <w:sz w:val="20"/>
                <w:szCs w:val="20"/>
                <w:lang w:val="de-CH"/>
              </w:rPr>
            </w:r>
          </w:p>
        </w:tc>
        <w:tc>
          <w:tcPr>
            <w:tcBorders/>
            <w:tcW w:w="1608"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Schüler:innen</w:t>
            </w:r>
            <w:r>
              <w:rPr>
                <w:rFonts w:ascii="Arial" w:hAnsi="Arial" w:cs="Arial"/>
                <w:color w:val="000000" w:themeColor="text1"/>
                <w:sz w:val="20"/>
                <w:szCs w:val="20"/>
                <w:lang w:val="de-CH"/>
              </w:rPr>
            </w:r>
          </w:p>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t xml:space="preserve">Lehrperson</w:t>
            </w:r>
            <w:r>
              <w:rPr>
                <w:rFonts w:ascii="Arial" w:hAnsi="Arial" w:cs="Arial"/>
                <w:color w:val="000000" w:themeColor="text1"/>
                <w:sz w:val="20"/>
                <w:szCs w:val="20"/>
                <w:lang w:val="de-CH"/>
              </w:rPr>
            </w:r>
          </w:p>
        </w:tc>
        <w:tc>
          <w:tcPr>
            <w:tcBorders/>
            <w:tcW w:w="2074" w:type="dxa"/>
            <w:vAlign w:val="center"/>
            <w:textDirection w:val="lrTb"/>
            <w:noWrap w:val="false"/>
          </w:tcPr>
          <w:p>
            <w:pPr>
              <w:pBdr/>
              <w:spacing/>
              <w:ind/>
              <w:rPr>
                <w:rFonts w:ascii="Arial" w:hAnsi="Arial" w:cs="Arial"/>
                <w:color w:val="000000" w:themeColor="text1"/>
                <w:sz w:val="20"/>
                <w:szCs w:val="20"/>
                <w:lang w:val="de-CH"/>
              </w:rPr>
            </w:pPr>
            <w:r>
              <w:rPr>
                <w:rFonts w:ascii="Arial" w:hAnsi="Arial" w:cs="Arial"/>
                <w:color w:val="000000" w:themeColor="text1"/>
                <w:sz w:val="20"/>
                <w:szCs w:val="20"/>
                <w:lang w:val="de-CH"/>
              </w:rPr>
            </w:r>
            <w:r>
              <w:rPr>
                <w:rFonts w:ascii="Arial" w:hAnsi="Arial" w:cs="Arial"/>
                <w:color w:val="000000" w:themeColor="text1"/>
                <w:sz w:val="20"/>
                <w:szCs w:val="20"/>
                <w:lang w:val="de-CH"/>
              </w:rPr>
            </w:r>
          </w:p>
        </w:tc>
      </w:tr>
    </w:tbl>
    <w:p>
      <w:pPr>
        <w:pBdr/>
        <w:spacing/>
        <w:ind w:left="-567"/>
        <w:rPr>
          <w:rFonts w:ascii="Arial" w:hAnsi="Arial" w:cs="Arial"/>
          <w:sz w:val="20"/>
          <w:szCs w:val="20"/>
          <w:lang w:val="de-CH"/>
        </w:rPr>
      </w:pPr>
      <w:r>
        <w:rPr>
          <w:rFonts w:ascii="Arial" w:hAnsi="Arial" w:cs="Arial"/>
          <w:sz w:val="20"/>
          <w:szCs w:val="20"/>
          <w:lang w:val="de-CH"/>
        </w:rPr>
        <w:t xml:space="preserve"> </w:t>
      </w:r>
      <w:r>
        <w:rPr>
          <w:rFonts w:ascii="Arial" w:hAnsi="Arial" w:cs="Arial"/>
          <w:sz w:val="20"/>
          <w:szCs w:val="20"/>
          <w:lang w:val="de-CH"/>
        </w:rPr>
      </w:r>
    </w:p>
    <w:p>
      <w:pPr>
        <w:pBdr/>
        <w:spacing/>
        <w:ind w:left="-567"/>
        <w:rPr>
          <w:rFonts w:ascii="Arial" w:hAnsi="Arial" w:cs="Arial"/>
          <w:sz w:val="20"/>
          <w:szCs w:val="20"/>
          <w:lang w:val="de-CH"/>
        </w:rPr>
      </w:pPr>
      <w:r>
        <w:rPr>
          <w:rFonts w:ascii="Arial" w:hAnsi="Arial" w:cs="Arial"/>
          <w:sz w:val="20"/>
          <w:szCs w:val="20"/>
          <w:lang w:val="de-CH"/>
        </w:rPr>
      </w:r>
      <w:r>
        <w:rPr>
          <w:rFonts w:ascii="Arial" w:hAnsi="Arial" w:cs="Arial"/>
          <w:sz w:val="20"/>
          <w:szCs w:val="20"/>
          <w:lang w:val="de-CH"/>
        </w:rPr>
      </w:r>
    </w:p>
    <w:p>
      <w:pPr>
        <w:pBdr/>
        <w:spacing/>
        <w:ind w:left="-567"/>
        <w:rPr>
          <w:rFonts w:ascii="Arial" w:hAnsi="Arial" w:cs="Arial"/>
          <w:sz w:val="20"/>
          <w:szCs w:val="20"/>
          <w:lang w:val="de-CH"/>
        </w:rPr>
      </w:pPr>
      <w:r>
        <w:rPr>
          <w:rFonts w:ascii="Arial" w:hAnsi="Arial" w:cs="Arial"/>
          <w:sz w:val="20"/>
          <w:szCs w:val="20"/>
          <w:lang w:val="de-CH"/>
        </w:rPr>
      </w:r>
      <w:r>
        <w:rPr>
          <w:rFonts w:ascii="Arial" w:hAnsi="Arial" w:cs="Arial"/>
          <w:sz w:val="20"/>
          <w:szCs w:val="20"/>
          <w:lang w:val="de-CH"/>
        </w:rPr>
      </w:r>
    </w:p>
    <w:p>
      <w:pPr>
        <w:pBdr/>
        <w:spacing/>
        <w:ind/>
        <w:rPr>
          <w:rFonts w:ascii="Arial" w:hAnsi="Arial" w:cs="Arial"/>
          <w:sz w:val="20"/>
          <w:szCs w:val="20"/>
          <w:lang w:val="de-CH"/>
        </w:rPr>
      </w:pPr>
      <w:r>
        <w:rPr>
          <w:rFonts w:ascii="Arial" w:hAnsi="Arial" w:cs="Arial"/>
          <w:sz w:val="20"/>
          <w:szCs w:val="20"/>
          <w:lang w:val="de-CH"/>
        </w:rPr>
      </w:r>
      <w:r>
        <w:rPr>
          <w:rFonts w:ascii="Arial" w:hAnsi="Arial" w:cs="Arial"/>
          <w:sz w:val="20"/>
          <w:szCs w:val="20"/>
          <w:lang w:val="de-CH"/>
        </w:rPr>
      </w:r>
    </w:p>
    <w:p>
      <w:pPr>
        <w:pBdr/>
        <w:spacing/>
        <w:ind/>
        <w:rPr>
          <w:rFonts w:ascii="Arial" w:hAnsi="Arial" w:cs="Arial"/>
          <w:sz w:val="20"/>
          <w:szCs w:val="20"/>
          <w:lang w:val="de-CH"/>
        </w:rPr>
      </w:pPr>
      <w:r>
        <w:rPr>
          <w:rFonts w:ascii="Arial" w:hAnsi="Arial" w:cs="Arial"/>
          <w:sz w:val="20"/>
          <w:szCs w:val="20"/>
          <w:lang w:val="de-CH"/>
        </w:rPr>
      </w:r>
      <w:r>
        <w:rPr>
          <w:rFonts w:ascii="Arial" w:hAnsi="Arial" w:cs="Arial"/>
          <w:sz w:val="20"/>
          <w:szCs w:val="20"/>
          <w:lang w:val="de-CH"/>
        </w:rPr>
      </w:r>
    </w:p>
    <w:p>
      <w:pPr>
        <w:pBdr/>
        <w:tabs>
          <w:tab w:val="left" w:leader="none" w:pos="12000"/>
        </w:tabs>
        <w:spacing/>
        <w:ind/>
        <w:rPr>
          <w:rFonts w:ascii="Arial" w:hAnsi="Arial" w:cs="Arial"/>
          <w:sz w:val="20"/>
          <w:szCs w:val="20"/>
          <w:lang w:val="de-CH"/>
        </w:rPr>
      </w:pPr>
      <w:r>
        <w:rPr>
          <w:rFonts w:ascii="Arial" w:hAnsi="Arial" w:cs="Arial"/>
          <w:sz w:val="20"/>
          <w:szCs w:val="20"/>
          <w:lang w:val="de-CH"/>
        </w:rPr>
        <w:tab/>
      </w:r>
      <w:r>
        <w:rPr>
          <w:rFonts w:ascii="Arial" w:hAnsi="Arial" w:cs="Arial"/>
          <w:sz w:val="20"/>
          <w:szCs w:val="20"/>
          <w:lang w:val="de-CH"/>
        </w:rPr>
      </w:r>
    </w:p>
    <w:sectPr>
      <w:headerReference w:type="default" r:id="rId9"/>
      <w:footerReference w:type="default" r:id="rId10"/>
      <w:footnotePr/>
      <w:endnotePr/>
      <w:type w:val="nextPage"/>
      <w:pgSz w:h="11900" w:orient="landscape" w:w="16840"/>
      <w:pgMar w:top="1655" w:right="1134" w:bottom="1417" w:left="1417" w:header="708" w:footer="708"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Aptos Light">
    <w:panose1 w:val="020B06030308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60784409"/>
      <w:docPartObj>
        <w:docPartGallery w:val="Page Numbers (Bottom of Page)"/>
        <w:docPartUnique w:val="true"/>
      </w:docPartObj>
      <w:rPr/>
    </w:sdtPr>
    <w:sdtContent>
      <w:p>
        <w:pPr>
          <w:pStyle w:val="948"/>
          <w:pBdr/>
          <w:spacing/>
          <w:ind/>
          <w:jc w:val="right"/>
          <w:rPr>
            <w:rStyle w:val="950"/>
          </w:rPr>
        </w:pPr>
        <w:r>
          <w:rPr>
            <w:rStyle w:val="950"/>
            <w:rFonts w:ascii="Arial" w:hAnsi="Arial" w:cs="Arial"/>
            <w:sz w:val="24"/>
          </w:rPr>
          <w:fldChar w:fldCharType="begin"/>
        </w:r>
        <w:r>
          <w:rPr>
            <w:rStyle w:val="950"/>
            <w:rFonts w:ascii="Arial" w:hAnsi="Arial" w:cs="Arial"/>
            <w:sz w:val="24"/>
          </w:rPr>
          <w:instrText xml:space="preserve"> PAGE </w:instrText>
        </w:r>
        <w:r>
          <w:rPr>
            <w:rStyle w:val="950"/>
            <w:rFonts w:ascii="Arial" w:hAnsi="Arial" w:cs="Arial"/>
            <w:sz w:val="24"/>
          </w:rPr>
          <w:fldChar w:fldCharType="separate"/>
        </w:r>
        <w:r>
          <w:rPr>
            <w:rStyle w:val="950"/>
            <w:rFonts w:ascii="Arial" w:hAnsi="Arial" w:cs="Arial"/>
            <w:sz w:val="24"/>
          </w:rPr>
          <w:t xml:space="preserve">1</w:t>
        </w:r>
        <w:r>
          <w:rPr>
            <w:rStyle w:val="950"/>
            <w:rFonts w:ascii="Arial" w:hAnsi="Arial" w:cs="Arial"/>
            <w:sz w:val="24"/>
          </w:rPr>
          <w:fldChar w:fldCharType="end"/>
        </w:r>
        <w:r>
          <w:rPr>
            <w:rStyle w:val="950"/>
            <w:rFonts w:ascii="Arial" w:hAnsi="Arial" w:cs="Arial"/>
            <w:sz w:val="24"/>
          </w:rPr>
          <w:t xml:space="preserve">/</w:t>
        </w:r>
        <w:r>
          <w:rPr>
            <w:rStyle w:val="950"/>
            <w:rFonts w:ascii="Arial" w:hAnsi="Arial" w:cs="Arial"/>
            <w:sz w:val="24"/>
          </w:rPr>
          <w:fldChar w:fldCharType="begin"/>
        </w:r>
        <w:r>
          <w:rPr>
            <w:rStyle w:val="950"/>
            <w:rFonts w:ascii="Arial" w:hAnsi="Arial" w:cs="Arial"/>
            <w:sz w:val="24"/>
          </w:rPr>
          <w:instrText xml:space="preserve"> NUMPAGES  \* MERGEFORMAT </w:instrText>
        </w:r>
        <w:r>
          <w:rPr>
            <w:rStyle w:val="950"/>
            <w:rFonts w:ascii="Arial" w:hAnsi="Arial" w:cs="Arial"/>
            <w:sz w:val="24"/>
          </w:rPr>
          <w:fldChar w:fldCharType="separate"/>
        </w:r>
        <w:r>
          <w:rPr>
            <w:rStyle w:val="950"/>
            <w:rFonts w:ascii="Arial" w:hAnsi="Arial" w:cs="Arial"/>
            <w:sz w:val="24"/>
          </w:rPr>
          <w:t xml:space="preserve">1</w:t>
        </w:r>
        <w:r>
          <w:rPr>
            <w:rStyle w:val="950"/>
            <w:rFonts w:ascii="Arial" w:hAnsi="Arial" w:cs="Arial"/>
            <w:sz w:val="24"/>
          </w:rPr>
          <w:fldChar w:fldCharType="end"/>
        </w:r>
        <w:r>
          <w:rPr>
            <w:rStyle w:val="950"/>
          </w:rPr>
        </w:r>
      </w:p>
    </w:sdtContent>
  </w:sdt>
  <w:p>
    <w:pPr>
      <w:pStyle w:val="948"/>
      <w:pBdr/>
      <w:tabs>
        <w:tab w:val="clear" w:leader="none" w:pos="4536"/>
        <w:tab w:val="clear" w:leader="none" w:pos="9072"/>
        <w:tab w:val="left" w:leader="none" w:pos="13456"/>
      </w:tabs>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46"/>
      <w:pBdr/>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-811530</wp:posOffset>
              </wp:positionH>
              <wp:positionV relativeFrom="paragraph">
                <wp:posOffset>-364490</wp:posOffset>
              </wp:positionV>
              <wp:extent cx="949960" cy="899795"/>
              <wp:effectExtent l="0" t="0" r="2540" b="0"/>
              <wp:wrapNone/>
              <wp:docPr id="1" name="Grafik 2" descr="Ein Bild, das Kreis,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127171" name="Grafik 2" descr="Ein Bild, das Kreis, Schrift, Logo, Grafiken enthält.&#10;&#10;KI-generierte Inhalte können fehlerhaft sein."/>
                      <pic:cNvPicPr>
                        <a:picLocks noChangeAspect="1"/>
                      </pic:cNvPicPr>
                      <pic:nvPr/>
                    </pic:nvPicPr>
                    <pic:blipFill>
                      <a:blip r:embed="rId1"/>
                      <a:srcRect l="0" t="-868" r="0" b="-867"/>
                      <a:stretch/>
                    </pic:blipFill>
                    <pic:spPr bwMode="auto">
                      <a:xfrm>
                        <a:off x="0" y="0"/>
                        <a:ext cx="949960" cy="899795"/>
                      </a:xfrm>
                      <a:prstGeom prst="rect">
                        <a:avLst/>
                      </a:prstGeom>
                      <a:noFill/>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text;margin-left:-63.90pt;mso-position-horizontal:absolute;mso-position-vertical-relative:text;margin-top:-28.70pt;mso-position-vertical:absolute;width:74.80pt;height:70.85pt;mso-wrap-distance-left:9.00pt;mso-wrap-distance-top:0.00pt;mso-wrap-distance-right:9.00pt;mso-wrap-distance-bottom:0.00pt;z-index:1;" stroked="false">
              <v:imagedata r:id="rId1" o:title="" croptop="-568f" cropleft="0f" cropbottom="-567f" cropright="0f"/>
              <o:lock v:ext="edit" rotation="t"/>
            </v:shape>
          </w:pict>
        </mc:Fallback>
      </mc:AlternateContent>
    </w:r>
    <w:r>
      <w:tab/>
    </w:r>
    <w:r>
      <w:tab/>
      <w:t xml:space="preserve"> </w:t>
    </w:r>
    <w:r/>
  </w:p>
  <w:p>
    <w:pPr>
      <w:pStyle w:val="946"/>
      <w:pBdr/>
      <w:spacing/>
      <w:ind/>
      <w:rPr/>
    </w:pPr>
    <w:r/>
    <w:r/>
  </w:p>
  <w:p>
    <w:pPr>
      <w:pStyle w:val="946"/>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207"/>
      </w:pPr>
      <w:rPr>
        <w:rFonts w:hint="default" w:ascii="Arial" w:hAnsi="Arial" w:cs="Arial" w:eastAsiaTheme="minorHAnsi"/>
      </w:rPr>
      <w:start w:val="0"/>
      <w:suff w:val="tab"/>
    </w:lvl>
    <w:lvl w:ilvl="1">
      <w:isLgl w:val="false"/>
      <w:lvlJc w:val="left"/>
      <w:lvlText w:val="o"/>
      <w:numFmt w:val="bullet"/>
      <w:pPr>
        <w:pBdr/>
        <w:spacing/>
        <w:ind w:hanging="360" w:left="513"/>
      </w:pPr>
      <w:rPr>
        <w:rFonts w:hint="default" w:ascii="Courier New" w:hAnsi="Courier New" w:cs="Courier New"/>
      </w:rPr>
      <w:start w:val="1"/>
      <w:suff w:val="tab"/>
    </w:lvl>
    <w:lvl w:ilvl="2">
      <w:isLgl w:val="false"/>
      <w:lvlJc w:val="left"/>
      <w:lvlText w:val=""/>
      <w:numFmt w:val="bullet"/>
      <w:pPr>
        <w:pBdr/>
        <w:spacing/>
        <w:ind w:hanging="360" w:left="1233"/>
      </w:pPr>
      <w:rPr>
        <w:rFonts w:hint="default" w:ascii="Wingdings" w:hAnsi="Wingdings"/>
      </w:rPr>
      <w:start w:val="1"/>
      <w:suff w:val="tab"/>
    </w:lvl>
    <w:lvl w:ilvl="3">
      <w:isLgl w:val="false"/>
      <w:lvlJc w:val="left"/>
      <w:lvlText w:val=""/>
      <w:numFmt w:val="bullet"/>
      <w:pPr>
        <w:pBdr/>
        <w:spacing/>
        <w:ind w:hanging="360" w:left="1953"/>
      </w:pPr>
      <w:rPr>
        <w:rFonts w:hint="default" w:ascii="Symbol" w:hAnsi="Symbol"/>
      </w:rPr>
      <w:start w:val="1"/>
      <w:suff w:val="tab"/>
    </w:lvl>
    <w:lvl w:ilvl="4">
      <w:isLgl w:val="false"/>
      <w:lvlJc w:val="left"/>
      <w:lvlText w:val="o"/>
      <w:numFmt w:val="bullet"/>
      <w:pPr>
        <w:pBdr/>
        <w:spacing/>
        <w:ind w:hanging="360" w:left="2673"/>
      </w:pPr>
      <w:rPr>
        <w:rFonts w:hint="default" w:ascii="Courier New" w:hAnsi="Courier New" w:cs="Courier New"/>
      </w:rPr>
      <w:start w:val="1"/>
      <w:suff w:val="tab"/>
    </w:lvl>
    <w:lvl w:ilvl="5">
      <w:isLgl w:val="false"/>
      <w:lvlJc w:val="left"/>
      <w:lvlText w:val=""/>
      <w:numFmt w:val="bullet"/>
      <w:pPr>
        <w:pBdr/>
        <w:spacing/>
        <w:ind w:hanging="360" w:left="3393"/>
      </w:pPr>
      <w:rPr>
        <w:rFonts w:hint="default" w:ascii="Wingdings" w:hAnsi="Wingdings"/>
      </w:rPr>
      <w:start w:val="1"/>
      <w:suff w:val="tab"/>
    </w:lvl>
    <w:lvl w:ilvl="6">
      <w:isLgl w:val="false"/>
      <w:lvlJc w:val="left"/>
      <w:lvlText w:val=""/>
      <w:numFmt w:val="bullet"/>
      <w:pPr>
        <w:pBdr/>
        <w:spacing/>
        <w:ind w:hanging="360" w:left="4113"/>
      </w:pPr>
      <w:rPr>
        <w:rFonts w:hint="default" w:ascii="Symbol" w:hAnsi="Symbol"/>
      </w:rPr>
      <w:start w:val="1"/>
      <w:suff w:val="tab"/>
    </w:lvl>
    <w:lvl w:ilvl="7">
      <w:isLgl w:val="false"/>
      <w:lvlJc w:val="left"/>
      <w:lvlText w:val="o"/>
      <w:numFmt w:val="bullet"/>
      <w:pPr>
        <w:pBdr/>
        <w:spacing/>
        <w:ind w:hanging="360" w:left="4833"/>
      </w:pPr>
      <w:rPr>
        <w:rFonts w:hint="default" w:ascii="Courier New" w:hAnsi="Courier New" w:cs="Courier New"/>
      </w:rPr>
      <w:start w:val="1"/>
      <w:suff w:val="tab"/>
    </w:lvl>
    <w:lvl w:ilvl="8">
      <w:isLgl w:val="false"/>
      <w:lvlJc w:val="left"/>
      <w:lvlText w:val=""/>
      <w:numFmt w:val="bullet"/>
      <w:pPr>
        <w:pBdr/>
        <w:spacing/>
        <w:ind w:hanging="360" w:left="5553"/>
      </w:pPr>
      <w:rPr>
        <w:rFonts w:hint="default" w:ascii="Wingdings" w:hAnsi="Wingdings"/>
      </w:rPr>
      <w:start w:val="1"/>
      <w:suff w:val="tab"/>
    </w:lvl>
  </w:abstractNum>
  <w:abstractNum w:abstractNumId="1">
    <w:lvl w:ilvl="0">
      <w:isLgl w:val="false"/>
      <w:lvlJc w:val="left"/>
      <w:lvlText w:val="-"/>
      <w:numFmt w:val="bullet"/>
      <w:pPr>
        <w:pBdr/>
        <w:spacing/>
        <w:ind w:hanging="360" w:left="-207"/>
      </w:pPr>
      <w:rPr>
        <w:rFonts w:hint="default" w:ascii="Arial" w:hAnsi="Arial" w:cs="Arial" w:eastAsiaTheme="minorHAnsi"/>
      </w:rPr>
      <w:start w:val="1"/>
      <w:suff w:val="tab"/>
    </w:lvl>
    <w:lvl w:ilvl="1">
      <w:isLgl w:val="false"/>
      <w:lvlJc w:val="left"/>
      <w:lvlText w:val="o"/>
      <w:numFmt w:val="bullet"/>
      <w:pPr>
        <w:pBdr/>
        <w:spacing/>
        <w:ind w:hanging="360" w:left="513"/>
      </w:pPr>
      <w:rPr>
        <w:rFonts w:hint="default" w:ascii="Courier New" w:hAnsi="Courier New" w:cs="Courier New"/>
      </w:rPr>
      <w:start w:val="1"/>
      <w:suff w:val="tab"/>
    </w:lvl>
    <w:lvl w:ilvl="2">
      <w:isLgl w:val="false"/>
      <w:lvlJc w:val="left"/>
      <w:lvlText w:val=""/>
      <w:numFmt w:val="bullet"/>
      <w:pPr>
        <w:pBdr/>
        <w:spacing/>
        <w:ind w:hanging="360" w:left="1233"/>
      </w:pPr>
      <w:rPr>
        <w:rFonts w:hint="default" w:ascii="Wingdings" w:hAnsi="Wingdings"/>
      </w:rPr>
      <w:start w:val="1"/>
      <w:suff w:val="tab"/>
    </w:lvl>
    <w:lvl w:ilvl="3">
      <w:isLgl w:val="false"/>
      <w:lvlJc w:val="left"/>
      <w:lvlText w:val=""/>
      <w:numFmt w:val="bullet"/>
      <w:pPr>
        <w:pBdr/>
        <w:spacing/>
        <w:ind w:hanging="360" w:left="1953"/>
      </w:pPr>
      <w:rPr>
        <w:rFonts w:hint="default" w:ascii="Symbol" w:hAnsi="Symbol"/>
      </w:rPr>
      <w:start w:val="1"/>
      <w:suff w:val="tab"/>
    </w:lvl>
    <w:lvl w:ilvl="4">
      <w:isLgl w:val="false"/>
      <w:lvlJc w:val="left"/>
      <w:lvlText w:val="o"/>
      <w:numFmt w:val="bullet"/>
      <w:pPr>
        <w:pBdr/>
        <w:spacing/>
        <w:ind w:hanging="360" w:left="2673"/>
      </w:pPr>
      <w:rPr>
        <w:rFonts w:hint="default" w:ascii="Courier New" w:hAnsi="Courier New" w:cs="Courier New"/>
      </w:rPr>
      <w:start w:val="1"/>
      <w:suff w:val="tab"/>
    </w:lvl>
    <w:lvl w:ilvl="5">
      <w:isLgl w:val="false"/>
      <w:lvlJc w:val="left"/>
      <w:lvlText w:val=""/>
      <w:numFmt w:val="bullet"/>
      <w:pPr>
        <w:pBdr/>
        <w:spacing/>
        <w:ind w:hanging="360" w:left="3393"/>
      </w:pPr>
      <w:rPr>
        <w:rFonts w:hint="default" w:ascii="Wingdings" w:hAnsi="Wingdings"/>
      </w:rPr>
      <w:start w:val="1"/>
      <w:suff w:val="tab"/>
    </w:lvl>
    <w:lvl w:ilvl="6">
      <w:isLgl w:val="false"/>
      <w:lvlJc w:val="left"/>
      <w:lvlText w:val=""/>
      <w:numFmt w:val="bullet"/>
      <w:pPr>
        <w:pBdr/>
        <w:spacing/>
        <w:ind w:hanging="360" w:left="4113"/>
      </w:pPr>
      <w:rPr>
        <w:rFonts w:hint="default" w:ascii="Symbol" w:hAnsi="Symbol"/>
      </w:rPr>
      <w:start w:val="1"/>
      <w:suff w:val="tab"/>
    </w:lvl>
    <w:lvl w:ilvl="7">
      <w:isLgl w:val="false"/>
      <w:lvlJc w:val="left"/>
      <w:lvlText w:val="o"/>
      <w:numFmt w:val="bullet"/>
      <w:pPr>
        <w:pBdr/>
        <w:spacing/>
        <w:ind w:hanging="360" w:left="4833"/>
      </w:pPr>
      <w:rPr>
        <w:rFonts w:hint="default" w:ascii="Courier New" w:hAnsi="Courier New" w:cs="Courier New"/>
      </w:rPr>
      <w:start w:val="1"/>
      <w:suff w:val="tab"/>
    </w:lvl>
    <w:lvl w:ilvl="8">
      <w:isLgl w:val="false"/>
      <w:lvlJc w:val="left"/>
      <w:lvlText w:val=""/>
      <w:numFmt w:val="bullet"/>
      <w:pPr>
        <w:pBdr/>
        <w:spacing/>
        <w:ind w:hanging="360" w:left="5553"/>
      </w:pPr>
      <w:rPr>
        <w:rFonts w:hint="default" w:ascii="Wingdings" w:hAnsi="Wingdings"/>
      </w:rPr>
      <w:start w:val="1"/>
      <w:suff w:val="tab"/>
    </w:lvl>
  </w:abstractNum>
  <w:abstractNum w:abstractNumId="2">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HAnsi"/>
        <w:color w:val="000000" w:themeColor="text1"/>
        <w:sz w:val="24"/>
        <w:szCs w:val="32"/>
        <w:lang w:val="de-CH" w:eastAsia="en-US" w:bidi="ar-SA"/>
        <w14:ligatures w14:val="standardContextual"/>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77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77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77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77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77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77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77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77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77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77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77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77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77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77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77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77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77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77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776"/>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e7f3f5"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e7f3f5"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8dc5d0"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776"/>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92c6d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776"/>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166a7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776"/>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6297bf"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776"/>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2b4b6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776"/>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364151"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77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dbecf1" w:themeFill="accent2" w:themeFillTint="32"/>
    </w:tblPr>
    <w:tcPr>
      <w:tcBorders/>
    </w:tcPr>
    <w:tblStylePr w:type="band1Horz">
      <w:pPr>
        <w:pBdr/>
        <w:spacing/>
        <w:ind/>
      </w:pPr>
      <w:tblPr>
        <w:tblBorders/>
      </w:tblPr>
      <w:tcPr>
        <w:shd w:val="clear" w:color="ffffff" w:themeColor="accent2" w:themeTint="75" w:fill="abd3dd" w:themeFill="accent2" w:themeFillTint="75"/>
        <w:tcBorders/>
      </w:tcPr>
    </w:tblStylePr>
    <w:tblStylePr w:type="band1Vert">
      <w:pPr>
        <w:pBdr/>
        <w:spacing/>
        <w:ind/>
      </w:pPr>
      <w:tblPr>
        <w:tblBorders/>
      </w:tblPr>
      <w:tcPr>
        <w:shd w:val="clear" w:color="ffffff" w:themeColor="accent2" w:themeTint="75" w:fill="abd3d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489fb5" w:themeFill="accent2"/>
        <w:tcBorders/>
      </w:tcPr>
    </w:tblStylePr>
    <w:tblStylePr w:type="firstRow">
      <w:rPr>
        <w:rFonts w:ascii="Arial" w:hAnsi="Arial"/>
        <w:b/>
        <w:color w:val="ffffff"/>
        <w:sz w:val="22"/>
      </w:rPr>
      <w:pPr>
        <w:pBdr/>
        <w:spacing/>
        <w:ind/>
      </w:pPr>
      <w:tblPr>
        <w:tblBorders/>
      </w:tblPr>
      <w:tcPr>
        <w:shd w:val="clear" w:color="ffffff" w:themeColor="accent2" w:fill="489fb5" w:themeFill="accent2"/>
        <w:tcBorders/>
      </w:tcPr>
    </w:tblStylePr>
    <w:tblStylePr w:type="lastCol">
      <w:rPr>
        <w:rFonts w:ascii="Arial" w:hAnsi="Arial"/>
        <w:b/>
        <w:color w:val="ffffff"/>
        <w:sz w:val="22"/>
      </w:rPr>
      <w:pPr>
        <w:pBdr/>
        <w:spacing/>
        <w:ind/>
      </w:pPr>
      <w:tblPr>
        <w:tblBorders/>
      </w:tblPr>
      <w:tcPr>
        <w:shd w:val="clear" w:color="ffffff" w:themeColor="accent2" w:fill="489fb5" w:themeFill="accent2"/>
        <w:tcBorders/>
      </w:tcPr>
    </w:tblStylePr>
    <w:tblStylePr w:type="lastRow">
      <w:rPr>
        <w:rFonts w:ascii="Arial" w:hAnsi="Arial"/>
        <w:b/>
        <w:color w:val="ffffff"/>
        <w:sz w:val="22"/>
      </w:rPr>
      <w:pPr>
        <w:pBdr/>
        <w:spacing/>
        <w:ind/>
      </w:pPr>
      <w:tblPr>
        <w:tblBorders/>
      </w:tblPr>
      <w:tcPr>
        <w:shd w:val="clear" w:color="ffffff" w:themeColor="accent2" w:fill="489fb5"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77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c0ebf3" w:themeFill="accent3" w:themeFillTint="34"/>
    </w:tblPr>
    <w:tcPr>
      <w:tcBorders/>
    </w:tcPr>
    <w:tblStylePr w:type="band1Horz">
      <w:pPr>
        <w:pBdr/>
        <w:spacing/>
        <w:ind/>
      </w:pPr>
      <w:tblPr>
        <w:tblBorders/>
      </w:tblPr>
      <w:tcPr>
        <w:shd w:val="clear" w:color="ffffff" w:themeColor="accent3" w:themeTint="75" w:fill="71d2e5" w:themeFill="accent3" w:themeFillTint="75"/>
        <w:tcBorders/>
      </w:tcPr>
    </w:tblStylePr>
    <w:tblStylePr w:type="band1Vert">
      <w:pPr>
        <w:pBdr/>
        <w:spacing/>
        <w:ind/>
      </w:pPr>
      <w:tblPr>
        <w:tblBorders/>
      </w:tblPr>
      <w:tcPr>
        <w:shd w:val="clear" w:color="ffffff" w:themeColor="accent3" w:themeTint="75" w:fill="71d2e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166979" w:themeFill="accent3"/>
        <w:tcBorders/>
      </w:tcPr>
    </w:tblStylePr>
    <w:tblStylePr w:type="firstRow">
      <w:rPr>
        <w:rFonts w:ascii="Arial" w:hAnsi="Arial"/>
        <w:b/>
        <w:color w:val="ffffff"/>
        <w:sz w:val="22"/>
      </w:rPr>
      <w:pPr>
        <w:pBdr/>
        <w:spacing/>
        <w:ind/>
      </w:pPr>
      <w:tblPr>
        <w:tblBorders/>
      </w:tblPr>
      <w:tcPr>
        <w:shd w:val="clear" w:color="ffffff" w:themeColor="accent3" w:fill="166979" w:themeFill="accent3"/>
        <w:tcBorders/>
      </w:tcPr>
    </w:tblStylePr>
    <w:tblStylePr w:type="lastCol">
      <w:rPr>
        <w:rFonts w:ascii="Arial" w:hAnsi="Arial"/>
        <w:b/>
        <w:color w:val="ffffff"/>
        <w:sz w:val="22"/>
      </w:rPr>
      <w:pPr>
        <w:pBdr/>
        <w:spacing/>
        <w:ind/>
      </w:pPr>
      <w:tblPr>
        <w:tblBorders/>
      </w:tblPr>
      <w:tcPr>
        <w:shd w:val="clear" w:color="ffffff" w:themeColor="accent3" w:fill="166979" w:themeFill="accent3"/>
        <w:tcBorders/>
      </w:tcPr>
    </w:tblStylePr>
    <w:tblStylePr w:type="lastRow">
      <w:rPr>
        <w:rFonts w:ascii="Arial" w:hAnsi="Arial"/>
        <w:b/>
        <w:color w:val="ffffff"/>
        <w:sz w:val="22"/>
      </w:rPr>
      <w:pPr>
        <w:pBdr/>
        <w:spacing/>
        <w:ind/>
      </w:pPr>
      <w:tblPr>
        <w:tblBorders/>
      </w:tblPr>
      <w:tcPr>
        <w:shd w:val="clear" w:color="ffffff" w:themeColor="accent3" w:fill="16697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77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cbdbe9" w:themeFill="accent5" w:themeFillTint="34"/>
    </w:tblPr>
    <w:tcPr>
      <w:tcBorders/>
    </w:tcPr>
    <w:tblStylePr w:type="band1Horz">
      <w:pPr>
        <w:pBdr/>
        <w:spacing/>
        <w:ind/>
      </w:pPr>
      <w:tblPr>
        <w:tblBorders/>
      </w:tblPr>
      <w:tcPr>
        <w:shd w:val="clear" w:color="ffffff" w:themeColor="accent5" w:themeTint="75" w:fill="89aecd" w:themeFill="accent5" w:themeFillTint="75"/>
        <w:tcBorders/>
      </w:tcPr>
    </w:tblStylePr>
    <w:tblStylePr w:type="band1Vert">
      <w:pPr>
        <w:pBdr/>
        <w:spacing/>
        <w:ind/>
      </w:pPr>
      <w:tblPr>
        <w:tblBorders/>
      </w:tblPr>
      <w:tcPr>
        <w:shd w:val="clear" w:color="ffffff" w:themeColor="accent5" w:themeTint="75" w:fill="89aecd"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2b4b66" w:themeFill="accent5"/>
        <w:tcBorders/>
      </w:tcPr>
    </w:tblStylePr>
    <w:tblStylePr w:type="firstRow">
      <w:rPr>
        <w:rFonts w:ascii="Arial" w:hAnsi="Arial"/>
        <w:b/>
        <w:color w:val="ffffff"/>
        <w:sz w:val="22"/>
      </w:rPr>
      <w:pPr>
        <w:pBdr/>
        <w:spacing/>
        <w:ind/>
      </w:pPr>
      <w:tblPr>
        <w:tblBorders/>
      </w:tblPr>
      <w:tcPr>
        <w:shd w:val="clear" w:color="ffffff" w:themeColor="accent5" w:fill="2b4b66" w:themeFill="accent5"/>
        <w:tcBorders/>
      </w:tcPr>
    </w:tblStylePr>
    <w:tblStylePr w:type="lastCol">
      <w:rPr>
        <w:rFonts w:ascii="Arial" w:hAnsi="Arial"/>
        <w:b/>
        <w:color w:val="ffffff"/>
        <w:sz w:val="22"/>
      </w:rPr>
      <w:pPr>
        <w:pBdr/>
        <w:spacing/>
        <w:ind/>
      </w:pPr>
      <w:tblPr>
        <w:tblBorders/>
      </w:tblPr>
      <w:tcPr>
        <w:shd w:val="clear" w:color="ffffff" w:themeColor="accent5" w:fill="2b4b66" w:themeFill="accent5"/>
        <w:tcBorders/>
      </w:tcPr>
    </w:tblStylePr>
    <w:tblStylePr w:type="lastRow">
      <w:rPr>
        <w:rFonts w:ascii="Arial" w:hAnsi="Arial"/>
        <w:b/>
        <w:color w:val="ffffff"/>
        <w:sz w:val="22"/>
      </w:rPr>
      <w:pPr>
        <w:pBdr/>
        <w:spacing/>
        <w:ind/>
      </w:pPr>
      <w:tblPr>
        <w:tblBorders/>
      </w:tblPr>
      <w:tcPr>
        <w:shd w:val="clear" w:color="ffffff" w:themeColor="accent5" w:fill="2b4b6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77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d1d7e0" w:themeFill="accent6" w:themeFillTint="34"/>
    </w:tblPr>
    <w:tcPr>
      <w:tcBorders/>
    </w:tcPr>
    <w:tblStylePr w:type="band1Horz">
      <w:pPr>
        <w:pBdr/>
        <w:spacing/>
        <w:ind/>
      </w:pPr>
      <w:tblPr>
        <w:tblBorders/>
      </w:tblPr>
      <w:tcPr>
        <w:shd w:val="clear" w:color="ffffff" w:themeColor="accent6" w:themeTint="75" w:fill="98a6ba" w:themeFill="accent6" w:themeFillTint="75"/>
        <w:tcBorders/>
      </w:tcPr>
    </w:tblStylePr>
    <w:tblStylePr w:type="band1Vert">
      <w:pPr>
        <w:pBdr/>
        <w:spacing/>
        <w:ind/>
      </w:pPr>
      <w:tblPr>
        <w:tblBorders/>
      </w:tblPr>
      <w:tcPr>
        <w:shd w:val="clear" w:color="ffffff" w:themeColor="accent6" w:themeTint="75" w:fill="98a6b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364151" w:themeFill="accent6"/>
        <w:tcBorders/>
      </w:tcPr>
    </w:tblStylePr>
    <w:tblStylePr w:type="firstRow">
      <w:rPr>
        <w:rFonts w:ascii="Arial" w:hAnsi="Arial"/>
        <w:b/>
        <w:color w:val="ffffff"/>
        <w:sz w:val="22"/>
      </w:rPr>
      <w:pPr>
        <w:pBdr/>
        <w:spacing/>
        <w:ind/>
      </w:pPr>
      <w:tblPr>
        <w:tblBorders/>
      </w:tblPr>
      <w:tcPr>
        <w:shd w:val="clear" w:color="ffffff" w:themeColor="accent6" w:fill="364151" w:themeFill="accent6"/>
        <w:tcBorders/>
      </w:tcPr>
    </w:tblStylePr>
    <w:tblStylePr w:type="lastCol">
      <w:rPr>
        <w:rFonts w:ascii="Arial" w:hAnsi="Arial"/>
        <w:b/>
        <w:color w:val="ffffff"/>
        <w:sz w:val="22"/>
      </w:rPr>
      <w:pPr>
        <w:pBdr/>
        <w:spacing/>
        <w:ind/>
      </w:pPr>
      <w:tblPr>
        <w:tblBorders/>
      </w:tblPr>
      <w:tcPr>
        <w:shd w:val="clear" w:color="ffffff" w:themeColor="accent6" w:fill="364151" w:themeFill="accent6"/>
        <w:tcBorders/>
      </w:tcPr>
    </w:tblStylePr>
    <w:tblStylePr w:type="lastRow">
      <w:rPr>
        <w:rFonts w:ascii="Arial" w:hAnsi="Arial"/>
        <w:b/>
        <w:color w:val="ffffff"/>
        <w:sz w:val="22"/>
      </w:rPr>
      <w:pPr>
        <w:pBdr/>
        <w:spacing/>
        <w:ind/>
      </w:pPr>
      <w:tblPr>
        <w:tblBorders/>
      </w:tblPr>
      <w:tcPr>
        <w:shd w:val="clear" w:color="ffffff" w:themeColor="accent6" w:fill="364151"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77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e0eff2" w:themeFill="accent1" w:themeFillTint="40"/>
        <w:tcBorders/>
      </w:tcPr>
    </w:tblStylePr>
    <w:tblStylePr w:type="band1Vert">
      <w:pPr>
        <w:pBdr/>
        <w:spacing/>
        <w:ind/>
      </w:pPr>
      <w:tblPr>
        <w:tblBorders/>
      </w:tblPr>
      <w:tcPr>
        <w:shd w:val="clear" w:color="ffffff" w:themeColor="accent1" w:themeTint="40" w:fill="e0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77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d1e7ed" w:themeFill="accent2" w:themeFillTint="40"/>
        <w:tcBorders/>
      </w:tcPr>
    </w:tblStylePr>
    <w:tblStylePr w:type="band1Vert">
      <w:pPr>
        <w:pBdr/>
        <w:spacing/>
        <w:ind/>
      </w:pPr>
      <w:tblPr>
        <w:tblBorders/>
      </w:tblPr>
      <w:tcPr>
        <w:shd w:val="clear" w:color="ffffff" w:themeColor="accent2" w:themeTint="40" w:fill="d1e7ed"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77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b1e7f1" w:themeFill="accent3" w:themeFillTint="40"/>
        <w:tcBorders/>
      </w:tcPr>
    </w:tblStylePr>
    <w:tblStylePr w:type="band1Vert">
      <w:pPr>
        <w:pBdr/>
        <w:spacing/>
        <w:ind/>
      </w:pPr>
      <w:tblPr>
        <w:tblBorders/>
      </w:tblPr>
      <w:tcPr>
        <w:shd w:val="clear" w:color="ffffff" w:themeColor="accent3" w:themeTint="40" w:fill="b1e7f1"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77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bed4e4" w:themeFill="accent4" w:themeFillTint="40"/>
        <w:tcBorders/>
      </w:tcPr>
    </w:tblStylePr>
    <w:tblStylePr w:type="band1Vert">
      <w:pPr>
        <w:pBdr/>
        <w:spacing/>
        <w:ind/>
      </w:pPr>
      <w:tblPr>
        <w:tblBorders/>
      </w:tblPr>
      <w:tcPr>
        <w:shd w:val="clear" w:color="ffffff" w:themeColor="accent4" w:themeTint="40" w:fill="bed4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77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bfd3e4" w:themeFill="accent5" w:themeFillTint="40"/>
        <w:tcBorders/>
      </w:tcPr>
    </w:tblStylePr>
    <w:tblStylePr w:type="band1Vert">
      <w:pPr>
        <w:pBdr/>
        <w:spacing/>
        <w:ind/>
      </w:pPr>
      <w:tblPr>
        <w:tblBorders/>
      </w:tblPr>
      <w:tcPr>
        <w:shd w:val="clear" w:color="ffffff" w:themeColor="accent5" w:themeTint="40" w:fill="bfd3e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77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c7ced9" w:themeFill="accent6" w:themeFillTint="40"/>
        <w:tcBorders/>
      </w:tcPr>
    </w:tblStylePr>
    <w:tblStylePr w:type="band1Vert">
      <w:pPr>
        <w:pBdr/>
        <w:spacing/>
        <w:ind/>
      </w:pPr>
      <w:tblPr>
        <w:tblBorders/>
      </w:tblPr>
      <w:tcPr>
        <w:shd w:val="clear" w:color="ffffff" w:themeColor="accent6" w:themeTint="40" w:fill="c7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776"/>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776"/>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776"/>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776"/>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776"/>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776"/>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776"/>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83c0cc"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77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92c6d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776"/>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46c5dd"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77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6297bf"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776"/>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6495be"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776"/>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798ba6"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776"/>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83c0cc"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776"/>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489fb5"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776"/>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16697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776"/>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2a4c66"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776"/>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2b4b6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776"/>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364151"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 Accent 1"/>
    <w:basedOn w:val="776"/>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83c0cc" w:themeFill="accent1"/>
    </w:tblPr>
    <w:tcPr>
      <w:tcBorders/>
    </w:tcPr>
    <w:tblStylePr w:type="band1Horz">
      <w:pPr>
        <w:pBdr/>
        <w:spacing/>
        <w:ind/>
      </w:pPr>
      <w:tblPr>
        <w:tblBorders/>
      </w:tblPr>
      <w:tcPr>
        <w:shd w:val="clear" w:color="ffffff" w:themeColor="accent1" w:fill="83c0cc"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83c0cc"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83c0cc"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83c0cc"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776"/>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92c6d4" w:themeFill="accent2" w:themeFillTint="97"/>
    </w:tblPr>
    <w:tcPr>
      <w:tcBorders/>
    </w:tcPr>
    <w:tblStylePr w:type="band1Horz">
      <w:pPr>
        <w:pBdr/>
        <w:spacing/>
        <w:ind/>
      </w:pPr>
      <w:tblPr>
        <w:tblBorders/>
      </w:tblPr>
      <w:tcPr>
        <w:shd w:val="clear" w:color="ffffff" w:themeColor="accent2" w:themeTint="97" w:fill="92c6d4"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92c6d4"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92c6d4"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92c6d4"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776"/>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46c5dd" w:themeFill="accent3" w:themeFillTint="98"/>
    </w:tblPr>
    <w:tcPr>
      <w:tcBorders/>
    </w:tcPr>
    <w:tblStylePr w:type="band1Horz">
      <w:pPr>
        <w:pBdr/>
        <w:spacing/>
        <w:ind/>
      </w:pPr>
      <w:tblPr>
        <w:tblBorders/>
      </w:tblPr>
      <w:tcPr>
        <w:shd w:val="clear" w:color="ffffff" w:themeColor="accent3" w:themeTint="98" w:fill="46c5dd"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46c5dd"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46c5dd"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46c5dd"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776"/>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6297bf" w:themeFill="accent4" w:themeFillTint="9A"/>
    </w:tblPr>
    <w:tcPr>
      <w:tcBorders/>
    </w:tcPr>
    <w:tblStylePr w:type="band1Horz">
      <w:pPr>
        <w:pBdr/>
        <w:spacing/>
        <w:ind/>
      </w:pPr>
      <w:tblPr>
        <w:tblBorders/>
      </w:tblPr>
      <w:tcPr>
        <w:shd w:val="clear" w:color="ffffff" w:themeColor="accent4" w:themeTint="9A" w:fill="6297bf"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6297bf"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6297bf"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6297bf"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776"/>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6495be" w:themeFill="accent5" w:themeFillTint="9A"/>
    </w:tblPr>
    <w:tcPr>
      <w:tcBorders/>
    </w:tcPr>
    <w:tblStylePr w:type="band1Horz">
      <w:pPr>
        <w:pBdr/>
        <w:spacing/>
        <w:ind/>
      </w:pPr>
      <w:tblPr>
        <w:tblBorders/>
      </w:tblPr>
      <w:tcPr>
        <w:shd w:val="clear" w:color="ffffff" w:themeColor="accent5" w:themeTint="9A" w:fill="6495be"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6495be"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6495be"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6495be"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776"/>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798ba6" w:themeFill="accent6" w:themeFillTint="98"/>
    </w:tblPr>
    <w:tcPr>
      <w:tcBorders/>
    </w:tcPr>
    <w:tblStylePr w:type="band1Horz">
      <w:pPr>
        <w:pBdr/>
        <w:spacing/>
        <w:ind/>
      </w:pPr>
      <w:tblPr>
        <w:tblBorders/>
      </w:tblPr>
      <w:tcPr>
        <w:shd w:val="clear" w:color="ffffff" w:themeColor="accent6" w:themeTint="98" w:fill="798ba6"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798ba6"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798ba6"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798ba6"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character" w:styleId="150">
    <w:name w:val="Heading 2 Char"/>
    <w:basedOn w:val="775"/>
    <w:link w:val="767"/>
    <w:uiPriority w:val="9"/>
    <w:pPr>
      <w:pBdr/>
      <w:spacing/>
      <w:ind/>
    </w:pPr>
    <w:rPr>
      <w:rFonts w:ascii="Arial" w:hAnsi="Arial" w:eastAsia="Arial" w:cs="Arial"/>
      <w:color w:val="0f4761" w:themeColor="accent1" w:themeShade="BF"/>
      <w:sz w:val="32"/>
      <w:szCs w:val="32"/>
    </w:rPr>
  </w:style>
  <w:style w:type="character" w:styleId="151">
    <w:name w:val="Heading 3 Char"/>
    <w:basedOn w:val="775"/>
    <w:link w:val="768"/>
    <w:uiPriority w:val="9"/>
    <w:pPr>
      <w:pBdr/>
      <w:spacing/>
      <w:ind/>
    </w:pPr>
    <w:rPr>
      <w:rFonts w:ascii="Arial" w:hAnsi="Arial" w:eastAsia="Arial" w:cs="Arial"/>
      <w:color w:val="0f4761" w:themeColor="accent1" w:themeShade="BF"/>
      <w:sz w:val="28"/>
      <w:szCs w:val="28"/>
    </w:rPr>
  </w:style>
  <w:style w:type="character" w:styleId="152">
    <w:name w:val="Heading 4 Char"/>
    <w:basedOn w:val="775"/>
    <w:link w:val="769"/>
    <w:uiPriority w:val="9"/>
    <w:pPr>
      <w:pBdr/>
      <w:spacing/>
      <w:ind/>
    </w:pPr>
    <w:rPr>
      <w:rFonts w:ascii="Arial" w:hAnsi="Arial" w:eastAsia="Arial" w:cs="Arial"/>
      <w:i/>
      <w:iCs/>
      <w:color w:val="0f4761" w:themeColor="accent1" w:themeShade="BF"/>
    </w:rPr>
  </w:style>
  <w:style w:type="character" w:styleId="153">
    <w:name w:val="Heading 5 Char"/>
    <w:basedOn w:val="775"/>
    <w:link w:val="770"/>
    <w:uiPriority w:val="9"/>
    <w:pPr>
      <w:pBdr/>
      <w:spacing/>
      <w:ind/>
    </w:pPr>
    <w:rPr>
      <w:rFonts w:ascii="Arial" w:hAnsi="Arial" w:eastAsia="Arial" w:cs="Arial"/>
      <w:color w:val="0f4761" w:themeColor="accent1" w:themeShade="BF"/>
    </w:rPr>
  </w:style>
  <w:style w:type="character" w:styleId="154">
    <w:name w:val="Heading 6 Char"/>
    <w:basedOn w:val="775"/>
    <w:link w:val="771"/>
    <w:uiPriority w:val="9"/>
    <w:pPr>
      <w:pBdr/>
      <w:spacing/>
      <w:ind/>
    </w:pPr>
    <w:rPr>
      <w:rFonts w:ascii="Arial" w:hAnsi="Arial" w:eastAsia="Arial" w:cs="Arial"/>
      <w:i/>
      <w:iCs/>
      <w:color w:val="595959" w:themeColor="text1" w:themeTint="A6"/>
    </w:rPr>
  </w:style>
  <w:style w:type="character" w:styleId="155">
    <w:name w:val="Heading 7 Char"/>
    <w:basedOn w:val="775"/>
    <w:link w:val="772"/>
    <w:uiPriority w:val="9"/>
    <w:pPr>
      <w:pBdr/>
      <w:spacing/>
      <w:ind/>
    </w:pPr>
    <w:rPr>
      <w:rFonts w:ascii="Arial" w:hAnsi="Arial" w:eastAsia="Arial" w:cs="Arial"/>
      <w:color w:val="595959" w:themeColor="text1" w:themeTint="A6"/>
    </w:rPr>
  </w:style>
  <w:style w:type="character" w:styleId="156">
    <w:name w:val="Heading 8 Char"/>
    <w:basedOn w:val="775"/>
    <w:link w:val="773"/>
    <w:uiPriority w:val="9"/>
    <w:pPr>
      <w:pBdr/>
      <w:spacing/>
      <w:ind/>
    </w:pPr>
    <w:rPr>
      <w:rFonts w:ascii="Arial" w:hAnsi="Arial" w:eastAsia="Arial" w:cs="Arial"/>
      <w:i/>
      <w:iCs/>
      <w:color w:val="272727" w:themeColor="text1" w:themeTint="D8"/>
    </w:rPr>
  </w:style>
  <w:style w:type="character" w:styleId="157">
    <w:name w:val="Heading 9 Char"/>
    <w:basedOn w:val="775"/>
    <w:link w:val="774"/>
    <w:uiPriority w:val="9"/>
    <w:pPr>
      <w:pBdr/>
      <w:spacing/>
      <w:ind/>
    </w:pPr>
    <w:rPr>
      <w:rFonts w:ascii="Arial" w:hAnsi="Arial" w:eastAsia="Arial" w:cs="Arial"/>
      <w:i/>
      <w:iCs/>
      <w:color w:val="272727" w:themeColor="text1" w:themeTint="D8"/>
    </w:rPr>
  </w:style>
  <w:style w:type="character" w:styleId="159">
    <w:name w:val="Title Char"/>
    <w:basedOn w:val="775"/>
    <w:link w:val="788"/>
    <w:uiPriority w:val="10"/>
    <w:pPr>
      <w:pBdr/>
      <w:spacing/>
      <w:ind/>
    </w:pPr>
    <w:rPr>
      <w:rFonts w:ascii="Arial" w:hAnsi="Arial" w:eastAsia="Arial" w:cs="Arial"/>
      <w:spacing w:val="-10"/>
      <w:sz w:val="56"/>
      <w:szCs w:val="56"/>
    </w:rPr>
  </w:style>
  <w:style w:type="character" w:styleId="161">
    <w:name w:val="Subtitle Char"/>
    <w:basedOn w:val="775"/>
    <w:link w:val="790"/>
    <w:uiPriority w:val="11"/>
    <w:pPr>
      <w:pBdr/>
      <w:spacing/>
      <w:ind/>
    </w:pPr>
    <w:rPr>
      <w:color w:val="595959" w:themeColor="text1" w:themeTint="A6"/>
      <w:spacing w:val="15"/>
      <w:sz w:val="28"/>
      <w:szCs w:val="28"/>
    </w:rPr>
  </w:style>
  <w:style w:type="character" w:styleId="163">
    <w:name w:val="Quote Char"/>
    <w:basedOn w:val="775"/>
    <w:link w:val="792"/>
    <w:uiPriority w:val="29"/>
    <w:pPr>
      <w:pBdr/>
      <w:spacing/>
      <w:ind/>
    </w:pPr>
    <w:rPr>
      <w:i/>
      <w:iCs/>
      <w:color w:val="404040" w:themeColor="text1" w:themeTint="BF"/>
    </w:rPr>
  </w:style>
  <w:style w:type="character" w:styleId="165">
    <w:name w:val="Intense Emphasis"/>
    <w:basedOn w:val="775"/>
    <w:uiPriority w:val="21"/>
    <w:qFormat/>
    <w:pPr>
      <w:pBdr/>
      <w:spacing/>
      <w:ind/>
    </w:pPr>
    <w:rPr>
      <w:i/>
      <w:iCs/>
      <w:color w:val="0f4761" w:themeColor="accent1" w:themeShade="BF"/>
    </w:rPr>
  </w:style>
  <w:style w:type="character" w:styleId="167">
    <w:name w:val="Intense Quote Char"/>
    <w:basedOn w:val="775"/>
    <w:link w:val="794"/>
    <w:uiPriority w:val="30"/>
    <w:pPr>
      <w:pBdr/>
      <w:spacing/>
      <w:ind/>
    </w:pPr>
    <w:rPr>
      <w:i/>
      <w:iCs/>
      <w:color w:val="0f4761" w:themeColor="accent1" w:themeShade="BF"/>
    </w:rPr>
  </w:style>
  <w:style w:type="character" w:styleId="168">
    <w:name w:val="Intense Reference"/>
    <w:basedOn w:val="775"/>
    <w:uiPriority w:val="32"/>
    <w:qFormat/>
    <w:pPr>
      <w:pBdr/>
      <w:spacing/>
      <w:ind/>
    </w:pPr>
    <w:rPr>
      <w:b/>
      <w:bCs/>
      <w:smallCaps/>
      <w:color w:val="0f4761" w:themeColor="accent1" w:themeShade="BF"/>
      <w:spacing w:val="5"/>
    </w:rPr>
  </w:style>
  <w:style w:type="character" w:styleId="170">
    <w:name w:val="Subtle Emphasis"/>
    <w:basedOn w:val="775"/>
    <w:uiPriority w:val="19"/>
    <w:qFormat/>
    <w:pPr>
      <w:pBdr/>
      <w:spacing/>
      <w:ind/>
    </w:pPr>
    <w:rPr>
      <w:i/>
      <w:iCs/>
      <w:color w:val="404040" w:themeColor="text1" w:themeTint="BF"/>
    </w:rPr>
  </w:style>
  <w:style w:type="character" w:styleId="171">
    <w:name w:val="Emphasis"/>
    <w:basedOn w:val="775"/>
    <w:uiPriority w:val="20"/>
    <w:qFormat/>
    <w:pPr>
      <w:pBdr/>
      <w:spacing/>
      <w:ind/>
    </w:pPr>
    <w:rPr>
      <w:i/>
      <w:iCs/>
    </w:rPr>
  </w:style>
  <w:style w:type="character" w:styleId="172">
    <w:name w:val="Strong"/>
    <w:basedOn w:val="775"/>
    <w:uiPriority w:val="22"/>
    <w:qFormat/>
    <w:pPr>
      <w:pBdr/>
      <w:spacing/>
      <w:ind/>
    </w:pPr>
    <w:rPr>
      <w:b/>
      <w:bCs/>
    </w:rPr>
  </w:style>
  <w:style w:type="character" w:styleId="173">
    <w:name w:val="Subtle Reference"/>
    <w:basedOn w:val="775"/>
    <w:uiPriority w:val="31"/>
    <w:qFormat/>
    <w:pPr>
      <w:pBdr/>
      <w:spacing/>
      <w:ind/>
    </w:pPr>
    <w:rPr>
      <w:smallCaps/>
      <w:color w:val="5a5a5a" w:themeColor="text1" w:themeTint="A5"/>
    </w:rPr>
  </w:style>
  <w:style w:type="character" w:styleId="174">
    <w:name w:val="Book Title"/>
    <w:basedOn w:val="775"/>
    <w:uiPriority w:val="33"/>
    <w:qFormat/>
    <w:pPr>
      <w:pBdr/>
      <w:spacing/>
      <w:ind/>
    </w:pPr>
    <w:rPr>
      <w:b/>
      <w:bCs/>
      <w:i/>
      <w:iCs/>
      <w:spacing w:val="5"/>
    </w:rPr>
  </w:style>
  <w:style w:type="character" w:styleId="181">
    <w:name w:val="Footnote Text Char"/>
    <w:basedOn w:val="775"/>
    <w:link w:val="925"/>
    <w:uiPriority w:val="99"/>
    <w:semiHidden/>
    <w:pPr>
      <w:pBdr/>
      <w:spacing/>
      <w:ind/>
    </w:pPr>
    <w:rPr>
      <w:sz w:val="20"/>
      <w:szCs w:val="20"/>
    </w:rPr>
  </w:style>
  <w:style w:type="character" w:styleId="184">
    <w:name w:val="Endnote Text Char"/>
    <w:basedOn w:val="775"/>
    <w:link w:val="928"/>
    <w:uiPriority w:val="99"/>
    <w:semiHidden/>
    <w:pPr>
      <w:pBdr/>
      <w:spacing/>
      <w:ind/>
    </w:pPr>
    <w:rPr>
      <w:sz w:val="20"/>
      <w:szCs w:val="20"/>
    </w:rPr>
  </w:style>
  <w:style w:type="paragraph" w:styleId="765" w:default="1">
    <w:name w:val="Normal"/>
    <w:qFormat/>
    <w:pPr>
      <w:pBdr/>
      <w:spacing w:after="160" w:line="278" w:lineRule="auto"/>
      <w:ind/>
    </w:pPr>
    <w:rPr>
      <w:rFonts w:ascii="Aptos Light" w:hAnsi="Aptos Light" w:cstheme="minorBidi"/>
      <w:color w:val="auto"/>
      <w:sz w:val="21"/>
      <w:szCs w:val="24"/>
      <w:lang w:val="it-CH"/>
    </w:rPr>
  </w:style>
  <w:style w:type="paragraph" w:styleId="766">
    <w:name w:val="Heading 1"/>
    <w:basedOn w:val="765"/>
    <w:next w:val="765"/>
    <w:link w:val="943"/>
    <w:uiPriority w:val="9"/>
    <w:qFormat/>
    <w:pPr>
      <w:keepNext w:val="true"/>
      <w:keepLines w:val="true"/>
      <w:pBdr/>
      <w:spacing w:after="0" w:before="240" w:line="240" w:lineRule="auto"/>
      <w:ind/>
      <w:outlineLvl w:val="0"/>
    </w:pPr>
    <w:rPr>
      <w:rFonts w:asciiTheme="majorHAnsi" w:hAnsiTheme="majorHAnsi" w:eastAsiaTheme="majorEastAsia" w:cstheme="majorBidi"/>
      <w:color w:val="49a0b1" w:themeColor="accent1" w:themeShade="BF"/>
      <w:sz w:val="32"/>
      <w:szCs w:val="32"/>
      <w:lang w:val="de-CH"/>
    </w:rPr>
  </w:style>
  <w:style w:type="paragraph" w:styleId="767">
    <w:name w:val="Heading 2"/>
    <w:basedOn w:val="765"/>
    <w:next w:val="765"/>
    <w:link w:val="779"/>
    <w:uiPriority w:val="9"/>
    <w:unhideWhenUsed/>
    <w:qFormat/>
    <w:pPr>
      <w:keepNext w:val="true"/>
      <w:keepLines w:val="true"/>
      <w:pBdr/>
      <w:spacing w:after="200" w:before="360"/>
      <w:ind/>
      <w:outlineLvl w:val="1"/>
    </w:pPr>
    <w:rPr>
      <w:rFonts w:ascii="Arial" w:hAnsi="Arial" w:eastAsia="Arial" w:cs="Arial"/>
      <w:sz w:val="34"/>
    </w:rPr>
  </w:style>
  <w:style w:type="paragraph" w:styleId="768">
    <w:name w:val="Heading 3"/>
    <w:basedOn w:val="765"/>
    <w:next w:val="765"/>
    <w:link w:val="780"/>
    <w:uiPriority w:val="9"/>
    <w:unhideWhenUsed/>
    <w:qFormat/>
    <w:pPr>
      <w:keepNext w:val="true"/>
      <w:keepLines w:val="true"/>
      <w:pBdr/>
      <w:spacing w:after="200" w:before="320"/>
      <w:ind/>
      <w:outlineLvl w:val="2"/>
    </w:pPr>
    <w:rPr>
      <w:rFonts w:ascii="Arial" w:hAnsi="Arial" w:eastAsia="Arial" w:cs="Arial"/>
      <w:sz w:val="30"/>
      <w:szCs w:val="30"/>
    </w:rPr>
  </w:style>
  <w:style w:type="paragraph" w:styleId="769">
    <w:name w:val="Heading 4"/>
    <w:basedOn w:val="765"/>
    <w:next w:val="765"/>
    <w:link w:val="781"/>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70">
    <w:name w:val="Heading 5"/>
    <w:basedOn w:val="765"/>
    <w:next w:val="765"/>
    <w:link w:val="782"/>
    <w:uiPriority w:val="9"/>
    <w:unhideWhenUsed/>
    <w:qFormat/>
    <w:pPr>
      <w:keepNext w:val="true"/>
      <w:keepLines w:val="true"/>
      <w:pBdr/>
      <w:spacing w:after="200" w:before="320"/>
      <w:ind/>
      <w:outlineLvl w:val="4"/>
    </w:pPr>
    <w:rPr>
      <w:rFonts w:ascii="Arial" w:hAnsi="Arial" w:eastAsia="Arial" w:cs="Arial"/>
      <w:b/>
      <w:bCs/>
      <w:sz w:val="24"/>
    </w:rPr>
  </w:style>
  <w:style w:type="paragraph" w:styleId="771">
    <w:name w:val="Heading 6"/>
    <w:basedOn w:val="765"/>
    <w:next w:val="765"/>
    <w:link w:val="783"/>
    <w:uiPriority w:val="9"/>
    <w:unhideWhenUsed/>
    <w:qFormat/>
    <w:pPr>
      <w:keepNext w:val="true"/>
      <w:keepLines w:val="true"/>
      <w:pBdr/>
      <w:spacing w:after="200" w:before="320"/>
      <w:ind/>
      <w:outlineLvl w:val="5"/>
    </w:pPr>
    <w:rPr>
      <w:rFonts w:ascii="Arial" w:hAnsi="Arial" w:eastAsia="Arial" w:cs="Arial"/>
      <w:b/>
      <w:bCs/>
      <w:sz w:val="22"/>
      <w:szCs w:val="22"/>
    </w:rPr>
  </w:style>
  <w:style w:type="paragraph" w:styleId="772">
    <w:name w:val="Heading 7"/>
    <w:basedOn w:val="765"/>
    <w:next w:val="765"/>
    <w:link w:val="784"/>
    <w:uiPriority w:val="9"/>
    <w:unhideWhenUsed/>
    <w:qFormat/>
    <w:pPr>
      <w:keepNext w:val="true"/>
      <w:keepLines w:val="true"/>
      <w:pBdr/>
      <w:spacing w:after="200" w:before="320"/>
      <w:ind/>
      <w:outlineLvl w:val="6"/>
    </w:pPr>
    <w:rPr>
      <w:rFonts w:ascii="Arial" w:hAnsi="Arial" w:eastAsia="Arial" w:cs="Arial"/>
      <w:b/>
      <w:bCs/>
      <w:i/>
      <w:iCs/>
      <w:sz w:val="22"/>
      <w:szCs w:val="22"/>
    </w:rPr>
  </w:style>
  <w:style w:type="paragraph" w:styleId="773">
    <w:name w:val="Heading 8"/>
    <w:basedOn w:val="765"/>
    <w:next w:val="765"/>
    <w:link w:val="785"/>
    <w:uiPriority w:val="9"/>
    <w:unhideWhenUsed/>
    <w:qFormat/>
    <w:pPr>
      <w:keepNext w:val="true"/>
      <w:keepLines w:val="true"/>
      <w:pBdr/>
      <w:spacing w:after="200" w:before="320"/>
      <w:ind/>
      <w:outlineLvl w:val="7"/>
    </w:pPr>
    <w:rPr>
      <w:rFonts w:ascii="Arial" w:hAnsi="Arial" w:eastAsia="Arial" w:cs="Arial"/>
      <w:i/>
      <w:iCs/>
      <w:sz w:val="22"/>
      <w:szCs w:val="22"/>
    </w:rPr>
  </w:style>
  <w:style w:type="paragraph" w:styleId="774">
    <w:name w:val="Heading 9"/>
    <w:basedOn w:val="765"/>
    <w:next w:val="765"/>
    <w:link w:val="786"/>
    <w:uiPriority w:val="9"/>
    <w:unhideWhenUsed/>
    <w:qFormat/>
    <w:pPr>
      <w:keepNext w:val="true"/>
      <w:keepLines w:val="true"/>
      <w:pBdr/>
      <w:spacing w:after="200" w:before="320"/>
      <w:ind/>
      <w:outlineLvl w:val="8"/>
    </w:pPr>
    <w:rPr>
      <w:rFonts w:ascii="Arial" w:hAnsi="Arial" w:eastAsia="Arial" w:cs="Arial"/>
      <w:i/>
      <w:iCs/>
      <w:szCs w:val="21"/>
    </w:rPr>
  </w:style>
  <w:style w:type="character" w:styleId="775" w:default="1">
    <w:name w:val="Default Paragraph Font"/>
    <w:uiPriority w:val="1"/>
    <w:semiHidden/>
    <w:unhideWhenUsed/>
    <w:pPr>
      <w:pBdr/>
      <w:spacing/>
      <w:ind/>
    </w:pPr>
  </w:style>
  <w:style w:type="table" w:styleId="77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77" w:default="1">
    <w:name w:val="No List"/>
    <w:uiPriority w:val="99"/>
    <w:semiHidden/>
    <w:unhideWhenUsed/>
    <w:pPr>
      <w:pBdr/>
      <w:spacing/>
      <w:ind/>
    </w:pPr>
  </w:style>
  <w:style w:type="character" w:styleId="778" w:customStyle="1">
    <w:name w:val="Heading 1 Char"/>
    <w:basedOn w:val="775"/>
    <w:uiPriority w:val="9"/>
    <w:pPr>
      <w:pBdr/>
      <w:spacing/>
      <w:ind/>
    </w:pPr>
    <w:rPr>
      <w:rFonts w:ascii="Arial" w:hAnsi="Arial" w:eastAsia="Arial" w:cs="Arial"/>
      <w:sz w:val="40"/>
      <w:szCs w:val="40"/>
    </w:rPr>
  </w:style>
  <w:style w:type="character" w:styleId="779" w:customStyle="1">
    <w:name w:val="Überschrift 2 Zchn"/>
    <w:basedOn w:val="775"/>
    <w:link w:val="767"/>
    <w:uiPriority w:val="9"/>
    <w:pPr>
      <w:pBdr/>
      <w:spacing/>
      <w:ind/>
    </w:pPr>
    <w:rPr>
      <w:rFonts w:ascii="Arial" w:hAnsi="Arial" w:eastAsia="Arial" w:cs="Arial"/>
      <w:sz w:val="34"/>
    </w:rPr>
  </w:style>
  <w:style w:type="character" w:styleId="780" w:customStyle="1">
    <w:name w:val="Überschrift 3 Zchn"/>
    <w:basedOn w:val="775"/>
    <w:link w:val="768"/>
    <w:uiPriority w:val="9"/>
    <w:pPr>
      <w:pBdr/>
      <w:spacing/>
      <w:ind/>
    </w:pPr>
    <w:rPr>
      <w:rFonts w:ascii="Arial" w:hAnsi="Arial" w:eastAsia="Arial" w:cs="Arial"/>
      <w:sz w:val="30"/>
      <w:szCs w:val="30"/>
    </w:rPr>
  </w:style>
  <w:style w:type="character" w:styleId="781" w:customStyle="1">
    <w:name w:val="Überschrift 4 Zchn"/>
    <w:basedOn w:val="775"/>
    <w:link w:val="769"/>
    <w:uiPriority w:val="9"/>
    <w:pPr>
      <w:pBdr/>
      <w:spacing/>
      <w:ind/>
    </w:pPr>
    <w:rPr>
      <w:rFonts w:ascii="Arial" w:hAnsi="Arial" w:eastAsia="Arial" w:cs="Arial"/>
      <w:b/>
      <w:bCs/>
      <w:sz w:val="26"/>
      <w:szCs w:val="26"/>
    </w:rPr>
  </w:style>
  <w:style w:type="character" w:styleId="782" w:customStyle="1">
    <w:name w:val="Überschrift 5 Zchn"/>
    <w:basedOn w:val="775"/>
    <w:link w:val="770"/>
    <w:uiPriority w:val="9"/>
    <w:pPr>
      <w:pBdr/>
      <w:spacing/>
      <w:ind/>
    </w:pPr>
    <w:rPr>
      <w:rFonts w:ascii="Arial" w:hAnsi="Arial" w:eastAsia="Arial" w:cs="Arial"/>
      <w:b/>
      <w:bCs/>
      <w:sz w:val="24"/>
      <w:szCs w:val="24"/>
    </w:rPr>
  </w:style>
  <w:style w:type="character" w:styleId="783" w:customStyle="1">
    <w:name w:val="Überschrift 6 Zchn"/>
    <w:basedOn w:val="775"/>
    <w:link w:val="771"/>
    <w:uiPriority w:val="9"/>
    <w:pPr>
      <w:pBdr/>
      <w:spacing/>
      <w:ind/>
    </w:pPr>
    <w:rPr>
      <w:rFonts w:ascii="Arial" w:hAnsi="Arial" w:eastAsia="Arial" w:cs="Arial"/>
      <w:b/>
      <w:bCs/>
      <w:sz w:val="22"/>
      <w:szCs w:val="22"/>
    </w:rPr>
  </w:style>
  <w:style w:type="character" w:styleId="784" w:customStyle="1">
    <w:name w:val="Überschrift 7 Zchn"/>
    <w:basedOn w:val="775"/>
    <w:link w:val="772"/>
    <w:uiPriority w:val="9"/>
    <w:pPr>
      <w:pBdr/>
      <w:spacing/>
      <w:ind/>
    </w:pPr>
    <w:rPr>
      <w:rFonts w:ascii="Arial" w:hAnsi="Arial" w:eastAsia="Arial" w:cs="Arial"/>
      <w:b/>
      <w:bCs/>
      <w:i/>
      <w:iCs/>
      <w:sz w:val="22"/>
      <w:szCs w:val="22"/>
    </w:rPr>
  </w:style>
  <w:style w:type="character" w:styleId="785" w:customStyle="1">
    <w:name w:val="Überschrift 8 Zchn"/>
    <w:basedOn w:val="775"/>
    <w:link w:val="773"/>
    <w:uiPriority w:val="9"/>
    <w:pPr>
      <w:pBdr/>
      <w:spacing/>
      <w:ind/>
    </w:pPr>
    <w:rPr>
      <w:rFonts w:ascii="Arial" w:hAnsi="Arial" w:eastAsia="Arial" w:cs="Arial"/>
      <w:i/>
      <w:iCs/>
      <w:sz w:val="22"/>
      <w:szCs w:val="22"/>
    </w:rPr>
  </w:style>
  <w:style w:type="character" w:styleId="786" w:customStyle="1">
    <w:name w:val="Überschrift 9 Zchn"/>
    <w:basedOn w:val="775"/>
    <w:link w:val="774"/>
    <w:uiPriority w:val="9"/>
    <w:pPr>
      <w:pBdr/>
      <w:spacing/>
      <w:ind/>
    </w:pPr>
    <w:rPr>
      <w:rFonts w:ascii="Arial" w:hAnsi="Arial" w:eastAsia="Arial" w:cs="Arial"/>
      <w:i/>
      <w:iCs/>
      <w:sz w:val="21"/>
      <w:szCs w:val="21"/>
    </w:rPr>
  </w:style>
  <w:style w:type="paragraph" w:styleId="787">
    <w:name w:val="No Spacing"/>
    <w:uiPriority w:val="1"/>
    <w:qFormat/>
    <w:pPr>
      <w:pBdr/>
      <w:spacing/>
      <w:ind/>
    </w:pPr>
  </w:style>
  <w:style w:type="paragraph" w:styleId="788">
    <w:name w:val="Title"/>
    <w:basedOn w:val="765"/>
    <w:next w:val="765"/>
    <w:link w:val="789"/>
    <w:uiPriority w:val="10"/>
    <w:qFormat/>
    <w:pPr>
      <w:pBdr/>
      <w:spacing w:after="200" w:before="300"/>
      <w:ind/>
      <w:contextualSpacing w:val="true"/>
    </w:pPr>
    <w:rPr>
      <w:sz w:val="48"/>
      <w:szCs w:val="48"/>
    </w:rPr>
  </w:style>
  <w:style w:type="character" w:styleId="789" w:customStyle="1">
    <w:name w:val="Titel Zchn"/>
    <w:basedOn w:val="775"/>
    <w:link w:val="788"/>
    <w:uiPriority w:val="10"/>
    <w:pPr>
      <w:pBdr/>
      <w:spacing/>
      <w:ind/>
    </w:pPr>
    <w:rPr>
      <w:sz w:val="48"/>
      <w:szCs w:val="48"/>
    </w:rPr>
  </w:style>
  <w:style w:type="paragraph" w:styleId="790">
    <w:name w:val="Subtitle"/>
    <w:basedOn w:val="765"/>
    <w:next w:val="765"/>
    <w:link w:val="791"/>
    <w:uiPriority w:val="11"/>
    <w:qFormat/>
    <w:pPr>
      <w:pBdr/>
      <w:spacing w:after="200" w:before="200"/>
      <w:ind/>
    </w:pPr>
    <w:rPr>
      <w:sz w:val="24"/>
    </w:rPr>
  </w:style>
  <w:style w:type="character" w:styleId="791" w:customStyle="1">
    <w:name w:val="Untertitel Zchn"/>
    <w:basedOn w:val="775"/>
    <w:link w:val="790"/>
    <w:uiPriority w:val="11"/>
    <w:pPr>
      <w:pBdr/>
      <w:spacing/>
      <w:ind/>
    </w:pPr>
    <w:rPr>
      <w:sz w:val="24"/>
      <w:szCs w:val="24"/>
    </w:rPr>
  </w:style>
  <w:style w:type="paragraph" w:styleId="792">
    <w:name w:val="Quote"/>
    <w:basedOn w:val="765"/>
    <w:next w:val="765"/>
    <w:link w:val="793"/>
    <w:uiPriority w:val="29"/>
    <w:qFormat/>
    <w:pPr>
      <w:pBdr/>
      <w:spacing/>
      <w:ind w:right="720" w:left="720"/>
    </w:pPr>
    <w:rPr>
      <w:i/>
    </w:rPr>
  </w:style>
  <w:style w:type="character" w:styleId="793" w:customStyle="1">
    <w:name w:val="Zitat Zchn"/>
    <w:link w:val="792"/>
    <w:uiPriority w:val="29"/>
    <w:pPr>
      <w:pBdr/>
      <w:spacing/>
      <w:ind/>
    </w:pPr>
    <w:rPr>
      <w:i/>
    </w:rPr>
  </w:style>
  <w:style w:type="paragraph" w:styleId="794">
    <w:name w:val="Intense Quote"/>
    <w:basedOn w:val="765"/>
    <w:next w:val="765"/>
    <w:link w:val="795"/>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795" w:customStyle="1">
    <w:name w:val="Intensives Zitat Zchn"/>
    <w:link w:val="794"/>
    <w:uiPriority w:val="30"/>
    <w:pPr>
      <w:pBdr/>
      <w:spacing/>
      <w:ind/>
    </w:pPr>
    <w:rPr>
      <w:i/>
    </w:rPr>
  </w:style>
  <w:style w:type="character" w:styleId="796" w:customStyle="1">
    <w:name w:val="Header Char"/>
    <w:basedOn w:val="775"/>
    <w:uiPriority w:val="99"/>
    <w:pPr>
      <w:pBdr/>
      <w:spacing/>
      <w:ind/>
    </w:pPr>
  </w:style>
  <w:style w:type="character" w:styleId="797" w:customStyle="1">
    <w:name w:val="Footer Char"/>
    <w:basedOn w:val="775"/>
    <w:uiPriority w:val="99"/>
    <w:pPr>
      <w:pBdr/>
      <w:spacing/>
      <w:ind/>
    </w:pPr>
  </w:style>
  <w:style w:type="paragraph" w:styleId="798">
    <w:name w:val="Caption"/>
    <w:basedOn w:val="765"/>
    <w:next w:val="765"/>
    <w:uiPriority w:val="35"/>
    <w:semiHidden/>
    <w:unhideWhenUsed/>
    <w:qFormat/>
    <w:pPr>
      <w:pBdr/>
      <w:spacing w:line="276" w:lineRule="auto"/>
      <w:ind/>
    </w:pPr>
    <w:rPr>
      <w:b/>
      <w:bCs/>
      <w:color w:val="83c0cc" w:themeColor="accent1"/>
      <w:sz w:val="18"/>
      <w:szCs w:val="18"/>
    </w:rPr>
  </w:style>
  <w:style w:type="character" w:styleId="799" w:customStyle="1">
    <w:name w:val="Caption Char"/>
    <w:uiPriority w:val="99"/>
    <w:pPr>
      <w:pBdr/>
      <w:spacing/>
      <w:ind/>
    </w:pPr>
  </w:style>
  <w:style w:type="table" w:styleId="800" w:customStyle="1">
    <w:name w:val="Table Grid Light1"/>
    <w:basedOn w:val="77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name w:val="Plain Table 1"/>
    <w:basedOn w:val="77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name w:val="Plain Table 2"/>
    <w:basedOn w:val="776"/>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Plain Table 3"/>
    <w:basedOn w:val="77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name w:val="Plain Table 4"/>
    <w:basedOn w:val="77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name w:val="Plain Table 5"/>
    <w:basedOn w:val="77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name w:val="Grid Table 1 Light"/>
    <w:basedOn w:val="776"/>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Grid Table 1 Light - Accent 11"/>
    <w:basedOn w:val="776"/>
    <w:uiPriority w:val="99"/>
    <w:pPr>
      <w:pBdr/>
      <w:spacing/>
      <w:ind/>
    </w:pPr>
    <w:tblPr>
      <w:tblStyleRowBandSize w:val="1"/>
      <w:tblStyleColBandSize w:val="1"/>
      <w:tblBorders>
        <w:top w:val="single" w:color="cce5ea" w:themeColor="accent1" w:themeTint="67" w:sz="4" w:space="0"/>
        <w:left w:val="single" w:color="cce5ea" w:themeColor="accent1" w:themeTint="67" w:sz="4" w:space="0"/>
        <w:bottom w:val="single" w:color="cce5ea" w:themeColor="accent1" w:themeTint="67" w:sz="4" w:space="0"/>
        <w:right w:val="single" w:color="cce5ea" w:themeColor="accent1" w:themeTint="67" w:sz="4" w:space="0"/>
        <w:insideH w:val="single" w:color="cce5ea" w:themeColor="accent1" w:themeTint="67" w:sz="4" w:space="0"/>
        <w:insideV w:val="single" w:color="cce5ea"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cce5ea" w:themeColor="accent1" w:themeTint="67" w:sz="4" w:space="0"/>
          <w:left w:val="single" w:color="cce5ea" w:themeColor="accent1" w:themeTint="67" w:sz="4" w:space="0"/>
          <w:bottom w:val="single" w:color="cce5ea" w:themeColor="accent1" w:themeTint="67" w:sz="4" w:space="0"/>
          <w:right w:val="single" w:color="cce5ea"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6dae1"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Grid Table 1 Light - Accent 2"/>
    <w:basedOn w:val="776"/>
    <w:uiPriority w:val="99"/>
    <w:pPr>
      <w:pBdr/>
      <w:spacing/>
      <w:ind/>
    </w:pPr>
    <w:tblPr>
      <w:tblStyleRowBandSize w:val="1"/>
      <w:tblStyleColBandSize w:val="1"/>
      <w:tblBorders>
        <w:top w:val="single" w:color="b4d8e1" w:themeColor="accent2" w:themeTint="67" w:sz="4" w:space="0"/>
        <w:left w:val="single" w:color="b4d8e1" w:themeColor="accent2" w:themeTint="67" w:sz="4" w:space="0"/>
        <w:bottom w:val="single" w:color="b4d8e1" w:themeColor="accent2" w:themeTint="67" w:sz="4" w:space="0"/>
        <w:right w:val="single" w:color="b4d8e1" w:themeColor="accent2" w:themeTint="67" w:sz="4" w:space="0"/>
        <w:insideH w:val="single" w:color="b4d8e1" w:themeColor="accent2" w:themeTint="67" w:sz="4" w:space="0"/>
        <w:insideV w:val="single" w:color="b4d8e1"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b4d8e1" w:themeColor="accent2" w:themeTint="67" w:sz="4" w:space="0"/>
          <w:left w:val="single" w:color="b4d8e1" w:themeColor="accent2" w:themeTint="67" w:sz="4" w:space="0"/>
          <w:bottom w:val="single" w:color="b4d8e1" w:themeColor="accent2" w:themeTint="67" w:sz="4" w:space="0"/>
          <w:right w:val="single" w:color="b4d8e1"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3c7d4"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Grid Table 1 Light - Accent 31"/>
    <w:basedOn w:val="776"/>
    <w:uiPriority w:val="99"/>
    <w:pPr>
      <w:pBdr/>
      <w:spacing/>
      <w:ind/>
    </w:pPr>
    <w:tblPr>
      <w:tblStyleRowBandSize w:val="1"/>
      <w:tblStyleColBandSize w:val="1"/>
      <w:tblBorders>
        <w:top w:val="single" w:color="81d7e8" w:themeColor="accent3" w:themeTint="67" w:sz="4" w:space="0"/>
        <w:left w:val="single" w:color="81d7e8" w:themeColor="accent3" w:themeTint="67" w:sz="4" w:space="0"/>
        <w:bottom w:val="single" w:color="81d7e8" w:themeColor="accent3" w:themeTint="67" w:sz="4" w:space="0"/>
        <w:right w:val="single" w:color="81d7e8" w:themeColor="accent3" w:themeTint="67" w:sz="4" w:space="0"/>
        <w:insideH w:val="single" w:color="81d7e8" w:themeColor="accent3" w:themeTint="67" w:sz="4" w:space="0"/>
        <w:insideV w:val="single" w:color="81d7e8"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81d7e8" w:themeColor="accent3" w:themeTint="67" w:sz="4" w:space="0"/>
          <w:left w:val="single" w:color="81d7e8" w:themeColor="accent3" w:themeTint="67" w:sz="4" w:space="0"/>
          <w:bottom w:val="single" w:color="81d7e8" w:themeColor="accent3" w:themeTint="67" w:sz="4" w:space="0"/>
          <w:right w:val="single" w:color="81d7e8"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49c5de"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Grid Table 1 Light - Accent 41"/>
    <w:basedOn w:val="776"/>
    <w:uiPriority w:val="99"/>
    <w:pPr>
      <w:pBdr/>
      <w:spacing/>
      <w:ind/>
    </w:pPr>
    <w:tblPr>
      <w:tblStyleRowBandSize w:val="1"/>
      <w:tblStyleColBandSize w:val="1"/>
      <w:tblBorders>
        <w:top w:val="single" w:color="96b8d3" w:themeColor="accent4" w:themeTint="67" w:sz="4" w:space="0"/>
        <w:left w:val="single" w:color="96b8d3" w:themeColor="accent4" w:themeTint="67" w:sz="4" w:space="0"/>
        <w:bottom w:val="single" w:color="96b8d3" w:themeColor="accent4" w:themeTint="67" w:sz="4" w:space="0"/>
        <w:right w:val="single" w:color="96b8d3" w:themeColor="accent4" w:themeTint="67" w:sz="4" w:space="0"/>
        <w:insideH w:val="single" w:color="96b8d3" w:themeColor="accent4" w:themeTint="67" w:sz="4" w:space="0"/>
        <w:insideV w:val="single" w:color="96b8d3"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96b8d3" w:themeColor="accent4" w:themeTint="67" w:sz="4" w:space="0"/>
          <w:left w:val="single" w:color="96b8d3" w:themeColor="accent4" w:themeTint="67" w:sz="4" w:space="0"/>
          <w:bottom w:val="single" w:color="96b8d3" w:themeColor="accent4" w:themeTint="67" w:sz="4" w:space="0"/>
          <w:right w:val="single" w:color="96b8d3"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799c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Grid Table 1 Light - Accent 51"/>
    <w:basedOn w:val="776"/>
    <w:uiPriority w:val="99"/>
    <w:pPr>
      <w:pBdr/>
      <w:spacing/>
      <w:ind/>
    </w:pPr>
    <w:tblPr>
      <w:tblStyleRowBandSize w:val="1"/>
      <w:tblStyleColBandSize w:val="1"/>
      <w:tblBorders>
        <w:top w:val="single" w:color="97b7d3" w:themeColor="accent5" w:themeTint="67" w:sz="4" w:space="0"/>
        <w:left w:val="single" w:color="97b7d3" w:themeColor="accent5" w:themeTint="67" w:sz="4" w:space="0"/>
        <w:bottom w:val="single" w:color="97b7d3" w:themeColor="accent5" w:themeTint="67" w:sz="4" w:space="0"/>
        <w:right w:val="single" w:color="97b7d3" w:themeColor="accent5" w:themeTint="67" w:sz="4" w:space="0"/>
        <w:insideH w:val="single" w:color="97b7d3" w:themeColor="accent5" w:themeTint="67" w:sz="4" w:space="0"/>
        <w:insideV w:val="single" w:color="97b7d3"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97b7d3" w:themeColor="accent5" w:themeTint="67" w:sz="4" w:space="0"/>
          <w:left w:val="single" w:color="97b7d3" w:themeColor="accent5" w:themeTint="67" w:sz="4" w:space="0"/>
          <w:bottom w:val="single" w:color="97b7d3" w:themeColor="accent5" w:themeTint="67" w:sz="4" w:space="0"/>
          <w:right w:val="single" w:color="97b7d3"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897bf"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Grid Table 1 Light - Accent 61"/>
    <w:basedOn w:val="776"/>
    <w:uiPriority w:val="99"/>
    <w:pPr>
      <w:pBdr/>
      <w:spacing/>
      <w:ind/>
    </w:pPr>
    <w:tblPr>
      <w:tblStyleRowBandSize w:val="1"/>
      <w:tblStyleColBandSize w:val="1"/>
      <w:tblBorders>
        <w:top w:val="single" w:color="a4b0c2" w:themeColor="accent6" w:themeTint="67" w:sz="4" w:space="0"/>
        <w:left w:val="single" w:color="a4b0c2" w:themeColor="accent6" w:themeTint="67" w:sz="4" w:space="0"/>
        <w:bottom w:val="single" w:color="a4b0c2" w:themeColor="accent6" w:themeTint="67" w:sz="4" w:space="0"/>
        <w:right w:val="single" w:color="a4b0c2" w:themeColor="accent6" w:themeTint="67" w:sz="4" w:space="0"/>
        <w:insideH w:val="single" w:color="a4b0c2" w:themeColor="accent6" w:themeTint="67" w:sz="4" w:space="0"/>
        <w:insideV w:val="single" w:color="a4b0c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a4b0c2" w:themeColor="accent6" w:themeTint="67" w:sz="4" w:space="0"/>
          <w:left w:val="single" w:color="a4b0c2" w:themeColor="accent6" w:themeTint="67" w:sz="4" w:space="0"/>
          <w:bottom w:val="single" w:color="a4b0c2" w:themeColor="accent6" w:themeTint="67" w:sz="4" w:space="0"/>
          <w:right w:val="single" w:color="a4b0c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7b8da7"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Grid Table 2"/>
    <w:basedOn w:val="77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Grid Table 2 - Accent 11"/>
    <w:basedOn w:val="776"/>
    <w:uiPriority w:val="99"/>
    <w:pPr>
      <w:pBdr/>
      <w:spacing/>
      <w:ind/>
    </w:pPr>
    <w:tblPr>
      <w:tblStyleRowBandSize w:val="1"/>
      <w:tblStyleColBandSize w:val="1"/>
      <w:tblBorders>
        <w:bottom w:val="single" w:color="8dc5d0" w:themeColor="accent1" w:themeTint="EA" w:sz="4" w:space="0"/>
        <w:insideH w:val="single" w:color="8dc5d0" w:themeColor="accent1" w:themeTint="EA" w:sz="4" w:space="0"/>
        <w:insideV w:val="single" w:color="8dc5d0" w:themeColor="accent1" w:themeTint="EA" w:sz="4" w:space="0"/>
      </w:tblBorders>
    </w:tblPr>
    <w:tcPr>
      <w:tcBorders/>
    </w:tcPr>
    <w:tblStylePr w:type="band1Horz">
      <w:rPr>
        <w:rFonts w:ascii="Arial" w:hAnsi="Arial"/>
        <w:color w:val="404040"/>
        <w:sz w:val="22"/>
      </w:rPr>
      <w:pPr>
        <w:pBdr/>
        <w:spacing/>
        <w:ind/>
      </w:pPr>
      <w:tblPr>
        <w:tblBorders/>
      </w:tblPr>
      <w:tcPr>
        <w:shd w:val="clear" w:color="e5f2f4" w:themeColor="accent1" w:themeTint="34" w:fill="e5f2f4" w:themeFill="accent1" w:themeFillTint="34"/>
        <w:tcBorders/>
      </w:tcPr>
    </w:tblStylePr>
    <w:tblStylePr w:type="band1Vert">
      <w:rPr>
        <w:rFonts w:ascii="Arial" w:hAnsi="Arial"/>
        <w:color w:val="404040"/>
        <w:sz w:val="22"/>
      </w:rPr>
      <w:pPr>
        <w:pBdr/>
        <w:spacing/>
        <w:ind/>
      </w:pPr>
      <w:tblPr>
        <w:tblBorders/>
      </w:tblPr>
      <w:tcPr>
        <w:shd w:val="clear" w:color="e5f2f4" w:themeColor="accent1" w:themeTint="34" w:fill="e5f2f4"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8dc5d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8dc5d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Grid Table 2 - Accent 21"/>
    <w:basedOn w:val="776"/>
    <w:uiPriority w:val="99"/>
    <w:pPr>
      <w:pBdr/>
      <w:spacing/>
      <w:ind/>
    </w:pPr>
    <w:tblPr>
      <w:tblStyleRowBandSize w:val="1"/>
      <w:tblStyleColBandSize w:val="1"/>
      <w:tblBorders>
        <w:bottom w:val="single" w:color="92c6d3" w:themeColor="accent2" w:themeTint="97" w:sz="4" w:space="0"/>
        <w:insideH w:val="single" w:color="92c6d3" w:themeColor="accent2" w:themeTint="97" w:sz="4" w:space="0"/>
        <w:insideV w:val="single" w:color="92c6d3" w:themeColor="accent2" w:themeTint="97" w:sz="4" w:space="0"/>
      </w:tblBorders>
    </w:tblPr>
    <w:tcPr>
      <w:tcBorders/>
    </w:tcPr>
    <w:tblStylePr w:type="band1Horz">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1Vert">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2c6d3"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2c6d3"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Grid Table 2 - Accent 31"/>
    <w:basedOn w:val="776"/>
    <w:uiPriority w:val="99"/>
    <w:pPr>
      <w:pBdr/>
      <w:spacing/>
      <w:ind/>
    </w:pPr>
    <w:tblPr>
      <w:tblStyleRowBandSize w:val="1"/>
      <w:tblStyleColBandSize w:val="1"/>
      <w:tblBorders>
        <w:bottom w:val="single" w:color="16697a" w:themeColor="accent3" w:themeTint="FE" w:sz="4" w:space="0"/>
        <w:insideH w:val="single" w:color="16697a" w:themeColor="accent3" w:themeTint="FE" w:sz="4" w:space="0"/>
        <w:insideV w:val="single" w:color="16697a" w:themeColor="accent3" w:themeTint="FE" w:sz="4" w:space="0"/>
      </w:tblBorders>
    </w:tblPr>
    <w:tcPr>
      <w:tcBorders/>
    </w:tcPr>
    <w:tblStylePr w:type="band1Horz">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1Vert">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16697a"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16697a"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Grid Table 2 - Accent 41"/>
    <w:basedOn w:val="776"/>
    <w:uiPriority w:val="99"/>
    <w:pPr>
      <w:pBdr/>
      <w:spacing/>
      <w:ind/>
    </w:pPr>
    <w:tblPr>
      <w:tblStyleRowBandSize w:val="1"/>
      <w:tblStyleColBandSize w:val="1"/>
      <w:tblBorders>
        <w:bottom w:val="single" w:color="6296be" w:themeColor="accent4" w:themeTint="9A" w:sz="4" w:space="0"/>
        <w:insideH w:val="single" w:color="6296be" w:themeColor="accent4" w:themeTint="9A" w:sz="4" w:space="0"/>
        <w:insideV w:val="single" w:color="6296be" w:themeColor="accent4" w:themeTint="9A" w:sz="4" w:space="0"/>
      </w:tblBorders>
    </w:tblPr>
    <w:tcPr>
      <w:tcBorders/>
    </w:tcPr>
    <w:tblStylePr w:type="band1Horz">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1Vert">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296be"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296be"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Grid Table 2 - Accent 51"/>
    <w:basedOn w:val="776"/>
    <w:uiPriority w:val="99"/>
    <w:pPr>
      <w:pBdr/>
      <w:spacing/>
      <w:ind/>
    </w:pPr>
    <w:tblPr>
      <w:tblStyleRowBandSize w:val="1"/>
      <w:tblStyleColBandSize w:val="1"/>
      <w:tblBorders>
        <w:bottom w:val="single" w:color="2b4b66" w:themeColor="accent5" w:sz="4" w:space="0"/>
        <w:insideH w:val="single" w:color="2b4b66" w:themeColor="accent5" w:sz="4" w:space="0"/>
        <w:insideV w:val="single" w:color="2b4b66" w:themeColor="accent5" w:sz="4" w:space="0"/>
      </w:tblBorders>
    </w:tblPr>
    <w:tcPr>
      <w:tcBorders/>
    </w:tcPr>
    <w:tblStylePr w:type="band1Horz">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1Vert">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2b4b6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2b4b6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Grid Table 2 - Accent 61"/>
    <w:basedOn w:val="776"/>
    <w:uiPriority w:val="99"/>
    <w:pPr>
      <w:pBdr/>
      <w:spacing/>
      <w:ind/>
    </w:pPr>
    <w:tblPr>
      <w:tblStyleRowBandSize w:val="1"/>
      <w:tblStyleColBandSize w:val="1"/>
      <w:tblBorders>
        <w:bottom w:val="single" w:color="364151" w:themeColor="accent6" w:sz="4" w:space="0"/>
        <w:insideH w:val="single" w:color="364151" w:themeColor="accent6" w:sz="4" w:space="0"/>
        <w:insideV w:val="single" w:color="364151" w:themeColor="accent6" w:sz="4" w:space="0"/>
      </w:tblBorders>
    </w:tblPr>
    <w:tcPr>
      <w:tcBorders/>
    </w:tcPr>
    <w:tblStylePr w:type="band1Horz">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364151"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364151"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Grid Table 3"/>
    <w:basedOn w:val="77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Grid Table 3 - Accent 11"/>
    <w:basedOn w:val="776"/>
    <w:uiPriority w:val="99"/>
    <w:pPr>
      <w:pBdr/>
      <w:spacing/>
      <w:ind/>
    </w:pPr>
    <w:tblPr>
      <w:tblStyleRowBandSize w:val="1"/>
      <w:tblStyleColBandSize w:val="1"/>
      <w:tblBorders>
        <w:bottom w:val="single" w:color="8dc5d0" w:themeColor="accent1" w:themeTint="EA" w:sz="4" w:space="0"/>
        <w:insideH w:val="single" w:color="8dc5d0" w:themeColor="accent1" w:themeTint="EA" w:sz="4" w:space="0"/>
        <w:insideV w:val="single" w:color="8dc5d0" w:themeColor="accent1" w:themeTint="EA" w:sz="4" w:space="0"/>
      </w:tblBorders>
    </w:tblPr>
    <w:tcPr>
      <w:tcBorders/>
    </w:tcPr>
    <w:tblStylePr w:type="band1Horz">
      <w:rPr>
        <w:rFonts w:ascii="Arial" w:hAnsi="Arial"/>
        <w:color w:val="404040"/>
        <w:sz w:val="22"/>
      </w:rPr>
      <w:pPr>
        <w:pBdr/>
        <w:spacing/>
        <w:ind/>
      </w:pPr>
      <w:tblPr>
        <w:tblBorders/>
      </w:tblPr>
      <w:tcPr>
        <w:shd w:val="clear" w:color="e5f2f4" w:themeColor="accent1" w:themeTint="34" w:fill="e5f2f4" w:themeFill="accent1" w:themeFillTint="34"/>
        <w:tcBorders/>
      </w:tcPr>
    </w:tblStylePr>
    <w:tblStylePr w:type="band1Vert">
      <w:rPr>
        <w:rFonts w:ascii="Arial" w:hAnsi="Arial"/>
        <w:color w:val="404040"/>
        <w:sz w:val="22"/>
      </w:rPr>
      <w:pPr>
        <w:pBdr/>
        <w:spacing/>
        <w:ind/>
      </w:pPr>
      <w:tblPr>
        <w:tblBorders/>
      </w:tblPr>
      <w:tcPr>
        <w:shd w:val="clear" w:color="e5f2f4" w:themeColor="accent1" w:themeTint="34" w:fill="e5f2f4"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3 - Accent 21"/>
    <w:basedOn w:val="776"/>
    <w:uiPriority w:val="99"/>
    <w:pPr>
      <w:pBdr/>
      <w:spacing/>
      <w:ind/>
    </w:pPr>
    <w:tblPr>
      <w:tblStyleRowBandSize w:val="1"/>
      <w:tblStyleColBandSize w:val="1"/>
      <w:tblBorders>
        <w:bottom w:val="single" w:color="92c6d3" w:themeColor="accent2" w:themeTint="97" w:sz="4" w:space="0"/>
        <w:insideH w:val="single" w:color="92c6d3" w:themeColor="accent2" w:themeTint="97" w:sz="4" w:space="0"/>
        <w:insideV w:val="single" w:color="92c6d3" w:themeColor="accent2" w:themeTint="97" w:sz="4" w:space="0"/>
      </w:tblBorders>
    </w:tblPr>
    <w:tcPr>
      <w:tcBorders/>
    </w:tcPr>
    <w:tblStylePr w:type="band1Horz">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1Vert">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3 - Accent 31"/>
    <w:basedOn w:val="776"/>
    <w:uiPriority w:val="99"/>
    <w:pPr>
      <w:pBdr/>
      <w:spacing/>
      <w:ind/>
    </w:pPr>
    <w:tblPr>
      <w:tblStyleRowBandSize w:val="1"/>
      <w:tblStyleColBandSize w:val="1"/>
      <w:tblBorders>
        <w:bottom w:val="single" w:color="16697a" w:themeColor="accent3" w:themeTint="FE" w:sz="4" w:space="0"/>
        <w:insideH w:val="single" w:color="16697a" w:themeColor="accent3" w:themeTint="FE" w:sz="4" w:space="0"/>
        <w:insideV w:val="single" w:color="16697a" w:themeColor="accent3" w:themeTint="FE" w:sz="4" w:space="0"/>
      </w:tblBorders>
    </w:tblPr>
    <w:tcPr>
      <w:tcBorders/>
    </w:tcPr>
    <w:tblStylePr w:type="band1Horz">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1Vert">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3 - Accent 41"/>
    <w:basedOn w:val="776"/>
    <w:uiPriority w:val="99"/>
    <w:pPr>
      <w:pBdr/>
      <w:spacing/>
      <w:ind/>
    </w:pPr>
    <w:tblPr>
      <w:tblStyleRowBandSize w:val="1"/>
      <w:tblStyleColBandSize w:val="1"/>
      <w:tblBorders>
        <w:bottom w:val="single" w:color="6296be" w:themeColor="accent4" w:themeTint="9A" w:sz="4" w:space="0"/>
        <w:insideH w:val="single" w:color="6296be" w:themeColor="accent4" w:themeTint="9A" w:sz="4" w:space="0"/>
        <w:insideV w:val="single" w:color="6296be" w:themeColor="accent4" w:themeTint="9A" w:sz="4" w:space="0"/>
      </w:tblBorders>
    </w:tblPr>
    <w:tcPr>
      <w:tcBorders/>
    </w:tcPr>
    <w:tblStylePr w:type="band1Horz">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1Vert">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3 - Accent 51"/>
    <w:basedOn w:val="776"/>
    <w:uiPriority w:val="99"/>
    <w:pPr>
      <w:pBdr/>
      <w:spacing/>
      <w:ind/>
    </w:pPr>
    <w:tblPr>
      <w:tblStyleRowBandSize w:val="1"/>
      <w:tblStyleColBandSize w:val="1"/>
      <w:tblBorders>
        <w:bottom w:val="single" w:color="2b4b66" w:themeColor="accent5" w:sz="4" w:space="0"/>
        <w:insideH w:val="single" w:color="2b4b66" w:themeColor="accent5" w:sz="4" w:space="0"/>
        <w:insideV w:val="single" w:color="2b4b66" w:themeColor="accent5" w:sz="4" w:space="0"/>
      </w:tblBorders>
    </w:tblPr>
    <w:tcPr>
      <w:tcBorders/>
    </w:tcPr>
    <w:tblStylePr w:type="band1Horz">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1Vert">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3 - Accent 61"/>
    <w:basedOn w:val="776"/>
    <w:uiPriority w:val="99"/>
    <w:pPr>
      <w:pBdr/>
      <w:spacing/>
      <w:ind/>
    </w:pPr>
    <w:tblPr>
      <w:tblStyleRowBandSize w:val="1"/>
      <w:tblStyleColBandSize w:val="1"/>
      <w:tblBorders>
        <w:bottom w:val="single" w:color="364151" w:themeColor="accent6" w:sz="4" w:space="0"/>
        <w:insideH w:val="single" w:color="364151" w:themeColor="accent6" w:sz="4" w:space="0"/>
        <w:insideV w:val="single" w:color="364151" w:themeColor="accent6" w:sz="4" w:space="0"/>
      </w:tblBorders>
    </w:tblPr>
    <w:tcPr>
      <w:tcBorders/>
    </w:tcPr>
    <w:tblStylePr w:type="band1Horz">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Grid Table 4"/>
    <w:basedOn w:val="776"/>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Grid Table 4 - Accent 11"/>
    <w:basedOn w:val="776"/>
    <w:uiPriority w:val="59"/>
    <w:pPr>
      <w:pBdr/>
      <w:spacing/>
      <w:ind/>
    </w:pPr>
    <w:tblPr>
      <w:tblStyleRowBandSize w:val="1"/>
      <w:tblStyleColBandSize w:val="1"/>
      <w:tblBorders>
        <w:top w:val="single" w:color="b8dbe2" w:themeColor="accent1" w:themeTint="90" w:sz="4" w:space="0"/>
        <w:left w:val="single" w:color="b8dbe2" w:themeColor="accent1" w:themeTint="90" w:sz="4" w:space="0"/>
        <w:bottom w:val="single" w:color="b8dbe2" w:themeColor="accent1" w:themeTint="90" w:sz="4" w:space="0"/>
        <w:right w:val="single" w:color="b8dbe2" w:themeColor="accent1" w:themeTint="90" w:sz="4" w:space="0"/>
        <w:insideH w:val="single" w:color="b8dbe2" w:themeColor="accent1" w:themeTint="90" w:sz="4" w:space="0"/>
        <w:insideV w:val="single" w:color="b8dbe2" w:themeColor="accent1" w:themeTint="90" w:sz="4" w:space="0"/>
      </w:tblBorders>
    </w:tblPr>
    <w:tcPr>
      <w:tcBorders/>
    </w:tcPr>
    <w:tblStylePr w:type="band1Horz">
      <w:rPr>
        <w:rFonts w:ascii="Arial" w:hAnsi="Arial"/>
        <w:color w:val="404040"/>
        <w:sz w:val="22"/>
      </w:rPr>
      <w:pPr>
        <w:pBdr/>
        <w:spacing/>
        <w:ind/>
      </w:pPr>
      <w:tblPr>
        <w:tblBorders/>
      </w:tblPr>
      <w:tcPr>
        <w:shd w:val="clear" w:color="e6f2f5" w:themeColor="accent1" w:themeTint="32" w:fill="e6f2f5" w:themeFill="accent1" w:themeFillTint="32"/>
        <w:tcBorders/>
      </w:tcPr>
    </w:tblStylePr>
    <w:tblStylePr w:type="band1Vert">
      <w:rPr>
        <w:rFonts w:ascii="Arial" w:hAnsi="Arial"/>
        <w:color w:val="404040"/>
        <w:sz w:val="22"/>
      </w:rPr>
      <w:pPr>
        <w:pBdr/>
        <w:spacing/>
        <w:ind/>
      </w:pPr>
      <w:tblPr>
        <w:tblBorders/>
      </w:tblPr>
      <w:tcPr>
        <w:shd w:val="clear" w:color="e6f2f5" w:themeColor="accent1" w:themeTint="32" w:fill="e6f2f5"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c5d0" w:themeColor="accent1" w:themeTint="EA" w:fill="8dc5d0" w:themeFill="accent1" w:themeFillTint="EA"/>
        <w:tcBorders>
          <w:top w:val="single" w:color="8dc5d0" w:themeColor="accent1" w:themeTint="EA" w:sz="4" w:space="0"/>
          <w:left w:val="single" w:color="8dc5d0" w:themeColor="accent1" w:themeTint="EA" w:sz="4" w:space="0"/>
          <w:bottom w:val="single" w:color="8dc5d0" w:themeColor="accent1" w:themeTint="EA" w:sz="4" w:space="0"/>
          <w:right w:val="single" w:color="8dc5d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dc5d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4 - Accent 21"/>
    <w:basedOn w:val="776"/>
    <w:uiPriority w:val="59"/>
    <w:pPr>
      <w:pBdr/>
      <w:spacing/>
      <w:ind/>
    </w:pPr>
    <w:tblPr>
      <w:tblStyleRowBandSize w:val="1"/>
      <w:tblStyleColBandSize w:val="1"/>
      <w:tblBorders>
        <w:top w:val="single" w:color="97c8d5" w:themeColor="accent2" w:themeTint="90" w:sz="4" w:space="0"/>
        <w:left w:val="single" w:color="97c8d5" w:themeColor="accent2" w:themeTint="90" w:sz="4" w:space="0"/>
        <w:bottom w:val="single" w:color="97c8d5" w:themeColor="accent2" w:themeTint="90" w:sz="4" w:space="0"/>
        <w:right w:val="single" w:color="97c8d5" w:themeColor="accent2" w:themeTint="90" w:sz="4" w:space="0"/>
        <w:insideH w:val="single" w:color="97c8d5" w:themeColor="accent2" w:themeTint="90" w:sz="4" w:space="0"/>
        <w:insideV w:val="single" w:color="97c8d5" w:themeColor="accent2" w:themeTint="90" w:sz="4" w:space="0"/>
      </w:tblBorders>
    </w:tblPr>
    <w:tcPr>
      <w:tcBorders/>
    </w:tcPr>
    <w:tblStylePr w:type="band1Horz">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1Vert">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6d3" w:themeColor="accent2" w:themeTint="97" w:fill="92c6d3" w:themeFill="accent2" w:themeFillTint="97"/>
        <w:tcBorders>
          <w:top w:val="single" w:color="92c6d3" w:themeColor="accent2" w:themeTint="97" w:sz="4" w:space="0"/>
          <w:left w:val="single" w:color="92c6d3" w:themeColor="accent2" w:themeTint="97" w:sz="4" w:space="0"/>
          <w:bottom w:val="single" w:color="92c6d3" w:themeColor="accent2" w:themeTint="97" w:sz="4" w:space="0"/>
          <w:right w:val="single" w:color="92c6d3"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2c6d3"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4 - Accent 31"/>
    <w:basedOn w:val="776"/>
    <w:uiPriority w:val="59"/>
    <w:pPr>
      <w:pBdr/>
      <w:spacing/>
      <w:ind/>
    </w:pPr>
    <w:tblPr>
      <w:tblStyleRowBandSize w:val="1"/>
      <w:tblStyleColBandSize w:val="1"/>
      <w:tblBorders>
        <w:top w:val="single" w:color="4fc7df" w:themeColor="accent3" w:themeTint="90" w:sz="4" w:space="0"/>
        <w:left w:val="single" w:color="4fc7df" w:themeColor="accent3" w:themeTint="90" w:sz="4" w:space="0"/>
        <w:bottom w:val="single" w:color="4fc7df" w:themeColor="accent3" w:themeTint="90" w:sz="4" w:space="0"/>
        <w:right w:val="single" w:color="4fc7df" w:themeColor="accent3" w:themeTint="90" w:sz="4" w:space="0"/>
        <w:insideH w:val="single" w:color="4fc7df" w:themeColor="accent3" w:themeTint="90" w:sz="4" w:space="0"/>
        <w:insideV w:val="single" w:color="4fc7df" w:themeColor="accent3" w:themeTint="90" w:sz="4" w:space="0"/>
      </w:tblBorders>
    </w:tblPr>
    <w:tcPr>
      <w:tcBorders/>
    </w:tcPr>
    <w:tblStylePr w:type="band1Horz">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1Vert">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16697a" w:themeColor="accent3" w:themeTint="FE" w:fill="16697a" w:themeFill="accent3" w:themeFillTint="FE"/>
        <w:tcBorders>
          <w:top w:val="single" w:color="16697a" w:themeColor="accent3" w:themeTint="FE" w:sz="4" w:space="0"/>
          <w:left w:val="single" w:color="16697a" w:themeColor="accent3" w:themeTint="FE" w:sz="4" w:space="0"/>
          <w:bottom w:val="single" w:color="16697a" w:themeColor="accent3" w:themeTint="FE" w:sz="4" w:space="0"/>
          <w:right w:val="single" w:color="16697a"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16697a"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4 - Accent 41"/>
    <w:basedOn w:val="776"/>
    <w:uiPriority w:val="59"/>
    <w:pPr>
      <w:pBdr/>
      <w:spacing/>
      <w:ind/>
    </w:pPr>
    <w:tblPr>
      <w:tblStyleRowBandSize w:val="1"/>
      <w:tblStyleColBandSize w:val="1"/>
      <w:tblBorders>
        <w:top w:val="single" w:color="6c9dc2" w:themeColor="accent4" w:themeTint="90" w:sz="4" w:space="0"/>
        <w:left w:val="single" w:color="6c9dc2" w:themeColor="accent4" w:themeTint="90" w:sz="4" w:space="0"/>
        <w:bottom w:val="single" w:color="6c9dc2" w:themeColor="accent4" w:themeTint="90" w:sz="4" w:space="0"/>
        <w:right w:val="single" w:color="6c9dc2" w:themeColor="accent4" w:themeTint="90" w:sz="4" w:space="0"/>
        <w:insideH w:val="single" w:color="6c9dc2" w:themeColor="accent4" w:themeTint="90" w:sz="4" w:space="0"/>
        <w:insideV w:val="single" w:color="6c9dc2" w:themeColor="accent4" w:themeTint="90" w:sz="4" w:space="0"/>
      </w:tblBorders>
    </w:tblPr>
    <w:tcPr>
      <w:tcBorders/>
    </w:tcPr>
    <w:tblStylePr w:type="band1Horz">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1Vert">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296be" w:themeColor="accent4" w:themeTint="9A" w:fill="6296be" w:themeFill="accent4" w:themeFillTint="9A"/>
        <w:tcBorders>
          <w:top w:val="single" w:color="6296be" w:themeColor="accent4" w:themeTint="9A" w:sz="4" w:space="0"/>
          <w:left w:val="single" w:color="6296be" w:themeColor="accent4" w:themeTint="9A" w:sz="4" w:space="0"/>
          <w:bottom w:val="single" w:color="6296be" w:themeColor="accent4" w:themeTint="9A" w:sz="4" w:space="0"/>
          <w:right w:val="single" w:color="6296be"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296be"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4 - Accent 51"/>
    <w:basedOn w:val="776"/>
    <w:uiPriority w:val="59"/>
    <w:pPr>
      <w:pBdr/>
      <w:spacing/>
      <w:ind/>
    </w:pPr>
    <w:tblPr>
      <w:tblStyleRowBandSize w:val="1"/>
      <w:tblStyleColBandSize w:val="1"/>
      <w:tblBorders>
        <w:top w:val="single" w:color="6d9bc1" w:themeColor="accent5" w:themeTint="90" w:sz="4" w:space="0"/>
        <w:left w:val="single" w:color="6d9bc1" w:themeColor="accent5" w:themeTint="90" w:sz="4" w:space="0"/>
        <w:bottom w:val="single" w:color="6d9bc1" w:themeColor="accent5" w:themeTint="90" w:sz="4" w:space="0"/>
        <w:right w:val="single" w:color="6d9bc1" w:themeColor="accent5" w:themeTint="90" w:sz="4" w:space="0"/>
        <w:insideH w:val="single" w:color="6d9bc1" w:themeColor="accent5" w:themeTint="90" w:sz="4" w:space="0"/>
        <w:insideV w:val="single" w:color="6d9bc1" w:themeColor="accent5" w:themeTint="90" w:sz="4" w:space="0"/>
      </w:tblBorders>
    </w:tblPr>
    <w:tcPr>
      <w:tcBorders/>
    </w:tcPr>
    <w:tblStylePr w:type="band1Horz">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1Vert">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2b4b66" w:themeColor="accent5" w:fill="2b4b66" w:themeFill="accent5"/>
        <w:tcBorders>
          <w:top w:val="single" w:color="2b4b66" w:themeColor="accent5" w:sz="4" w:space="0"/>
          <w:left w:val="single" w:color="2b4b66" w:themeColor="accent5" w:sz="4" w:space="0"/>
          <w:bottom w:val="single" w:color="2b4b66" w:themeColor="accent5" w:sz="4" w:space="0"/>
          <w:right w:val="single" w:color="2b4b6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2b4b6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4 - Accent 61"/>
    <w:basedOn w:val="776"/>
    <w:uiPriority w:val="59"/>
    <w:pPr>
      <w:pBdr/>
      <w:spacing/>
      <w:ind/>
    </w:pPr>
    <w:tblPr>
      <w:tblStyleRowBandSize w:val="1"/>
      <w:tblStyleColBandSize w:val="1"/>
      <w:tblBorders>
        <w:top w:val="single" w:color="7f90aa" w:themeColor="accent6" w:themeTint="90" w:sz="4" w:space="0"/>
        <w:left w:val="single" w:color="7f90aa" w:themeColor="accent6" w:themeTint="90" w:sz="4" w:space="0"/>
        <w:bottom w:val="single" w:color="7f90aa" w:themeColor="accent6" w:themeTint="90" w:sz="4" w:space="0"/>
        <w:right w:val="single" w:color="7f90aa" w:themeColor="accent6" w:themeTint="90" w:sz="4" w:space="0"/>
        <w:insideH w:val="single" w:color="7f90aa" w:themeColor="accent6" w:themeTint="90" w:sz="4" w:space="0"/>
        <w:insideV w:val="single" w:color="7f90aa" w:themeColor="accent6" w:themeTint="90" w:sz="4" w:space="0"/>
      </w:tblBorders>
    </w:tblPr>
    <w:tcPr>
      <w:tcBorders/>
    </w:tcPr>
    <w:tblStylePr w:type="band1Horz">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364151" w:themeColor="accent6" w:fill="364151" w:themeFill="accent6"/>
        <w:tcBorders>
          <w:top w:val="single" w:color="364151" w:themeColor="accent6" w:sz="4" w:space="0"/>
          <w:left w:val="single" w:color="364151" w:themeColor="accent6" w:sz="4" w:space="0"/>
          <w:bottom w:val="single" w:color="364151" w:themeColor="accent6" w:sz="4" w:space="0"/>
          <w:right w:val="single" w:color="364151"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364151"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Grid Table 5 Dark"/>
    <w:basedOn w:val="77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customStyle="1">
    <w:name w:val="Grid Table 5 Dark- Accent 1"/>
    <w:basedOn w:val="77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f2f4" w:themeColor="accent1" w:themeTint="34" w:fill="e5f2f4" w:themeFill="accent1" w:themeFillTint="34"/>
    </w:tblPr>
    <w:tcPr>
      <w:tcBorders/>
    </w:tcPr>
    <w:tblStylePr w:type="band1Horz">
      <w:pPr>
        <w:pBdr/>
        <w:spacing/>
        <w:ind/>
      </w:pPr>
      <w:tblPr>
        <w:tblBorders/>
      </w:tblPr>
      <w:tcPr>
        <w:shd w:val="clear" w:color="c6e2e7" w:themeColor="accent1" w:themeTint="75" w:fill="c6e2e7" w:themeFill="accent1" w:themeFillTint="75"/>
        <w:tcBorders/>
      </w:tcPr>
    </w:tblStylePr>
    <w:tblStylePr w:type="band1Vert">
      <w:pPr>
        <w:pBdr/>
        <w:spacing/>
        <w:ind/>
      </w:pPr>
      <w:tblPr>
        <w:tblBorders/>
      </w:tblPr>
      <w:tcPr>
        <w:shd w:val="clear" w:color="c6e2e7" w:themeColor="accent1" w:themeTint="75" w:fill="c6e2e7"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3c0cc" w:themeColor="accent1" w:fill="83c0cc" w:themeFill="accent1"/>
        <w:tcBorders/>
      </w:tcPr>
    </w:tblStylePr>
    <w:tblStylePr w:type="firstRow">
      <w:rPr>
        <w:rFonts w:ascii="Arial" w:hAnsi="Arial"/>
        <w:b/>
        <w:color w:val="ffffff"/>
        <w:sz w:val="22"/>
      </w:rPr>
      <w:pPr>
        <w:pBdr/>
        <w:spacing/>
        <w:ind/>
      </w:pPr>
      <w:tblPr>
        <w:tblBorders/>
      </w:tblPr>
      <w:tcPr>
        <w:shd w:val="clear" w:color="83c0cc" w:themeColor="accent1" w:fill="83c0cc" w:themeFill="accent1"/>
        <w:tcBorders/>
      </w:tcPr>
    </w:tblStylePr>
    <w:tblStylePr w:type="lastCol">
      <w:rPr>
        <w:rFonts w:ascii="Arial" w:hAnsi="Arial"/>
        <w:b/>
        <w:color w:val="ffffff"/>
        <w:sz w:val="22"/>
      </w:rPr>
      <w:pPr>
        <w:pBdr/>
        <w:spacing/>
        <w:ind/>
      </w:pPr>
      <w:tblPr>
        <w:tblBorders/>
      </w:tblPr>
      <w:tcPr>
        <w:shd w:val="clear" w:color="83c0cc" w:themeColor="accent1" w:fill="83c0cc" w:themeFill="accent1"/>
        <w:tcBorders/>
      </w:tcPr>
    </w:tblStylePr>
    <w:tblStylePr w:type="lastRow">
      <w:rPr>
        <w:rFonts w:ascii="Arial" w:hAnsi="Arial"/>
        <w:b/>
        <w:color w:val="ffffff"/>
        <w:sz w:val="22"/>
      </w:rPr>
      <w:pPr>
        <w:pBdr/>
        <w:spacing/>
        <w:ind/>
      </w:pPr>
      <w:tblPr>
        <w:tblBorders/>
      </w:tblPr>
      <w:tcPr>
        <w:shd w:val="clear" w:color="83c0cc" w:themeColor="accent1" w:fill="83c0cc"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5 Dark - Accent 21"/>
    <w:basedOn w:val="77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cf0" w:themeColor="accent2" w:themeTint="32" w:fill="daecf0" w:themeFill="accent2" w:themeFillTint="32"/>
    </w:tblPr>
    <w:tcPr>
      <w:tcBorders/>
    </w:tcPr>
    <w:tblStylePr w:type="band1Horz">
      <w:pPr>
        <w:pBdr/>
        <w:spacing/>
        <w:ind/>
      </w:pPr>
      <w:tblPr>
        <w:tblBorders/>
      </w:tblPr>
      <w:tcPr>
        <w:shd w:val="clear" w:color="aad3dd" w:themeColor="accent2" w:themeTint="75" w:fill="aad3dd" w:themeFill="accent2" w:themeFillTint="75"/>
        <w:tcBorders/>
      </w:tcPr>
    </w:tblStylePr>
    <w:tblStylePr w:type="band1Vert">
      <w:pPr>
        <w:pBdr/>
        <w:spacing/>
        <w:ind/>
      </w:pPr>
      <w:tblPr>
        <w:tblBorders/>
      </w:tblPr>
      <w:tcPr>
        <w:shd w:val="clear" w:color="aad3dd" w:themeColor="accent2" w:themeTint="75" w:fill="aad3d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89fb5" w:themeColor="accent2" w:fill="489fb5" w:themeFill="accent2"/>
        <w:tcBorders/>
      </w:tcPr>
    </w:tblStylePr>
    <w:tblStylePr w:type="firstRow">
      <w:rPr>
        <w:rFonts w:ascii="Arial" w:hAnsi="Arial"/>
        <w:b/>
        <w:color w:val="ffffff"/>
        <w:sz w:val="22"/>
      </w:rPr>
      <w:pPr>
        <w:pBdr/>
        <w:spacing/>
        <w:ind/>
      </w:pPr>
      <w:tblPr>
        <w:tblBorders/>
      </w:tblPr>
      <w:tcPr>
        <w:shd w:val="clear" w:color="489fb5" w:themeColor="accent2" w:fill="489fb5" w:themeFill="accent2"/>
        <w:tcBorders/>
      </w:tcPr>
    </w:tblStylePr>
    <w:tblStylePr w:type="lastCol">
      <w:rPr>
        <w:rFonts w:ascii="Arial" w:hAnsi="Arial"/>
        <w:b/>
        <w:color w:val="ffffff"/>
        <w:sz w:val="22"/>
      </w:rPr>
      <w:pPr>
        <w:pBdr/>
        <w:spacing/>
        <w:ind/>
      </w:pPr>
      <w:tblPr>
        <w:tblBorders/>
      </w:tblPr>
      <w:tcPr>
        <w:shd w:val="clear" w:color="489fb5" w:themeColor="accent2" w:fill="489fb5" w:themeFill="accent2"/>
        <w:tcBorders/>
      </w:tcPr>
    </w:tblStylePr>
    <w:tblStylePr w:type="lastRow">
      <w:rPr>
        <w:rFonts w:ascii="Arial" w:hAnsi="Arial"/>
        <w:b/>
        <w:color w:val="ffffff"/>
        <w:sz w:val="22"/>
      </w:rPr>
      <w:pPr>
        <w:pBdr/>
        <w:spacing/>
        <w:ind/>
      </w:pPr>
      <w:tblPr>
        <w:tblBorders/>
      </w:tblPr>
      <w:tcPr>
        <w:shd w:val="clear" w:color="489fb5" w:themeColor="accent2" w:fill="489fb5"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5 Dark - Accent 31"/>
    <w:basedOn w:val="77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eaf3" w:themeColor="accent3" w:themeTint="34" w:fill="bfeaf3" w:themeFill="accent3" w:themeFillTint="34"/>
    </w:tblPr>
    <w:tcPr>
      <w:tcBorders/>
    </w:tcPr>
    <w:tblStylePr w:type="band1Horz">
      <w:pPr>
        <w:pBdr/>
        <w:spacing/>
        <w:ind/>
      </w:pPr>
      <w:tblPr>
        <w:tblBorders/>
      </w:tblPr>
      <w:tcPr>
        <w:shd w:val="clear" w:color="70d1e5" w:themeColor="accent3" w:themeTint="75" w:fill="70d1e5" w:themeFill="accent3" w:themeFillTint="75"/>
        <w:tcBorders/>
      </w:tcPr>
    </w:tblStylePr>
    <w:tblStylePr w:type="band1Vert">
      <w:pPr>
        <w:pBdr/>
        <w:spacing/>
        <w:ind/>
      </w:pPr>
      <w:tblPr>
        <w:tblBorders/>
      </w:tblPr>
      <w:tcPr>
        <w:shd w:val="clear" w:color="70d1e5" w:themeColor="accent3" w:themeTint="75" w:fill="70d1e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166979" w:themeColor="accent3" w:fill="166979" w:themeFill="accent3"/>
        <w:tcBorders/>
      </w:tcPr>
    </w:tblStylePr>
    <w:tblStylePr w:type="firstRow">
      <w:rPr>
        <w:rFonts w:ascii="Arial" w:hAnsi="Arial"/>
        <w:b/>
        <w:color w:val="ffffff"/>
        <w:sz w:val="22"/>
      </w:rPr>
      <w:pPr>
        <w:pBdr/>
        <w:spacing/>
        <w:ind/>
      </w:pPr>
      <w:tblPr>
        <w:tblBorders/>
      </w:tblPr>
      <w:tcPr>
        <w:shd w:val="clear" w:color="166979" w:themeColor="accent3" w:fill="166979" w:themeFill="accent3"/>
        <w:tcBorders/>
      </w:tcPr>
    </w:tblStylePr>
    <w:tblStylePr w:type="lastCol">
      <w:rPr>
        <w:rFonts w:ascii="Arial" w:hAnsi="Arial"/>
        <w:b/>
        <w:color w:val="ffffff"/>
        <w:sz w:val="22"/>
      </w:rPr>
      <w:pPr>
        <w:pBdr/>
        <w:spacing/>
        <w:ind/>
      </w:pPr>
      <w:tblPr>
        <w:tblBorders/>
      </w:tblPr>
      <w:tcPr>
        <w:shd w:val="clear" w:color="166979" w:themeColor="accent3" w:fill="166979" w:themeFill="accent3"/>
        <w:tcBorders/>
      </w:tcPr>
    </w:tblStylePr>
    <w:tblStylePr w:type="lastRow">
      <w:rPr>
        <w:rFonts w:ascii="Arial" w:hAnsi="Arial"/>
        <w:b/>
        <w:color w:val="ffffff"/>
        <w:sz w:val="22"/>
      </w:rPr>
      <w:pPr>
        <w:pBdr/>
        <w:spacing/>
        <w:ind/>
      </w:pPr>
      <w:tblPr>
        <w:tblBorders/>
      </w:tblPr>
      <w:tcPr>
        <w:shd w:val="clear" w:color="166979" w:themeColor="accent3" w:fill="16697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5 Dark- Accent 4"/>
    <w:basedOn w:val="77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cadbe9" w:themeColor="accent4" w:themeTint="34" w:fill="cadbe9" w:themeFill="accent4" w:themeFillTint="34"/>
    </w:tblPr>
    <w:tcPr>
      <w:tcBorders/>
    </w:tcPr>
    <w:tblStylePr w:type="band1Horz">
      <w:pPr>
        <w:pBdr/>
        <w:spacing/>
        <w:ind/>
      </w:pPr>
      <w:tblPr>
        <w:tblBorders/>
      </w:tblPr>
      <w:tcPr>
        <w:shd w:val="clear" w:color="88afce" w:themeColor="accent4" w:themeTint="75" w:fill="88afce" w:themeFill="accent4" w:themeFillTint="75"/>
        <w:tcBorders/>
      </w:tcPr>
    </w:tblStylePr>
    <w:tblStylePr w:type="band1Vert">
      <w:pPr>
        <w:pBdr/>
        <w:spacing/>
        <w:ind/>
      </w:pPr>
      <w:tblPr>
        <w:tblBorders/>
      </w:tblPr>
      <w:tcPr>
        <w:shd w:val="clear" w:color="88afce" w:themeColor="accent4" w:themeTint="75" w:fill="88afce"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2a4c66" w:themeColor="accent4" w:fill="2a4c66" w:themeFill="accent4"/>
        <w:tcBorders/>
      </w:tcPr>
    </w:tblStylePr>
    <w:tblStylePr w:type="firstRow">
      <w:rPr>
        <w:rFonts w:ascii="Arial" w:hAnsi="Arial"/>
        <w:b/>
        <w:color w:val="ffffff"/>
        <w:sz w:val="22"/>
      </w:rPr>
      <w:pPr>
        <w:pBdr/>
        <w:spacing/>
        <w:ind/>
      </w:pPr>
      <w:tblPr>
        <w:tblBorders/>
      </w:tblPr>
      <w:tcPr>
        <w:shd w:val="clear" w:color="2a4c66" w:themeColor="accent4" w:fill="2a4c66" w:themeFill="accent4"/>
        <w:tcBorders/>
      </w:tcPr>
    </w:tblStylePr>
    <w:tblStylePr w:type="lastCol">
      <w:rPr>
        <w:rFonts w:ascii="Arial" w:hAnsi="Arial"/>
        <w:b/>
        <w:color w:val="ffffff"/>
        <w:sz w:val="22"/>
      </w:rPr>
      <w:pPr>
        <w:pBdr/>
        <w:spacing/>
        <w:ind/>
      </w:pPr>
      <w:tblPr>
        <w:tblBorders/>
      </w:tblPr>
      <w:tcPr>
        <w:shd w:val="clear" w:color="2a4c66" w:themeColor="accent4" w:fill="2a4c66" w:themeFill="accent4"/>
        <w:tcBorders/>
      </w:tcPr>
    </w:tblStylePr>
    <w:tblStylePr w:type="lastRow">
      <w:rPr>
        <w:rFonts w:ascii="Arial" w:hAnsi="Arial"/>
        <w:b/>
        <w:color w:val="ffffff"/>
        <w:sz w:val="22"/>
      </w:rPr>
      <w:pPr>
        <w:pBdr/>
        <w:spacing/>
        <w:ind/>
      </w:pPr>
      <w:tblPr>
        <w:tblBorders/>
      </w:tblPr>
      <w:tcPr>
        <w:shd w:val="clear" w:color="2a4c66" w:themeColor="accent4" w:fill="2a4c66"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5 Dark - Accent 51"/>
    <w:basedOn w:val="77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cadae9" w:themeColor="accent5" w:themeTint="34" w:fill="cadae9" w:themeFill="accent5" w:themeFillTint="34"/>
    </w:tblPr>
    <w:tcPr>
      <w:tcBorders/>
    </w:tcPr>
    <w:tblStylePr w:type="band1Horz">
      <w:pPr>
        <w:pBdr/>
        <w:spacing/>
        <w:ind/>
      </w:pPr>
      <w:tblPr>
        <w:tblBorders/>
      </w:tblPr>
      <w:tcPr>
        <w:shd w:val="clear" w:color="89adcd" w:themeColor="accent5" w:themeTint="75" w:fill="89adcd" w:themeFill="accent5" w:themeFillTint="75"/>
        <w:tcBorders/>
      </w:tcPr>
    </w:tblStylePr>
    <w:tblStylePr w:type="band1Vert">
      <w:pPr>
        <w:pBdr/>
        <w:spacing/>
        <w:ind/>
      </w:pPr>
      <w:tblPr>
        <w:tblBorders/>
      </w:tblPr>
      <w:tcPr>
        <w:shd w:val="clear" w:color="89adcd" w:themeColor="accent5" w:themeTint="75" w:fill="89adcd"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2b4b66" w:themeColor="accent5" w:fill="2b4b66" w:themeFill="accent5"/>
        <w:tcBorders/>
      </w:tcPr>
    </w:tblStylePr>
    <w:tblStylePr w:type="firstRow">
      <w:rPr>
        <w:rFonts w:ascii="Arial" w:hAnsi="Arial"/>
        <w:b/>
        <w:color w:val="ffffff"/>
        <w:sz w:val="22"/>
      </w:rPr>
      <w:pPr>
        <w:pBdr/>
        <w:spacing/>
        <w:ind/>
      </w:pPr>
      <w:tblPr>
        <w:tblBorders/>
      </w:tblPr>
      <w:tcPr>
        <w:shd w:val="clear" w:color="2b4b66" w:themeColor="accent5" w:fill="2b4b66" w:themeFill="accent5"/>
        <w:tcBorders/>
      </w:tcPr>
    </w:tblStylePr>
    <w:tblStylePr w:type="lastCol">
      <w:rPr>
        <w:rFonts w:ascii="Arial" w:hAnsi="Arial"/>
        <w:b/>
        <w:color w:val="ffffff"/>
        <w:sz w:val="22"/>
      </w:rPr>
      <w:pPr>
        <w:pBdr/>
        <w:spacing/>
        <w:ind/>
      </w:pPr>
      <w:tblPr>
        <w:tblBorders/>
      </w:tblPr>
      <w:tcPr>
        <w:shd w:val="clear" w:color="2b4b66" w:themeColor="accent5" w:fill="2b4b66" w:themeFill="accent5"/>
        <w:tcBorders/>
      </w:tcPr>
    </w:tblStylePr>
    <w:tblStylePr w:type="lastRow">
      <w:rPr>
        <w:rFonts w:ascii="Arial" w:hAnsi="Arial"/>
        <w:b/>
        <w:color w:val="ffffff"/>
        <w:sz w:val="22"/>
      </w:rPr>
      <w:pPr>
        <w:pBdr/>
        <w:spacing/>
        <w:ind/>
      </w:pPr>
      <w:tblPr>
        <w:tblBorders/>
      </w:tblPr>
      <w:tcPr>
        <w:shd w:val="clear" w:color="2b4b66" w:themeColor="accent5" w:fill="2b4b6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5 Dark - Accent 61"/>
    <w:basedOn w:val="77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1d7e0" w:themeColor="accent6" w:themeTint="34" w:fill="d1d7e0" w:themeFill="accent6" w:themeFillTint="34"/>
    </w:tblPr>
    <w:tcPr>
      <w:tcBorders/>
    </w:tcPr>
    <w:tblStylePr w:type="band1Horz">
      <w:pPr>
        <w:pBdr/>
        <w:spacing/>
        <w:ind/>
      </w:pPr>
      <w:tblPr>
        <w:tblBorders/>
      </w:tblPr>
      <w:tcPr>
        <w:shd w:val="clear" w:color="97a5ba" w:themeColor="accent6" w:themeTint="75" w:fill="97a5ba" w:themeFill="accent6" w:themeFillTint="75"/>
        <w:tcBorders/>
      </w:tcPr>
    </w:tblStylePr>
    <w:tblStylePr w:type="band1Vert">
      <w:pPr>
        <w:pBdr/>
        <w:spacing/>
        <w:ind/>
      </w:pPr>
      <w:tblPr>
        <w:tblBorders/>
      </w:tblPr>
      <w:tcPr>
        <w:shd w:val="clear" w:color="97a5ba" w:themeColor="accent6" w:themeTint="75" w:fill="97a5b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364151" w:themeColor="accent6" w:fill="364151" w:themeFill="accent6"/>
        <w:tcBorders/>
      </w:tcPr>
    </w:tblStylePr>
    <w:tblStylePr w:type="firstRow">
      <w:rPr>
        <w:rFonts w:ascii="Arial" w:hAnsi="Arial"/>
        <w:b/>
        <w:color w:val="ffffff"/>
        <w:sz w:val="22"/>
      </w:rPr>
      <w:pPr>
        <w:pBdr/>
        <w:spacing/>
        <w:ind/>
      </w:pPr>
      <w:tblPr>
        <w:tblBorders/>
      </w:tblPr>
      <w:tcPr>
        <w:shd w:val="clear" w:color="364151" w:themeColor="accent6" w:fill="364151" w:themeFill="accent6"/>
        <w:tcBorders/>
      </w:tcPr>
    </w:tblStylePr>
    <w:tblStylePr w:type="lastCol">
      <w:rPr>
        <w:rFonts w:ascii="Arial" w:hAnsi="Arial"/>
        <w:b/>
        <w:color w:val="ffffff"/>
        <w:sz w:val="22"/>
      </w:rPr>
      <w:pPr>
        <w:pBdr/>
        <w:spacing/>
        <w:ind/>
      </w:pPr>
      <w:tblPr>
        <w:tblBorders/>
      </w:tblPr>
      <w:tcPr>
        <w:shd w:val="clear" w:color="364151" w:themeColor="accent6" w:fill="364151" w:themeFill="accent6"/>
        <w:tcBorders/>
      </w:tcPr>
    </w:tblStylePr>
    <w:tblStylePr w:type="lastRow">
      <w:rPr>
        <w:rFonts w:ascii="Arial" w:hAnsi="Arial"/>
        <w:b/>
        <w:color w:val="ffffff"/>
        <w:sz w:val="22"/>
      </w:rPr>
      <w:pPr>
        <w:pBdr/>
        <w:spacing/>
        <w:ind/>
      </w:pPr>
      <w:tblPr>
        <w:tblBorders/>
      </w:tblPr>
      <w:tcPr>
        <w:shd w:val="clear" w:color="364151" w:themeColor="accent6" w:fill="364151"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6 Colorful"/>
    <w:basedOn w:val="776"/>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customStyle="1">
    <w:name w:val="Grid Table 6 Colorful - Accent 1"/>
    <w:basedOn w:val="776"/>
    <w:uiPriority w:val="99"/>
    <w:pPr>
      <w:pBdr/>
      <w:spacing/>
      <w:ind/>
    </w:pPr>
    <w:tblPr>
      <w:tblStyleRowBandSize w:val="1"/>
      <w:tblStyleColBandSize w:val="1"/>
      <w:tblBorders>
        <w:top w:val="single" w:color="c0dfe5" w:themeColor="accent1" w:themeTint="80" w:sz="4" w:space="0"/>
        <w:left w:val="single" w:color="c0dfe5" w:themeColor="accent1" w:themeTint="80" w:sz="4" w:space="0"/>
        <w:bottom w:val="single" w:color="c0dfe5" w:themeColor="accent1" w:themeTint="80" w:sz="4" w:space="0"/>
        <w:right w:val="single" w:color="c0dfe5" w:themeColor="accent1" w:themeTint="80" w:sz="4" w:space="0"/>
        <w:insideH w:val="single" w:color="c0dfe5" w:themeColor="accent1" w:themeTint="80" w:sz="4" w:space="0"/>
        <w:insideV w:val="single" w:color="c0dfe5" w:themeColor="accent1" w:themeTint="80" w:sz="4" w:space="0"/>
      </w:tblBorders>
    </w:tblPr>
    <w:tcPr>
      <w:tcBorders/>
    </w:tcPr>
    <w:tblStylePr w:type="band1Horz">
      <w:rPr>
        <w:rFonts w:ascii="Arial" w:hAnsi="Arial"/>
        <w:color w:val="c0dfe5" w:themeColor="accent1" w:themeTint="80" w:themeShade="95"/>
        <w:sz w:val="22"/>
      </w:rPr>
      <w:pPr>
        <w:pBdr/>
        <w:spacing/>
        <w:ind/>
      </w:pPr>
      <w:tblPr>
        <w:tblBorders/>
      </w:tblPr>
      <w:tcPr>
        <w:shd w:val="clear" w:color="e5f2f4" w:themeColor="accent1" w:themeTint="34" w:fill="e5f2f4" w:themeFill="accent1" w:themeFillTint="34"/>
        <w:tcBorders/>
      </w:tcPr>
    </w:tblStylePr>
    <w:tblStylePr w:type="band1Vert">
      <w:pPr>
        <w:pBdr/>
        <w:spacing/>
        <w:ind/>
      </w:pPr>
      <w:tblPr>
        <w:tblBorders/>
      </w:tblPr>
      <w:tcPr>
        <w:shd w:val="clear" w:color="e5f2f4" w:themeColor="accent1" w:themeTint="34" w:fill="e5f2f4" w:themeFill="accent1" w:themeFillTint="34"/>
        <w:tcBorders/>
      </w:tcPr>
    </w:tblStylePr>
    <w:tblStylePr w:type="band2Horz">
      <w:rPr>
        <w:rFonts w:ascii="Arial" w:hAnsi="Arial"/>
        <w:color w:val="c0dfe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0dfe5" w:themeColor="accent1" w:themeTint="80" w:themeShade="95"/>
      </w:rPr>
      <w:pPr>
        <w:pBdr/>
        <w:spacing/>
        <w:ind/>
      </w:pPr>
      <w:tblPr>
        <w:tblBorders/>
      </w:tblPr>
      <w:tcPr>
        <w:tcBorders/>
      </w:tcPr>
    </w:tblStylePr>
    <w:tblStylePr w:type="firstRow">
      <w:rPr>
        <w:b/>
        <w:color w:val="c0dfe5" w:themeColor="accent1" w:themeTint="80" w:themeShade="95"/>
      </w:rPr>
      <w:pPr>
        <w:pBdr/>
        <w:spacing/>
        <w:ind/>
      </w:pPr>
      <w:tblPr>
        <w:tblBorders/>
      </w:tblPr>
      <w:tcPr>
        <w:tcBorders>
          <w:bottom w:val="single" w:color="c0dfe5" w:themeColor="accent1" w:themeTint="80" w:sz="12" w:space="0"/>
        </w:tcBorders>
      </w:tcPr>
    </w:tblStylePr>
    <w:tblStylePr w:type="lastCol">
      <w:rPr>
        <w:b/>
        <w:color w:val="c0dfe5" w:themeColor="accent1" w:themeTint="80" w:themeShade="95"/>
      </w:rPr>
      <w:pPr>
        <w:pBdr/>
        <w:spacing/>
        <w:ind/>
      </w:pPr>
      <w:tblPr>
        <w:tblBorders/>
      </w:tblPr>
      <w:tcPr>
        <w:tcBorders/>
      </w:tcPr>
    </w:tblStylePr>
    <w:tblStylePr w:type="lastRow">
      <w:rPr>
        <w:b/>
        <w:color w:val="c0dfe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6 Colorful - Accent 2"/>
    <w:basedOn w:val="776"/>
    <w:uiPriority w:val="99"/>
    <w:pPr>
      <w:pBdr/>
      <w:spacing/>
      <w:ind/>
    </w:pPr>
    <w:tblPr>
      <w:tblStyleRowBandSize w:val="1"/>
      <w:tblStyleColBandSize w:val="1"/>
      <w:tblBorders>
        <w:top w:val="single" w:color="92c6d3" w:themeColor="accent2" w:themeTint="97" w:sz="4" w:space="0"/>
        <w:left w:val="single" w:color="92c6d3" w:themeColor="accent2" w:themeTint="97" w:sz="4" w:space="0"/>
        <w:bottom w:val="single" w:color="92c6d3" w:themeColor="accent2" w:themeTint="97" w:sz="4" w:space="0"/>
        <w:right w:val="single" w:color="92c6d3" w:themeColor="accent2" w:themeTint="97" w:sz="4" w:space="0"/>
        <w:insideH w:val="single" w:color="92c6d3" w:themeColor="accent2" w:themeTint="97" w:sz="4" w:space="0"/>
        <w:insideV w:val="single" w:color="92c6d3" w:themeColor="accent2" w:themeTint="97" w:sz="4" w:space="0"/>
      </w:tblBorders>
    </w:tblPr>
    <w:tcPr>
      <w:tcBorders/>
    </w:tcPr>
    <w:tblStylePr w:type="band1Horz">
      <w:rPr>
        <w:rFonts w:ascii="Arial" w:hAnsi="Arial"/>
        <w:color w:val="92c6d3" w:themeColor="accent2" w:themeTint="97" w:themeShade="95"/>
        <w:sz w:val="22"/>
      </w:rPr>
      <w:pPr>
        <w:pBdr/>
        <w:spacing/>
        <w:ind/>
      </w:pPr>
      <w:tblPr>
        <w:tblBorders/>
      </w:tblPr>
      <w:tcPr>
        <w:shd w:val="clear" w:color="daecf0" w:themeColor="accent2" w:themeTint="32" w:fill="daecf0" w:themeFill="accent2" w:themeFillTint="32"/>
        <w:tcBorders/>
      </w:tcPr>
    </w:tblStylePr>
    <w:tblStylePr w:type="band1Vert">
      <w:pPr>
        <w:pBdr/>
        <w:spacing/>
        <w:ind/>
      </w:pPr>
      <w:tblPr>
        <w:tblBorders/>
      </w:tblPr>
      <w:tcPr>
        <w:shd w:val="clear" w:color="daecf0" w:themeColor="accent2" w:themeTint="32" w:fill="daecf0" w:themeFill="accent2" w:themeFillTint="32"/>
        <w:tcBorders/>
      </w:tcPr>
    </w:tblStylePr>
    <w:tblStylePr w:type="band2Horz">
      <w:rPr>
        <w:rFonts w:ascii="Arial" w:hAnsi="Arial"/>
        <w:color w:val="92c6d3"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6d3" w:themeColor="accent2" w:themeTint="97" w:themeShade="95"/>
      </w:rPr>
      <w:pPr>
        <w:pBdr/>
        <w:spacing/>
        <w:ind/>
      </w:pPr>
      <w:tblPr>
        <w:tblBorders/>
      </w:tblPr>
      <w:tcPr>
        <w:tcBorders/>
      </w:tcPr>
    </w:tblStylePr>
    <w:tblStylePr w:type="firstRow">
      <w:rPr>
        <w:b/>
        <w:color w:val="92c6d3" w:themeColor="accent2" w:themeTint="97" w:themeShade="95"/>
      </w:rPr>
      <w:pPr>
        <w:pBdr/>
        <w:spacing/>
        <w:ind/>
      </w:pPr>
      <w:tblPr>
        <w:tblBorders/>
      </w:tblPr>
      <w:tcPr>
        <w:tcBorders>
          <w:bottom w:val="single" w:color="92c6d3" w:themeColor="accent2" w:themeTint="97" w:sz="12" w:space="0"/>
        </w:tcBorders>
      </w:tcPr>
    </w:tblStylePr>
    <w:tblStylePr w:type="lastCol">
      <w:rPr>
        <w:b/>
        <w:color w:val="92c6d3" w:themeColor="accent2" w:themeTint="97" w:themeShade="95"/>
      </w:rPr>
      <w:pPr>
        <w:pBdr/>
        <w:spacing/>
        <w:ind/>
      </w:pPr>
      <w:tblPr>
        <w:tblBorders/>
      </w:tblPr>
      <w:tcPr>
        <w:tcBorders/>
      </w:tcPr>
    </w:tblStylePr>
    <w:tblStylePr w:type="lastRow">
      <w:rPr>
        <w:b/>
        <w:color w:val="92c6d3"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6 Colorful - Accent 3"/>
    <w:basedOn w:val="776"/>
    <w:uiPriority w:val="99"/>
    <w:pPr>
      <w:pBdr/>
      <w:spacing/>
      <w:ind/>
    </w:pPr>
    <w:tblPr>
      <w:tblStyleRowBandSize w:val="1"/>
      <w:tblStyleColBandSize w:val="1"/>
      <w:tblBorders>
        <w:top w:val="single" w:color="16697a" w:themeColor="accent3" w:themeTint="FE" w:sz="4" w:space="0"/>
        <w:left w:val="single" w:color="16697a" w:themeColor="accent3" w:themeTint="FE" w:sz="4" w:space="0"/>
        <w:bottom w:val="single" w:color="16697a" w:themeColor="accent3" w:themeTint="FE" w:sz="4" w:space="0"/>
        <w:right w:val="single" w:color="16697a" w:themeColor="accent3" w:themeTint="FE" w:sz="4" w:space="0"/>
        <w:insideH w:val="single" w:color="16697a" w:themeColor="accent3" w:themeTint="FE" w:sz="4" w:space="0"/>
        <w:insideV w:val="single" w:color="16697a" w:themeColor="accent3" w:themeTint="FE" w:sz="4" w:space="0"/>
      </w:tblBorders>
    </w:tblPr>
    <w:tcPr>
      <w:tcBorders/>
    </w:tcPr>
    <w:tblStylePr w:type="band1Horz">
      <w:rPr>
        <w:rFonts w:ascii="Arial" w:hAnsi="Arial"/>
        <w:color w:val="16697a" w:themeColor="accent3" w:themeTint="FE" w:themeShade="95"/>
        <w:sz w:val="22"/>
      </w:rPr>
      <w:pPr>
        <w:pBdr/>
        <w:spacing/>
        <w:ind/>
      </w:pPr>
      <w:tblPr>
        <w:tblBorders/>
      </w:tblPr>
      <w:tcPr>
        <w:shd w:val="clear" w:color="bfeaf3" w:themeColor="accent3" w:themeTint="34" w:fill="bfeaf3" w:themeFill="accent3" w:themeFillTint="34"/>
        <w:tcBorders/>
      </w:tcPr>
    </w:tblStylePr>
    <w:tblStylePr w:type="band1Vert">
      <w:pPr>
        <w:pBdr/>
        <w:spacing/>
        <w:ind/>
      </w:pPr>
      <w:tblPr>
        <w:tblBorders/>
      </w:tblPr>
      <w:tcPr>
        <w:shd w:val="clear" w:color="bfeaf3" w:themeColor="accent3" w:themeTint="34" w:fill="bfeaf3" w:themeFill="accent3" w:themeFillTint="34"/>
        <w:tcBorders/>
      </w:tcPr>
    </w:tblStylePr>
    <w:tblStylePr w:type="band2Horz">
      <w:rPr>
        <w:rFonts w:ascii="Arial" w:hAnsi="Arial"/>
        <w:color w:val="16697a"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6697a" w:themeColor="accent3" w:themeTint="FE" w:themeShade="95"/>
      </w:rPr>
      <w:pPr>
        <w:pBdr/>
        <w:spacing/>
        <w:ind/>
      </w:pPr>
      <w:tblPr>
        <w:tblBorders/>
      </w:tblPr>
      <w:tcPr>
        <w:tcBorders/>
      </w:tcPr>
    </w:tblStylePr>
    <w:tblStylePr w:type="firstRow">
      <w:rPr>
        <w:b/>
        <w:color w:val="16697a" w:themeColor="accent3" w:themeTint="FE" w:themeShade="95"/>
      </w:rPr>
      <w:pPr>
        <w:pBdr/>
        <w:spacing/>
        <w:ind/>
      </w:pPr>
      <w:tblPr>
        <w:tblBorders/>
      </w:tblPr>
      <w:tcPr>
        <w:tcBorders>
          <w:bottom w:val="single" w:color="16697a" w:themeColor="accent3" w:themeTint="FE" w:sz="12" w:space="0"/>
        </w:tcBorders>
      </w:tcPr>
    </w:tblStylePr>
    <w:tblStylePr w:type="lastCol">
      <w:rPr>
        <w:b/>
        <w:color w:val="16697a" w:themeColor="accent3" w:themeTint="FE" w:themeShade="95"/>
      </w:rPr>
      <w:pPr>
        <w:pBdr/>
        <w:spacing/>
        <w:ind/>
      </w:pPr>
      <w:tblPr>
        <w:tblBorders/>
      </w:tblPr>
      <w:tcPr>
        <w:tcBorders/>
      </w:tcPr>
    </w:tblStylePr>
    <w:tblStylePr w:type="lastRow">
      <w:rPr>
        <w:b/>
        <w:color w:val="16697a"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6 Colorful - Accent 4"/>
    <w:basedOn w:val="776"/>
    <w:uiPriority w:val="99"/>
    <w:pPr>
      <w:pBdr/>
      <w:spacing/>
      <w:ind/>
    </w:pPr>
    <w:tblPr>
      <w:tblStyleRowBandSize w:val="1"/>
      <w:tblStyleColBandSize w:val="1"/>
      <w:tblBorders>
        <w:top w:val="single" w:color="6296be" w:themeColor="accent4" w:themeTint="9A" w:sz="4" w:space="0"/>
        <w:left w:val="single" w:color="6296be" w:themeColor="accent4" w:themeTint="9A" w:sz="4" w:space="0"/>
        <w:bottom w:val="single" w:color="6296be" w:themeColor="accent4" w:themeTint="9A" w:sz="4" w:space="0"/>
        <w:right w:val="single" w:color="6296be" w:themeColor="accent4" w:themeTint="9A" w:sz="4" w:space="0"/>
        <w:insideH w:val="single" w:color="6296be" w:themeColor="accent4" w:themeTint="9A" w:sz="4" w:space="0"/>
        <w:insideV w:val="single" w:color="6296be" w:themeColor="accent4" w:themeTint="9A" w:sz="4" w:space="0"/>
      </w:tblBorders>
    </w:tblPr>
    <w:tcPr>
      <w:tcBorders/>
    </w:tcPr>
    <w:tblStylePr w:type="band1Horz">
      <w:rPr>
        <w:rFonts w:ascii="Arial" w:hAnsi="Arial"/>
        <w:color w:val="6296be" w:themeColor="accent4" w:themeTint="9A" w:themeShade="95"/>
        <w:sz w:val="22"/>
      </w:rPr>
      <w:pPr>
        <w:pBdr/>
        <w:spacing/>
        <w:ind/>
      </w:pPr>
      <w:tblPr>
        <w:tblBorders/>
      </w:tblPr>
      <w:tcPr>
        <w:shd w:val="clear" w:color="cadbe9" w:themeColor="accent4" w:themeTint="34" w:fill="cadbe9" w:themeFill="accent4" w:themeFillTint="34"/>
        <w:tcBorders/>
      </w:tcPr>
    </w:tblStylePr>
    <w:tblStylePr w:type="band1Vert">
      <w:pPr>
        <w:pBdr/>
        <w:spacing/>
        <w:ind/>
      </w:pPr>
      <w:tblPr>
        <w:tblBorders/>
      </w:tblPr>
      <w:tcPr>
        <w:shd w:val="clear" w:color="cadbe9" w:themeColor="accent4" w:themeTint="34" w:fill="cadbe9" w:themeFill="accent4" w:themeFillTint="34"/>
        <w:tcBorders/>
      </w:tcPr>
    </w:tblStylePr>
    <w:tblStylePr w:type="band2Horz">
      <w:rPr>
        <w:rFonts w:ascii="Arial" w:hAnsi="Arial"/>
        <w:color w:val="6296be"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296be" w:themeColor="accent4" w:themeTint="9A" w:themeShade="95"/>
      </w:rPr>
      <w:pPr>
        <w:pBdr/>
        <w:spacing/>
        <w:ind/>
      </w:pPr>
      <w:tblPr>
        <w:tblBorders/>
      </w:tblPr>
      <w:tcPr>
        <w:tcBorders/>
      </w:tcPr>
    </w:tblStylePr>
    <w:tblStylePr w:type="firstRow">
      <w:rPr>
        <w:b/>
        <w:color w:val="6296be" w:themeColor="accent4" w:themeTint="9A" w:themeShade="95"/>
      </w:rPr>
      <w:pPr>
        <w:pBdr/>
        <w:spacing/>
        <w:ind/>
      </w:pPr>
      <w:tblPr>
        <w:tblBorders/>
      </w:tblPr>
      <w:tcPr>
        <w:tcBorders>
          <w:bottom w:val="single" w:color="6296be" w:themeColor="accent4" w:themeTint="9A" w:sz="12" w:space="0"/>
        </w:tcBorders>
      </w:tcPr>
    </w:tblStylePr>
    <w:tblStylePr w:type="lastCol">
      <w:rPr>
        <w:b/>
        <w:color w:val="6296be" w:themeColor="accent4" w:themeTint="9A" w:themeShade="95"/>
      </w:rPr>
      <w:pPr>
        <w:pBdr/>
        <w:spacing/>
        <w:ind/>
      </w:pPr>
      <w:tblPr>
        <w:tblBorders/>
      </w:tblPr>
      <w:tcPr>
        <w:tcBorders/>
      </w:tcPr>
    </w:tblStylePr>
    <w:tblStylePr w:type="lastRow">
      <w:rPr>
        <w:b/>
        <w:color w:val="6296be"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6 Colorful - Accent 5"/>
    <w:basedOn w:val="776"/>
    <w:uiPriority w:val="99"/>
    <w:pPr>
      <w:pBdr/>
      <w:spacing/>
      <w:ind/>
    </w:pPr>
    <w:tblPr>
      <w:tblStyleRowBandSize w:val="1"/>
      <w:tblStyleColBandSize w:val="1"/>
      <w:tblBorders>
        <w:top w:val="single" w:color="2b4b66" w:themeColor="accent5" w:sz="4" w:space="0"/>
        <w:left w:val="single" w:color="2b4b66" w:themeColor="accent5" w:sz="4" w:space="0"/>
        <w:bottom w:val="single" w:color="2b4b66" w:themeColor="accent5" w:sz="4" w:space="0"/>
        <w:right w:val="single" w:color="2b4b66" w:themeColor="accent5" w:sz="4" w:space="0"/>
        <w:insideH w:val="single" w:color="2b4b66" w:themeColor="accent5" w:sz="4" w:space="0"/>
        <w:insideV w:val="single" w:color="2b4b66" w:themeColor="accent5" w:sz="4" w:space="0"/>
      </w:tblBorders>
    </w:tblPr>
    <w:tcPr>
      <w:tcBorders/>
    </w:tcPr>
    <w:tblStylePr w:type="band1Horz">
      <w:rPr>
        <w:rFonts w:ascii="Arial" w:hAnsi="Arial"/>
        <w:color w:val="192b3b" w:themeColor="accent5" w:themeShade="95"/>
        <w:sz w:val="22"/>
      </w:rPr>
      <w:pPr>
        <w:pBdr/>
        <w:spacing/>
        <w:ind/>
      </w:pPr>
      <w:tblPr>
        <w:tblBorders/>
      </w:tblPr>
      <w:tcPr>
        <w:shd w:val="clear" w:color="cadae9" w:themeColor="accent5" w:themeTint="34" w:fill="cadae9" w:themeFill="accent5" w:themeFillTint="34"/>
        <w:tcBorders/>
      </w:tcPr>
    </w:tblStylePr>
    <w:tblStylePr w:type="band1Vert">
      <w:pPr>
        <w:pBdr/>
        <w:spacing/>
        <w:ind/>
      </w:pPr>
      <w:tblPr>
        <w:tblBorders/>
      </w:tblPr>
      <w:tcPr>
        <w:shd w:val="clear" w:color="cadae9" w:themeColor="accent5" w:themeTint="34" w:fill="cadae9" w:themeFill="accent5" w:themeFillTint="34"/>
        <w:tcBorders/>
      </w:tcPr>
    </w:tblStylePr>
    <w:tblStylePr w:type="band2Horz">
      <w:rPr>
        <w:rFonts w:ascii="Arial" w:hAnsi="Arial"/>
        <w:color w:val="192b3b"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92b3b" w:themeColor="accent5" w:themeShade="95"/>
      </w:rPr>
      <w:pPr>
        <w:pBdr/>
        <w:spacing/>
        <w:ind/>
      </w:pPr>
      <w:tblPr>
        <w:tblBorders/>
      </w:tblPr>
      <w:tcPr>
        <w:tcBorders/>
      </w:tcPr>
    </w:tblStylePr>
    <w:tblStylePr w:type="firstRow">
      <w:rPr>
        <w:b/>
        <w:color w:val="192b3b" w:themeColor="accent5" w:themeShade="95"/>
      </w:rPr>
      <w:pPr>
        <w:pBdr/>
        <w:spacing/>
        <w:ind/>
      </w:pPr>
      <w:tblPr>
        <w:tblBorders/>
      </w:tblPr>
      <w:tcPr>
        <w:tcBorders>
          <w:bottom w:val="single" w:color="2b4b66" w:themeColor="accent5" w:sz="12" w:space="0"/>
        </w:tcBorders>
      </w:tcPr>
    </w:tblStylePr>
    <w:tblStylePr w:type="lastCol">
      <w:rPr>
        <w:b/>
        <w:color w:val="192b3b" w:themeColor="accent5" w:themeShade="95"/>
      </w:rPr>
      <w:pPr>
        <w:pBdr/>
        <w:spacing/>
        <w:ind/>
      </w:pPr>
      <w:tblPr>
        <w:tblBorders/>
      </w:tblPr>
      <w:tcPr>
        <w:tcBorders/>
      </w:tcPr>
    </w:tblStylePr>
    <w:tblStylePr w:type="lastRow">
      <w:rPr>
        <w:b/>
        <w:color w:val="192b3b"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6 Colorful - Accent 6"/>
    <w:basedOn w:val="776"/>
    <w:uiPriority w:val="99"/>
    <w:pPr>
      <w:pBdr/>
      <w:spacing/>
      <w:ind/>
    </w:pPr>
    <w:tblPr>
      <w:tblStyleRowBandSize w:val="1"/>
      <w:tblStyleColBandSize w:val="1"/>
      <w:tblBorders>
        <w:top w:val="single" w:color="364151" w:themeColor="accent6" w:sz="4" w:space="0"/>
        <w:left w:val="single" w:color="364151" w:themeColor="accent6" w:sz="4" w:space="0"/>
        <w:bottom w:val="single" w:color="364151" w:themeColor="accent6" w:sz="4" w:space="0"/>
        <w:right w:val="single" w:color="364151" w:themeColor="accent6" w:sz="4" w:space="0"/>
        <w:insideH w:val="single" w:color="364151" w:themeColor="accent6" w:sz="4" w:space="0"/>
        <w:insideV w:val="single" w:color="364151" w:themeColor="accent6" w:sz="4" w:space="0"/>
      </w:tblBorders>
    </w:tblPr>
    <w:tcPr>
      <w:tcBorders/>
    </w:tcPr>
    <w:tblStylePr w:type="band1Horz">
      <w:rPr>
        <w:rFonts w:ascii="Arial" w:hAnsi="Arial"/>
        <w:color w:val="192b3b" w:themeColor="accent5" w:themeShade="95"/>
        <w:sz w:val="22"/>
      </w:rPr>
      <w:pPr>
        <w:pBdr/>
        <w:spacing/>
        <w:ind/>
      </w:pPr>
      <w:tblPr>
        <w:tblBorders/>
      </w:tblPr>
      <w:tcPr>
        <w:shd w:val="clear" w:color="d1d7e0" w:themeColor="accent6" w:themeTint="34" w:fill="d1d7e0" w:themeFill="accent6" w:themeFillTint="34"/>
        <w:tcBorders/>
      </w:tcPr>
    </w:tblStylePr>
    <w:tblStylePr w:type="band1Vert">
      <w:pPr>
        <w:pBdr/>
        <w:spacing/>
        <w:ind/>
      </w:pPr>
      <w:tblPr>
        <w:tblBorders/>
      </w:tblPr>
      <w:tcPr>
        <w:shd w:val="clear" w:color="d1d7e0" w:themeColor="accent6" w:themeTint="34" w:fill="d1d7e0" w:themeFill="accent6" w:themeFillTint="34"/>
        <w:tcBorders/>
      </w:tcPr>
    </w:tblStylePr>
    <w:tblStylePr w:type="band2Horz">
      <w:rPr>
        <w:rFonts w:ascii="Arial" w:hAnsi="Arial"/>
        <w:color w:val="192b3b"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92b3b" w:themeColor="accent5" w:themeShade="95"/>
      </w:rPr>
      <w:pPr>
        <w:pBdr/>
        <w:spacing/>
        <w:ind/>
      </w:pPr>
      <w:tblPr>
        <w:tblBorders/>
      </w:tblPr>
      <w:tcPr>
        <w:tcBorders/>
      </w:tcPr>
    </w:tblStylePr>
    <w:tblStylePr w:type="firstRow">
      <w:rPr>
        <w:b/>
        <w:color w:val="192b3b" w:themeColor="accent5" w:themeShade="95"/>
      </w:rPr>
      <w:pPr>
        <w:pBdr/>
        <w:spacing/>
        <w:ind/>
      </w:pPr>
      <w:tblPr>
        <w:tblBorders/>
      </w:tblPr>
      <w:tcPr>
        <w:tcBorders>
          <w:bottom w:val="single" w:color="364151" w:themeColor="accent6" w:sz="12" w:space="0"/>
        </w:tcBorders>
      </w:tcPr>
    </w:tblStylePr>
    <w:tblStylePr w:type="lastCol">
      <w:rPr>
        <w:b/>
        <w:color w:val="192b3b" w:themeColor="accent5" w:themeShade="95"/>
      </w:rPr>
      <w:pPr>
        <w:pBdr/>
        <w:spacing/>
        <w:ind/>
      </w:pPr>
      <w:tblPr>
        <w:tblBorders/>
      </w:tblPr>
      <w:tcPr>
        <w:tcBorders/>
      </w:tcPr>
    </w:tblStylePr>
    <w:tblStylePr w:type="lastRow">
      <w:rPr>
        <w:b/>
        <w:color w:val="192b3b"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7 Colorful"/>
    <w:basedOn w:val="776"/>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7 Colorful - Accent 1"/>
    <w:basedOn w:val="776"/>
    <w:uiPriority w:val="99"/>
    <w:pPr>
      <w:pBdr/>
      <w:spacing/>
      <w:ind/>
    </w:pPr>
    <w:tblPr>
      <w:tblStyleRowBandSize w:val="1"/>
      <w:tblStyleColBandSize w:val="1"/>
      <w:tblBorders>
        <w:bottom w:val="single" w:color="c0dfe5" w:themeColor="accent1" w:themeTint="80" w:sz="4" w:space="0"/>
        <w:right w:val="single" w:color="c0dfe5" w:themeColor="accent1" w:themeTint="80" w:sz="4" w:space="0"/>
        <w:insideH w:val="single" w:color="c0dfe5" w:themeColor="accent1" w:themeTint="80" w:sz="4" w:space="0"/>
        <w:insideV w:val="single" w:color="c0dfe5" w:themeColor="accent1" w:themeTint="80" w:sz="4" w:space="0"/>
      </w:tblBorders>
    </w:tblPr>
    <w:tcPr>
      <w:tcBorders/>
    </w:tcPr>
    <w:tblStylePr w:type="band1Horz">
      <w:rPr>
        <w:rFonts w:ascii="Arial" w:hAnsi="Arial"/>
        <w:color w:val="c0dfe5" w:themeColor="accent1" w:themeTint="80" w:themeShade="95"/>
        <w:sz w:val="22"/>
      </w:rPr>
      <w:pPr>
        <w:pBdr/>
        <w:spacing/>
        <w:ind/>
      </w:pPr>
      <w:tblPr>
        <w:tblBorders/>
      </w:tblPr>
      <w:tcPr>
        <w:shd w:val="clear" w:color="e5f2f4" w:themeColor="accent1" w:themeTint="34" w:fill="e5f2f4" w:themeFill="accent1" w:themeFillTint="34"/>
        <w:tcBorders/>
      </w:tcPr>
    </w:tblStylePr>
    <w:tblStylePr w:type="band1Vert">
      <w:pPr>
        <w:pBdr/>
        <w:spacing/>
        <w:ind/>
      </w:pPr>
      <w:tblPr>
        <w:tblBorders/>
      </w:tblPr>
      <w:tcPr>
        <w:shd w:val="clear" w:color="e5f2f4" w:themeColor="accent1" w:themeTint="34" w:fill="e5f2f4" w:themeFill="accent1" w:themeFillTint="34"/>
        <w:tcBorders/>
      </w:tcPr>
    </w:tblStylePr>
    <w:tblStylePr w:type="band2Horz">
      <w:rPr>
        <w:rFonts w:ascii="Arial" w:hAnsi="Arial"/>
        <w:color w:val="c0dfe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0dfe5"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0dfe5" w:themeColor="accent1" w:themeTint="80" w:sz="4" w:space="0"/>
        </w:tcBorders>
      </w:tcPr>
    </w:tblStylePr>
    <w:tblStylePr w:type="firstRow">
      <w:rPr>
        <w:rFonts w:ascii="Arial" w:hAnsi="Arial"/>
        <w:b/>
        <w:color w:val="c0dfe5"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0dfe5" w:themeColor="accent1" w:themeTint="80" w:sz="4" w:space="0"/>
          <w:right w:val="none" w:color="000000" w:sz="0" w:space="0"/>
        </w:tcBorders>
      </w:tcPr>
    </w:tblStylePr>
    <w:tblStylePr w:type="lastCol">
      <w:rPr>
        <w:rFonts w:ascii="Arial" w:hAnsi="Arial"/>
        <w:i/>
        <w:color w:val="c0dfe5" w:themeColor="accent1" w:themeTint="80" w:themeShade="95"/>
        <w:sz w:val="22"/>
      </w:rPr>
      <w:pPr>
        <w:pBdr/>
        <w:spacing/>
        <w:ind/>
      </w:pPr>
      <w:tblPr>
        <w:tblBorders/>
      </w:tblPr>
      <w:tcPr>
        <w:shd w:val="clear" w:color="ffffff" w:fill="auto"/>
        <w:tcBorders>
          <w:top w:val="none" w:color="000000" w:sz="0" w:space="0"/>
          <w:left w:val="single" w:color="c0dfe5" w:themeColor="accent1" w:themeTint="80" w:sz="4" w:space="0"/>
          <w:bottom w:val="none" w:color="000000" w:sz="0" w:space="0"/>
          <w:right w:val="none" w:color="000000" w:sz="0" w:space="0"/>
        </w:tcBorders>
      </w:tcPr>
    </w:tblStylePr>
    <w:tblStylePr w:type="lastRow">
      <w:rPr>
        <w:rFonts w:ascii="Arial" w:hAnsi="Arial"/>
        <w:b/>
        <w:color w:val="c0dfe5" w:themeColor="accent1" w:themeTint="80" w:themeShade="95"/>
        <w:sz w:val="22"/>
      </w:rPr>
      <w:pPr>
        <w:pBdr/>
        <w:spacing/>
        <w:ind/>
      </w:pPr>
      <w:tblPr>
        <w:tblBorders/>
      </w:tblPr>
      <w:tcPr>
        <w:shd w:val="clear" w:color="ffffff" w:themeColor="light1" w:fill="ffffff" w:themeFill="light1"/>
        <w:tcBorders>
          <w:top w:val="single" w:color="c0dfe5"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7 Colorful - Accent 2"/>
    <w:basedOn w:val="776"/>
    <w:uiPriority w:val="99"/>
    <w:pPr>
      <w:pBdr/>
      <w:spacing/>
      <w:ind/>
    </w:pPr>
    <w:tblPr>
      <w:tblStyleRowBandSize w:val="1"/>
      <w:tblStyleColBandSize w:val="1"/>
      <w:tblBorders>
        <w:bottom w:val="single" w:color="92c6d3" w:themeColor="accent2" w:themeTint="97" w:sz="4" w:space="0"/>
        <w:right w:val="single" w:color="92c6d3" w:themeColor="accent2" w:themeTint="97" w:sz="4" w:space="0"/>
        <w:insideH w:val="single" w:color="92c6d3" w:themeColor="accent2" w:themeTint="97" w:sz="4" w:space="0"/>
        <w:insideV w:val="single" w:color="92c6d3" w:themeColor="accent2" w:themeTint="97" w:sz="4" w:space="0"/>
      </w:tblBorders>
    </w:tblPr>
    <w:tcPr>
      <w:tcBorders/>
    </w:tcPr>
    <w:tblStylePr w:type="band1Horz">
      <w:rPr>
        <w:rFonts w:ascii="Arial" w:hAnsi="Arial"/>
        <w:color w:val="92c6d3" w:themeColor="accent2" w:themeTint="97" w:themeShade="95"/>
        <w:sz w:val="22"/>
      </w:rPr>
      <w:pPr>
        <w:pBdr/>
        <w:spacing/>
        <w:ind/>
      </w:pPr>
      <w:tblPr>
        <w:tblBorders/>
      </w:tblPr>
      <w:tcPr>
        <w:shd w:val="clear" w:color="daecf0" w:themeColor="accent2" w:themeTint="32" w:fill="daecf0" w:themeFill="accent2" w:themeFillTint="32"/>
        <w:tcBorders/>
      </w:tcPr>
    </w:tblStylePr>
    <w:tblStylePr w:type="band1Vert">
      <w:pPr>
        <w:pBdr/>
        <w:spacing/>
        <w:ind/>
      </w:pPr>
      <w:tblPr>
        <w:tblBorders/>
      </w:tblPr>
      <w:tcPr>
        <w:shd w:val="clear" w:color="daecf0" w:themeColor="accent2" w:themeTint="32" w:fill="daecf0" w:themeFill="accent2" w:themeFillTint="32"/>
        <w:tcBorders/>
      </w:tcPr>
    </w:tblStylePr>
    <w:tblStylePr w:type="band2Horz">
      <w:rPr>
        <w:rFonts w:ascii="Arial" w:hAnsi="Arial"/>
        <w:color w:val="92c6d3"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6d3"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6d3" w:themeColor="accent2" w:themeTint="97" w:sz="4" w:space="0"/>
        </w:tcBorders>
      </w:tcPr>
    </w:tblStylePr>
    <w:tblStylePr w:type="firstRow">
      <w:rPr>
        <w:rFonts w:ascii="Arial" w:hAnsi="Arial"/>
        <w:b/>
        <w:color w:val="92c6d3"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6d3" w:themeColor="accent2" w:themeTint="97" w:sz="4" w:space="0"/>
          <w:right w:val="none" w:color="000000" w:sz="0" w:space="0"/>
        </w:tcBorders>
      </w:tcPr>
    </w:tblStylePr>
    <w:tblStylePr w:type="lastCol">
      <w:rPr>
        <w:rFonts w:ascii="Arial" w:hAnsi="Arial"/>
        <w:i/>
        <w:color w:val="92c6d3" w:themeColor="accent2" w:themeTint="97" w:themeShade="95"/>
        <w:sz w:val="22"/>
      </w:rPr>
      <w:pPr>
        <w:pBdr/>
        <w:spacing/>
        <w:ind/>
      </w:pPr>
      <w:tblPr>
        <w:tblBorders/>
      </w:tblPr>
      <w:tcPr>
        <w:shd w:val="clear" w:color="ffffff" w:fill="auto"/>
        <w:tcBorders>
          <w:top w:val="none" w:color="000000" w:sz="0" w:space="0"/>
          <w:left w:val="single" w:color="92c6d3" w:themeColor="accent2" w:themeTint="97" w:sz="4" w:space="0"/>
          <w:bottom w:val="none" w:color="000000" w:sz="0" w:space="0"/>
          <w:right w:val="none" w:color="000000" w:sz="0" w:space="0"/>
        </w:tcBorders>
      </w:tcPr>
    </w:tblStylePr>
    <w:tblStylePr w:type="lastRow">
      <w:rPr>
        <w:rFonts w:ascii="Arial" w:hAnsi="Arial"/>
        <w:b/>
        <w:color w:val="92c6d3" w:themeColor="accent2" w:themeTint="97" w:themeShade="95"/>
        <w:sz w:val="22"/>
      </w:rPr>
      <w:pPr>
        <w:pBdr/>
        <w:spacing/>
        <w:ind/>
      </w:pPr>
      <w:tblPr>
        <w:tblBorders/>
      </w:tblPr>
      <w:tcPr>
        <w:shd w:val="clear" w:color="ffffff" w:themeColor="light1" w:fill="ffffff" w:themeFill="light1"/>
        <w:tcBorders>
          <w:top w:val="single" w:color="92c6d3"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7 Colorful - Accent 3"/>
    <w:basedOn w:val="776"/>
    <w:uiPriority w:val="99"/>
    <w:pPr>
      <w:pBdr/>
      <w:spacing/>
      <w:ind/>
    </w:pPr>
    <w:tblPr>
      <w:tblStyleRowBandSize w:val="1"/>
      <w:tblStyleColBandSize w:val="1"/>
      <w:tblBorders>
        <w:bottom w:val="single" w:color="16697a" w:themeColor="accent3" w:themeTint="FE" w:sz="4" w:space="0"/>
        <w:right w:val="single" w:color="16697a" w:themeColor="accent3" w:themeTint="FE" w:sz="4" w:space="0"/>
        <w:insideH w:val="single" w:color="16697a" w:themeColor="accent3" w:themeTint="FE" w:sz="4" w:space="0"/>
        <w:insideV w:val="single" w:color="16697a" w:themeColor="accent3" w:themeTint="FE" w:sz="4" w:space="0"/>
      </w:tblBorders>
    </w:tblPr>
    <w:tcPr>
      <w:tcBorders/>
    </w:tcPr>
    <w:tblStylePr w:type="band1Horz">
      <w:rPr>
        <w:rFonts w:ascii="Arial" w:hAnsi="Arial"/>
        <w:color w:val="16697a" w:themeColor="accent3" w:themeTint="FE" w:themeShade="95"/>
        <w:sz w:val="22"/>
      </w:rPr>
      <w:pPr>
        <w:pBdr/>
        <w:spacing/>
        <w:ind/>
      </w:pPr>
      <w:tblPr>
        <w:tblBorders/>
      </w:tblPr>
      <w:tcPr>
        <w:shd w:val="clear" w:color="bfeaf3" w:themeColor="accent3" w:themeTint="34" w:fill="bfeaf3" w:themeFill="accent3" w:themeFillTint="34"/>
        <w:tcBorders/>
      </w:tcPr>
    </w:tblStylePr>
    <w:tblStylePr w:type="band1Vert">
      <w:pPr>
        <w:pBdr/>
        <w:spacing/>
        <w:ind/>
      </w:pPr>
      <w:tblPr>
        <w:tblBorders/>
      </w:tblPr>
      <w:tcPr>
        <w:shd w:val="clear" w:color="bfeaf3" w:themeColor="accent3" w:themeTint="34" w:fill="bfeaf3" w:themeFill="accent3" w:themeFillTint="34"/>
        <w:tcBorders/>
      </w:tcPr>
    </w:tblStylePr>
    <w:tblStylePr w:type="band2Horz">
      <w:rPr>
        <w:rFonts w:ascii="Arial" w:hAnsi="Arial"/>
        <w:color w:val="16697a"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6697a"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16697a" w:themeColor="accent3" w:themeTint="FE" w:sz="4" w:space="0"/>
        </w:tcBorders>
      </w:tcPr>
    </w:tblStylePr>
    <w:tblStylePr w:type="firstRow">
      <w:rPr>
        <w:rFonts w:ascii="Arial" w:hAnsi="Arial"/>
        <w:b/>
        <w:color w:val="16697a"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16697a" w:themeColor="accent3" w:themeTint="FE" w:sz="4" w:space="0"/>
          <w:right w:val="none" w:color="000000" w:sz="0" w:space="0"/>
        </w:tcBorders>
      </w:tcPr>
    </w:tblStylePr>
    <w:tblStylePr w:type="lastCol">
      <w:rPr>
        <w:rFonts w:ascii="Arial" w:hAnsi="Arial"/>
        <w:i/>
        <w:color w:val="16697a" w:themeColor="accent3" w:themeTint="FE" w:themeShade="95"/>
        <w:sz w:val="22"/>
      </w:rPr>
      <w:pPr>
        <w:pBdr/>
        <w:spacing/>
        <w:ind/>
      </w:pPr>
      <w:tblPr>
        <w:tblBorders/>
      </w:tblPr>
      <w:tcPr>
        <w:shd w:val="clear" w:color="ffffff" w:fill="auto"/>
        <w:tcBorders>
          <w:top w:val="none" w:color="000000" w:sz="0" w:space="0"/>
          <w:left w:val="single" w:color="16697a" w:themeColor="accent3" w:themeTint="FE" w:sz="4" w:space="0"/>
          <w:bottom w:val="none" w:color="000000" w:sz="0" w:space="0"/>
          <w:right w:val="none" w:color="000000" w:sz="0" w:space="0"/>
        </w:tcBorders>
      </w:tcPr>
    </w:tblStylePr>
    <w:tblStylePr w:type="lastRow">
      <w:rPr>
        <w:rFonts w:ascii="Arial" w:hAnsi="Arial"/>
        <w:b/>
        <w:color w:val="16697a" w:themeColor="accent3" w:themeTint="FE" w:themeShade="95"/>
        <w:sz w:val="22"/>
      </w:rPr>
      <w:pPr>
        <w:pBdr/>
        <w:spacing/>
        <w:ind/>
      </w:pPr>
      <w:tblPr>
        <w:tblBorders/>
      </w:tblPr>
      <w:tcPr>
        <w:shd w:val="clear" w:color="ffffff" w:themeColor="light1" w:fill="ffffff" w:themeFill="light1"/>
        <w:tcBorders>
          <w:top w:val="single" w:color="16697a"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7 Colorful - Accent 4"/>
    <w:basedOn w:val="776"/>
    <w:uiPriority w:val="99"/>
    <w:pPr>
      <w:pBdr/>
      <w:spacing/>
      <w:ind/>
    </w:pPr>
    <w:tblPr>
      <w:tblStyleRowBandSize w:val="1"/>
      <w:tblStyleColBandSize w:val="1"/>
      <w:tblBorders>
        <w:bottom w:val="single" w:color="6296be" w:themeColor="accent4" w:themeTint="9A" w:sz="4" w:space="0"/>
        <w:right w:val="single" w:color="6296be" w:themeColor="accent4" w:themeTint="9A" w:sz="4" w:space="0"/>
        <w:insideH w:val="single" w:color="6296be" w:themeColor="accent4" w:themeTint="9A" w:sz="4" w:space="0"/>
        <w:insideV w:val="single" w:color="6296be" w:themeColor="accent4" w:themeTint="9A" w:sz="4" w:space="0"/>
      </w:tblBorders>
    </w:tblPr>
    <w:tcPr>
      <w:tcBorders/>
    </w:tcPr>
    <w:tblStylePr w:type="band1Horz">
      <w:rPr>
        <w:rFonts w:ascii="Arial" w:hAnsi="Arial"/>
        <w:color w:val="6296be" w:themeColor="accent4" w:themeTint="9A" w:themeShade="95"/>
        <w:sz w:val="22"/>
      </w:rPr>
      <w:pPr>
        <w:pBdr/>
        <w:spacing/>
        <w:ind/>
      </w:pPr>
      <w:tblPr>
        <w:tblBorders/>
      </w:tblPr>
      <w:tcPr>
        <w:shd w:val="clear" w:color="cadbe9" w:themeColor="accent4" w:themeTint="34" w:fill="cadbe9" w:themeFill="accent4" w:themeFillTint="34"/>
        <w:tcBorders/>
      </w:tcPr>
    </w:tblStylePr>
    <w:tblStylePr w:type="band1Vert">
      <w:pPr>
        <w:pBdr/>
        <w:spacing/>
        <w:ind/>
      </w:pPr>
      <w:tblPr>
        <w:tblBorders/>
      </w:tblPr>
      <w:tcPr>
        <w:shd w:val="clear" w:color="cadbe9" w:themeColor="accent4" w:themeTint="34" w:fill="cadbe9" w:themeFill="accent4" w:themeFillTint="34"/>
        <w:tcBorders/>
      </w:tcPr>
    </w:tblStylePr>
    <w:tblStylePr w:type="band2Horz">
      <w:rPr>
        <w:rFonts w:ascii="Arial" w:hAnsi="Arial"/>
        <w:color w:val="6296be"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296be"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6296be" w:themeColor="accent4" w:themeTint="9A" w:sz="4" w:space="0"/>
        </w:tcBorders>
      </w:tcPr>
    </w:tblStylePr>
    <w:tblStylePr w:type="firstRow">
      <w:rPr>
        <w:rFonts w:ascii="Arial" w:hAnsi="Arial"/>
        <w:b/>
        <w:color w:val="6296be"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6296be" w:themeColor="accent4" w:themeTint="9A" w:sz="4" w:space="0"/>
          <w:right w:val="none" w:color="000000" w:sz="0" w:space="0"/>
        </w:tcBorders>
      </w:tcPr>
    </w:tblStylePr>
    <w:tblStylePr w:type="lastCol">
      <w:rPr>
        <w:rFonts w:ascii="Arial" w:hAnsi="Arial"/>
        <w:i/>
        <w:color w:val="6296be" w:themeColor="accent4" w:themeTint="9A" w:themeShade="95"/>
        <w:sz w:val="22"/>
      </w:rPr>
      <w:pPr>
        <w:pBdr/>
        <w:spacing/>
        <w:ind/>
      </w:pPr>
      <w:tblPr>
        <w:tblBorders/>
      </w:tblPr>
      <w:tcPr>
        <w:shd w:val="clear" w:color="ffffff" w:fill="auto"/>
        <w:tcBorders>
          <w:top w:val="none" w:color="000000" w:sz="0" w:space="0"/>
          <w:left w:val="single" w:color="6296be" w:themeColor="accent4" w:themeTint="9A" w:sz="4" w:space="0"/>
          <w:bottom w:val="none" w:color="000000" w:sz="0" w:space="0"/>
          <w:right w:val="none" w:color="000000" w:sz="0" w:space="0"/>
        </w:tcBorders>
      </w:tcPr>
    </w:tblStylePr>
    <w:tblStylePr w:type="lastRow">
      <w:rPr>
        <w:rFonts w:ascii="Arial" w:hAnsi="Arial"/>
        <w:b/>
        <w:color w:val="6296be" w:themeColor="accent4" w:themeTint="9A" w:themeShade="95"/>
        <w:sz w:val="22"/>
      </w:rPr>
      <w:pPr>
        <w:pBdr/>
        <w:spacing/>
        <w:ind/>
      </w:pPr>
      <w:tblPr>
        <w:tblBorders/>
      </w:tblPr>
      <w:tcPr>
        <w:shd w:val="clear" w:color="ffffff" w:themeColor="light1" w:fill="ffffff" w:themeFill="light1"/>
        <w:tcBorders>
          <w:top w:val="single" w:color="6296be"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7 Colorful - Accent 5"/>
    <w:basedOn w:val="776"/>
    <w:uiPriority w:val="99"/>
    <w:pPr>
      <w:pBdr/>
      <w:spacing/>
      <w:ind/>
    </w:pPr>
    <w:tblPr>
      <w:tblStyleRowBandSize w:val="1"/>
      <w:tblStyleColBandSize w:val="1"/>
      <w:tblBorders>
        <w:bottom w:val="single" w:color="6d9bc1" w:themeColor="accent5" w:themeTint="90" w:sz="4" w:space="0"/>
        <w:right w:val="single" w:color="6d9bc1" w:themeColor="accent5" w:themeTint="90" w:sz="4" w:space="0"/>
        <w:insideH w:val="single" w:color="6d9bc1" w:themeColor="accent5" w:themeTint="90" w:sz="4" w:space="0"/>
        <w:insideV w:val="single" w:color="6d9bc1" w:themeColor="accent5" w:themeTint="90" w:sz="4" w:space="0"/>
      </w:tblBorders>
    </w:tblPr>
    <w:tcPr>
      <w:tcBorders/>
    </w:tcPr>
    <w:tblStylePr w:type="band1Horz">
      <w:rPr>
        <w:rFonts w:ascii="Arial" w:hAnsi="Arial"/>
        <w:color w:val="192b3b" w:themeColor="accent5" w:themeShade="95"/>
        <w:sz w:val="22"/>
      </w:rPr>
      <w:pPr>
        <w:pBdr/>
        <w:spacing/>
        <w:ind/>
      </w:pPr>
      <w:tblPr>
        <w:tblBorders/>
      </w:tblPr>
      <w:tcPr>
        <w:shd w:val="clear" w:color="cadae9" w:themeColor="accent5" w:themeTint="34" w:fill="cadae9" w:themeFill="accent5" w:themeFillTint="34"/>
        <w:tcBorders/>
      </w:tcPr>
    </w:tblStylePr>
    <w:tblStylePr w:type="band1Vert">
      <w:pPr>
        <w:pBdr/>
        <w:spacing/>
        <w:ind/>
      </w:pPr>
      <w:tblPr>
        <w:tblBorders/>
      </w:tblPr>
      <w:tcPr>
        <w:shd w:val="clear" w:color="cadae9" w:themeColor="accent5" w:themeTint="34" w:fill="cadae9" w:themeFill="accent5" w:themeFillTint="34"/>
        <w:tcBorders/>
      </w:tcPr>
    </w:tblStylePr>
    <w:tblStylePr w:type="band2Horz">
      <w:rPr>
        <w:rFonts w:ascii="Arial" w:hAnsi="Arial"/>
        <w:color w:val="192b3b"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92b3b"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6d9bc1" w:themeColor="accent5" w:themeTint="90" w:sz="4" w:space="0"/>
        </w:tcBorders>
      </w:tcPr>
    </w:tblStylePr>
    <w:tblStylePr w:type="firstRow">
      <w:rPr>
        <w:rFonts w:ascii="Arial" w:hAnsi="Arial"/>
        <w:b/>
        <w:color w:val="192b3b"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6d9bc1" w:themeColor="accent5" w:themeTint="90" w:sz="4" w:space="0"/>
          <w:right w:val="none" w:color="000000" w:sz="0" w:space="0"/>
        </w:tcBorders>
      </w:tcPr>
    </w:tblStylePr>
    <w:tblStylePr w:type="lastCol">
      <w:rPr>
        <w:rFonts w:ascii="Arial" w:hAnsi="Arial"/>
        <w:i/>
        <w:color w:val="192b3b" w:themeColor="accent5" w:themeShade="95"/>
        <w:sz w:val="22"/>
      </w:rPr>
      <w:pPr>
        <w:pBdr/>
        <w:spacing/>
        <w:ind/>
      </w:pPr>
      <w:tblPr>
        <w:tblBorders/>
      </w:tblPr>
      <w:tcPr>
        <w:shd w:val="clear" w:color="ffffff" w:fill="auto"/>
        <w:tcBorders>
          <w:top w:val="none" w:color="000000" w:sz="0" w:space="0"/>
          <w:left w:val="single" w:color="6d9bc1" w:themeColor="accent5" w:themeTint="90" w:sz="4" w:space="0"/>
          <w:bottom w:val="none" w:color="000000" w:sz="0" w:space="0"/>
          <w:right w:val="none" w:color="000000" w:sz="0" w:space="0"/>
        </w:tcBorders>
      </w:tcPr>
    </w:tblStylePr>
    <w:tblStylePr w:type="lastRow">
      <w:rPr>
        <w:rFonts w:ascii="Arial" w:hAnsi="Arial"/>
        <w:b/>
        <w:color w:val="192b3b" w:themeColor="accent5" w:themeShade="95"/>
        <w:sz w:val="22"/>
      </w:rPr>
      <w:pPr>
        <w:pBdr/>
        <w:spacing/>
        <w:ind/>
      </w:pPr>
      <w:tblPr>
        <w:tblBorders/>
      </w:tblPr>
      <w:tcPr>
        <w:shd w:val="clear" w:color="ffffff" w:themeColor="light1" w:fill="ffffff" w:themeFill="light1"/>
        <w:tcBorders>
          <w:top w:val="single" w:color="6d9bc1"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7 Colorful - Accent 6"/>
    <w:basedOn w:val="776"/>
    <w:uiPriority w:val="99"/>
    <w:pPr>
      <w:pBdr/>
      <w:spacing/>
      <w:ind/>
    </w:pPr>
    <w:tblPr>
      <w:tblStyleRowBandSize w:val="1"/>
      <w:tblStyleColBandSize w:val="1"/>
      <w:tblBorders>
        <w:bottom w:val="single" w:color="7f90aa" w:themeColor="accent6" w:themeTint="90" w:sz="4" w:space="0"/>
        <w:right w:val="single" w:color="7f90aa" w:themeColor="accent6" w:themeTint="90" w:sz="4" w:space="0"/>
        <w:insideH w:val="single" w:color="7f90aa" w:themeColor="accent6" w:themeTint="90" w:sz="4" w:space="0"/>
        <w:insideV w:val="single" w:color="7f90aa" w:themeColor="accent6" w:themeTint="90" w:sz="4" w:space="0"/>
      </w:tblBorders>
    </w:tblPr>
    <w:tcPr>
      <w:tcBorders/>
    </w:tcPr>
    <w:tblStylePr w:type="band1Horz">
      <w:rPr>
        <w:rFonts w:ascii="Arial" w:hAnsi="Arial"/>
        <w:color w:val="1f252f" w:themeColor="accent6" w:themeShade="95"/>
        <w:sz w:val="22"/>
      </w:rPr>
      <w:pPr>
        <w:pBdr/>
        <w:spacing/>
        <w:ind/>
      </w:pPr>
      <w:tblPr>
        <w:tblBorders/>
      </w:tblPr>
      <w:tcPr>
        <w:shd w:val="clear" w:color="d1d7e0" w:themeColor="accent6" w:themeTint="34" w:fill="d1d7e0" w:themeFill="accent6" w:themeFillTint="34"/>
        <w:tcBorders/>
      </w:tcPr>
    </w:tblStylePr>
    <w:tblStylePr w:type="band1Vert">
      <w:pPr>
        <w:pBdr/>
        <w:spacing/>
        <w:ind/>
      </w:pPr>
      <w:tblPr>
        <w:tblBorders/>
      </w:tblPr>
      <w:tcPr>
        <w:shd w:val="clear" w:color="d1d7e0" w:themeColor="accent6" w:themeTint="34" w:fill="d1d7e0" w:themeFill="accent6" w:themeFillTint="34"/>
        <w:tcBorders/>
      </w:tcPr>
    </w:tblStylePr>
    <w:tblStylePr w:type="band2Horz">
      <w:rPr>
        <w:rFonts w:ascii="Arial" w:hAnsi="Arial"/>
        <w:color w:val="1f252f"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f252f"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90aa" w:themeColor="accent6" w:themeTint="90" w:sz="4" w:space="0"/>
        </w:tcBorders>
      </w:tcPr>
    </w:tblStylePr>
    <w:tblStylePr w:type="firstRow">
      <w:rPr>
        <w:rFonts w:ascii="Arial" w:hAnsi="Arial"/>
        <w:b/>
        <w:color w:val="1f252f"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90aa" w:themeColor="accent6" w:themeTint="90" w:sz="4" w:space="0"/>
          <w:right w:val="none" w:color="000000" w:sz="0" w:space="0"/>
        </w:tcBorders>
      </w:tcPr>
    </w:tblStylePr>
    <w:tblStylePr w:type="lastCol">
      <w:rPr>
        <w:rFonts w:ascii="Arial" w:hAnsi="Arial"/>
        <w:i/>
        <w:color w:val="1f252f" w:themeColor="accent6" w:themeShade="95"/>
        <w:sz w:val="22"/>
      </w:rPr>
      <w:pPr>
        <w:pBdr/>
        <w:spacing/>
        <w:ind/>
      </w:pPr>
      <w:tblPr>
        <w:tblBorders/>
      </w:tblPr>
      <w:tcPr>
        <w:shd w:val="clear" w:color="ffffff" w:fill="auto"/>
        <w:tcBorders>
          <w:top w:val="none" w:color="000000" w:sz="0" w:space="0"/>
          <w:left w:val="single" w:color="7f90aa" w:themeColor="accent6" w:themeTint="90" w:sz="4" w:space="0"/>
          <w:bottom w:val="none" w:color="000000" w:sz="0" w:space="0"/>
          <w:right w:val="none" w:color="000000" w:sz="0" w:space="0"/>
        </w:tcBorders>
      </w:tcPr>
    </w:tblStylePr>
    <w:tblStylePr w:type="lastRow">
      <w:rPr>
        <w:rFonts w:ascii="Arial" w:hAnsi="Arial"/>
        <w:b/>
        <w:color w:val="1f252f" w:themeColor="accent6" w:themeShade="95"/>
        <w:sz w:val="22"/>
      </w:rPr>
      <w:pPr>
        <w:pBdr/>
        <w:spacing/>
        <w:ind/>
      </w:pPr>
      <w:tblPr>
        <w:tblBorders/>
      </w:tblPr>
      <w:tcPr>
        <w:shd w:val="clear" w:color="ffffff" w:themeColor="light1" w:fill="ffffff" w:themeFill="light1"/>
        <w:tcBorders>
          <w:top w:val="single" w:color="7f90aa"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List Table 1 Light"/>
    <w:basedOn w:val="776"/>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List Table 1 Light - Accent 11"/>
    <w:basedOn w:val="776"/>
    <w:uiPriority w:val="99"/>
    <w:pPr>
      <w:pBdr/>
      <w:spacing/>
      <w:ind/>
    </w:pPr>
    <w:tblPr>
      <w:tblStyleRowBandSize w:val="1"/>
      <w:tblStyleColBandSize w:val="1"/>
      <w:tblBorders/>
    </w:tblPr>
    <w:tcPr>
      <w:tcBorders/>
    </w:tcPr>
    <w:tblStylePr w:type="band1Horz">
      <w:pPr>
        <w:pBdr/>
        <w:spacing/>
        <w:ind/>
      </w:pPr>
      <w:tblPr>
        <w:tblBorders/>
      </w:tblPr>
      <w:tcPr>
        <w:shd w:val="clear" w:color="dfeff2" w:themeColor="accent1" w:themeTint="40" w:fill="dfeff2" w:themeFill="accent1" w:themeFillTint="40"/>
        <w:tcBorders/>
      </w:tcPr>
    </w:tblStylePr>
    <w:tblStylePr w:type="band1Vert">
      <w:pPr>
        <w:pBdr/>
        <w:spacing/>
        <w:ind/>
      </w:pPr>
      <w:tblPr>
        <w:tblBorders/>
      </w:tblPr>
      <w:tcPr>
        <w:shd w:val="clear" w:color="dfeff2" w:themeColor="accent1" w:themeTint="40" w:fill="df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3c0cc"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3c0cc"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List Table 1 Light - Accent 21"/>
    <w:basedOn w:val="776"/>
    <w:uiPriority w:val="99"/>
    <w:pPr>
      <w:pBdr/>
      <w:spacing/>
      <w:ind/>
    </w:pPr>
    <w:tblPr>
      <w:tblStyleRowBandSize w:val="1"/>
      <w:tblStyleColBandSize w:val="1"/>
      <w:tblBorders/>
    </w:tblPr>
    <w:tcPr>
      <w:tcBorders/>
    </w:tcPr>
    <w:tblStylePr w:type="band1Horz">
      <w:pPr>
        <w:pBdr/>
        <w:spacing/>
        <w:ind/>
      </w:pPr>
      <w:tblPr>
        <w:tblBorders/>
      </w:tblPr>
      <w:tcPr>
        <w:shd w:val="clear" w:color="d0e6ec" w:themeColor="accent2" w:themeTint="40" w:fill="d0e6ec" w:themeFill="accent2" w:themeFillTint="40"/>
        <w:tcBorders/>
      </w:tcPr>
    </w:tblStylePr>
    <w:tblStylePr w:type="band1Vert">
      <w:pPr>
        <w:pBdr/>
        <w:spacing/>
        <w:ind/>
      </w:pPr>
      <w:tblPr>
        <w:tblBorders/>
      </w:tblPr>
      <w:tcPr>
        <w:shd w:val="clear" w:color="d0e6ec" w:themeColor="accent2" w:themeTint="40" w:fill="d0e6ec"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89fb5"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89fb5"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List Table 1 Light - Accent 31"/>
    <w:basedOn w:val="776"/>
    <w:uiPriority w:val="99"/>
    <w:pPr>
      <w:pBdr/>
      <w:spacing/>
      <w:ind/>
    </w:pPr>
    <w:tblPr>
      <w:tblStyleRowBandSize w:val="1"/>
      <w:tblStyleColBandSize w:val="1"/>
      <w:tblBorders/>
    </w:tblPr>
    <w:tcPr>
      <w:tcBorders/>
    </w:tcPr>
    <w:tblStylePr w:type="band1Horz">
      <w:pPr>
        <w:pBdr/>
        <w:spacing/>
        <w:ind/>
      </w:pPr>
      <w:tblPr>
        <w:tblBorders/>
      </w:tblPr>
      <w:tcPr>
        <w:shd w:val="clear" w:color="b0e6f0" w:themeColor="accent3" w:themeTint="40" w:fill="b0e6f0" w:themeFill="accent3" w:themeFillTint="40"/>
        <w:tcBorders/>
      </w:tcPr>
    </w:tblStylePr>
    <w:tblStylePr w:type="band1Vert">
      <w:pPr>
        <w:pBdr/>
        <w:spacing/>
        <w:ind/>
      </w:pPr>
      <w:tblPr>
        <w:tblBorders/>
      </w:tblPr>
      <w:tcPr>
        <w:shd w:val="clear" w:color="b0e6f0" w:themeColor="accent3" w:themeTint="40" w:fill="b0e6f0"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16697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16697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List Table 1 Light - Accent 41"/>
    <w:basedOn w:val="776"/>
    <w:uiPriority w:val="99"/>
    <w:pPr>
      <w:pBdr/>
      <w:spacing/>
      <w:ind/>
    </w:pPr>
    <w:tblPr>
      <w:tblStyleRowBandSize w:val="1"/>
      <w:tblStyleColBandSize w:val="1"/>
      <w:tblBorders/>
    </w:tblPr>
    <w:tcPr>
      <w:tcBorders/>
    </w:tcPr>
    <w:tblStylePr w:type="band1Horz">
      <w:pPr>
        <w:pBdr/>
        <w:spacing/>
        <w:ind/>
      </w:pPr>
      <w:tblPr>
        <w:tblBorders/>
      </w:tblPr>
      <w:tcPr>
        <w:shd w:val="clear" w:color="bdd3e4" w:themeColor="accent4" w:themeTint="40" w:fill="bdd3e4" w:themeFill="accent4" w:themeFillTint="40"/>
        <w:tcBorders/>
      </w:tcPr>
    </w:tblStylePr>
    <w:tblStylePr w:type="band1Vert">
      <w:pPr>
        <w:pBdr/>
        <w:spacing/>
        <w:ind/>
      </w:pPr>
      <w:tblPr>
        <w:tblBorders/>
      </w:tblPr>
      <w:tcPr>
        <w:shd w:val="clear" w:color="bdd3e4" w:themeColor="accent4" w:themeTint="40" w:fill="bdd3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2a4c66"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2a4c66"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List Table 1 Light - Accent 51"/>
    <w:basedOn w:val="776"/>
    <w:uiPriority w:val="99"/>
    <w:pPr>
      <w:pBdr/>
      <w:spacing/>
      <w:ind/>
    </w:pPr>
    <w:tblPr>
      <w:tblStyleRowBandSize w:val="1"/>
      <w:tblStyleColBandSize w:val="1"/>
      <w:tblBorders/>
    </w:tblPr>
    <w:tcPr>
      <w:tcBorders/>
    </w:tcPr>
    <w:tblStylePr w:type="band1Horz">
      <w:pPr>
        <w:pBdr/>
        <w:spacing/>
        <w:ind/>
      </w:pPr>
      <w:tblPr>
        <w:tblBorders/>
      </w:tblPr>
      <w:tcPr>
        <w:shd w:val="clear" w:color="bed2e3" w:themeColor="accent5" w:themeTint="40" w:fill="bed2e3" w:themeFill="accent5" w:themeFillTint="40"/>
        <w:tcBorders/>
      </w:tcPr>
    </w:tblStylePr>
    <w:tblStylePr w:type="band1Vert">
      <w:pPr>
        <w:pBdr/>
        <w:spacing/>
        <w:ind/>
      </w:pPr>
      <w:tblPr>
        <w:tblBorders/>
      </w:tblPr>
      <w:tcPr>
        <w:shd w:val="clear" w:color="bed2e3" w:themeColor="accent5" w:themeTint="40" w:fill="bed2e3"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2b4b6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2b4b6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List Table 1 Light - Accent 61"/>
    <w:basedOn w:val="776"/>
    <w:uiPriority w:val="99"/>
    <w:pPr>
      <w:pBdr/>
      <w:spacing/>
      <w:ind/>
    </w:pPr>
    <w:tblPr>
      <w:tblStyleRowBandSize w:val="1"/>
      <w:tblStyleColBandSize w:val="1"/>
      <w:tblBorders/>
    </w:tblPr>
    <w:tcPr>
      <w:tcBorders/>
    </w:tcPr>
    <w:tblStylePr w:type="band1Horz">
      <w:pPr>
        <w:pBdr/>
        <w:spacing/>
        <w:ind/>
      </w:pPr>
      <w:tblPr>
        <w:tblBorders/>
      </w:tblPr>
      <w:tcPr>
        <w:shd w:val="clear" w:color="c6ced9" w:themeColor="accent6" w:themeTint="40" w:fill="c6ced9" w:themeFill="accent6" w:themeFillTint="40"/>
        <w:tcBorders/>
      </w:tcPr>
    </w:tblStylePr>
    <w:tblStylePr w:type="band1Vert">
      <w:pPr>
        <w:pBdr/>
        <w:spacing/>
        <w:ind/>
      </w:pPr>
      <w:tblPr>
        <w:tblBorders/>
      </w:tblPr>
      <w:tcPr>
        <w:shd w:val="clear" w:color="c6ced9" w:themeColor="accent6" w:themeTint="40" w:fill="c6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364151"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364151"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List Table 2"/>
    <w:basedOn w:val="776"/>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List Table 2 - Accent 11"/>
    <w:basedOn w:val="776"/>
    <w:uiPriority w:val="99"/>
    <w:pPr>
      <w:pBdr/>
      <w:spacing/>
      <w:ind/>
    </w:pPr>
    <w:tblPr>
      <w:tblStyleRowBandSize w:val="1"/>
      <w:tblStyleColBandSize w:val="1"/>
      <w:tblBorders>
        <w:top w:val="single" w:color="b8dbe2" w:themeColor="accent1" w:themeTint="90" w:sz="4" w:space="0"/>
        <w:bottom w:val="single" w:color="b8dbe2" w:themeColor="accent1" w:themeTint="90" w:sz="4" w:space="0"/>
        <w:insideH w:val="single" w:color="b8dbe2" w:themeColor="accent1" w:themeTint="90" w:sz="4" w:space="0"/>
      </w:tblBorders>
    </w:tblPr>
    <w:tcPr>
      <w:tcBorders/>
    </w:tcPr>
    <w:tblStylePr w:type="band1Horz">
      <w:rPr>
        <w:rFonts w:ascii="Arial" w:hAnsi="Arial"/>
        <w:color w:val="404040"/>
        <w:sz w:val="22"/>
      </w:rPr>
      <w:pPr>
        <w:pBdr/>
        <w:spacing/>
        <w:ind/>
      </w:pPr>
      <w:tblPr>
        <w:tblBorders/>
      </w:tblPr>
      <w:tcPr>
        <w:shd w:val="clear" w:color="dfeff2" w:themeColor="accent1" w:themeTint="40" w:fill="dfeff2" w:themeFill="accent1" w:themeFillTint="40"/>
        <w:tcBorders/>
      </w:tcPr>
    </w:tblStylePr>
    <w:tblStylePr w:type="band1Vert">
      <w:rPr>
        <w:rFonts w:ascii="Arial" w:hAnsi="Arial"/>
        <w:color w:val="404040"/>
        <w:sz w:val="22"/>
      </w:rPr>
      <w:pPr>
        <w:pBdr/>
        <w:spacing/>
        <w:ind/>
      </w:pPr>
      <w:tblPr>
        <w:tblBorders/>
      </w:tblPr>
      <w:tcPr>
        <w:shd w:val="clear" w:color="dfeff2" w:themeColor="accent1" w:themeTint="40" w:fill="df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8dbe2" w:themeColor="accent1" w:themeTint="90" w:sz="4" w:space="0"/>
          <w:left w:val="none" w:color="000000" w:sz="4" w:space="0"/>
          <w:bottom w:val="single" w:color="b8dbe2"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8dbe2" w:themeColor="accent1" w:themeTint="90" w:sz="4" w:space="0"/>
          <w:left w:val="none" w:color="000000" w:sz="4" w:space="0"/>
          <w:bottom w:val="single" w:color="b8dbe2"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List Table 2 - Accent 21"/>
    <w:basedOn w:val="776"/>
    <w:uiPriority w:val="99"/>
    <w:pPr>
      <w:pBdr/>
      <w:spacing/>
      <w:ind/>
    </w:pPr>
    <w:tblPr>
      <w:tblStyleRowBandSize w:val="1"/>
      <w:tblStyleColBandSize w:val="1"/>
      <w:tblBorders>
        <w:top w:val="single" w:color="97c8d5" w:themeColor="accent2" w:themeTint="90" w:sz="4" w:space="0"/>
        <w:bottom w:val="single" w:color="97c8d5" w:themeColor="accent2" w:themeTint="90" w:sz="4" w:space="0"/>
        <w:insideH w:val="single" w:color="97c8d5" w:themeColor="accent2" w:themeTint="90" w:sz="4" w:space="0"/>
      </w:tblBorders>
    </w:tblPr>
    <w:tcPr>
      <w:tcBorders/>
    </w:tcPr>
    <w:tblStylePr w:type="band1Horz">
      <w:rPr>
        <w:rFonts w:ascii="Arial" w:hAnsi="Arial"/>
        <w:color w:val="404040"/>
        <w:sz w:val="22"/>
      </w:rPr>
      <w:pPr>
        <w:pBdr/>
        <w:spacing/>
        <w:ind/>
      </w:pPr>
      <w:tblPr>
        <w:tblBorders/>
      </w:tblPr>
      <w:tcPr>
        <w:shd w:val="clear" w:color="d0e6ec" w:themeColor="accent2" w:themeTint="40" w:fill="d0e6ec" w:themeFill="accent2" w:themeFillTint="40"/>
        <w:tcBorders/>
      </w:tcPr>
    </w:tblStylePr>
    <w:tblStylePr w:type="band1Vert">
      <w:rPr>
        <w:rFonts w:ascii="Arial" w:hAnsi="Arial"/>
        <w:color w:val="404040"/>
        <w:sz w:val="22"/>
      </w:rPr>
      <w:pPr>
        <w:pBdr/>
        <w:spacing/>
        <w:ind/>
      </w:pPr>
      <w:tblPr>
        <w:tblBorders/>
      </w:tblPr>
      <w:tcPr>
        <w:shd w:val="clear" w:color="d0e6ec" w:themeColor="accent2" w:themeTint="40" w:fill="d0e6ec"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7c8d5" w:themeColor="accent2" w:themeTint="90" w:sz="4" w:space="0"/>
          <w:left w:val="none" w:color="000000" w:sz="4" w:space="0"/>
          <w:bottom w:val="single" w:color="97c8d5"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7c8d5" w:themeColor="accent2" w:themeTint="90" w:sz="4" w:space="0"/>
          <w:left w:val="none" w:color="000000" w:sz="4" w:space="0"/>
          <w:bottom w:val="single" w:color="97c8d5"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List Table 2 - Accent 31"/>
    <w:basedOn w:val="776"/>
    <w:uiPriority w:val="99"/>
    <w:pPr>
      <w:pBdr/>
      <w:spacing/>
      <w:ind/>
    </w:pPr>
    <w:tblPr>
      <w:tblStyleRowBandSize w:val="1"/>
      <w:tblStyleColBandSize w:val="1"/>
      <w:tblBorders>
        <w:top w:val="single" w:color="4fc7df" w:themeColor="accent3" w:themeTint="90" w:sz="4" w:space="0"/>
        <w:bottom w:val="single" w:color="4fc7df" w:themeColor="accent3" w:themeTint="90" w:sz="4" w:space="0"/>
        <w:insideH w:val="single" w:color="4fc7df" w:themeColor="accent3" w:themeTint="90" w:sz="4" w:space="0"/>
      </w:tblBorders>
    </w:tblPr>
    <w:tcPr>
      <w:tcBorders/>
    </w:tcPr>
    <w:tblStylePr w:type="band1Horz">
      <w:rPr>
        <w:rFonts w:ascii="Arial" w:hAnsi="Arial"/>
        <w:color w:val="404040"/>
        <w:sz w:val="22"/>
      </w:rPr>
      <w:pPr>
        <w:pBdr/>
        <w:spacing/>
        <w:ind/>
      </w:pPr>
      <w:tblPr>
        <w:tblBorders/>
      </w:tblPr>
      <w:tcPr>
        <w:shd w:val="clear" w:color="b0e6f0" w:themeColor="accent3" w:themeTint="40" w:fill="b0e6f0" w:themeFill="accent3" w:themeFillTint="40"/>
        <w:tcBorders/>
      </w:tcPr>
    </w:tblStylePr>
    <w:tblStylePr w:type="band1Vert">
      <w:rPr>
        <w:rFonts w:ascii="Arial" w:hAnsi="Arial"/>
        <w:color w:val="404040"/>
        <w:sz w:val="22"/>
      </w:rPr>
      <w:pPr>
        <w:pBdr/>
        <w:spacing/>
        <w:ind/>
      </w:pPr>
      <w:tblPr>
        <w:tblBorders/>
      </w:tblPr>
      <w:tcPr>
        <w:shd w:val="clear" w:color="b0e6f0" w:themeColor="accent3" w:themeTint="40" w:fill="b0e6f0"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4fc7df" w:themeColor="accent3" w:themeTint="90" w:sz="4" w:space="0"/>
          <w:left w:val="none" w:color="000000" w:sz="4" w:space="0"/>
          <w:bottom w:val="single" w:color="4fc7df"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4fc7df" w:themeColor="accent3" w:themeTint="90" w:sz="4" w:space="0"/>
          <w:left w:val="none" w:color="000000" w:sz="4" w:space="0"/>
          <w:bottom w:val="single" w:color="4fc7df"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List Table 2 - Accent 41"/>
    <w:basedOn w:val="776"/>
    <w:uiPriority w:val="99"/>
    <w:pPr>
      <w:pBdr/>
      <w:spacing/>
      <w:ind/>
    </w:pPr>
    <w:tblPr>
      <w:tblStyleRowBandSize w:val="1"/>
      <w:tblStyleColBandSize w:val="1"/>
      <w:tblBorders>
        <w:top w:val="single" w:color="6c9dc2" w:themeColor="accent4" w:themeTint="90" w:sz="4" w:space="0"/>
        <w:bottom w:val="single" w:color="6c9dc2" w:themeColor="accent4" w:themeTint="90" w:sz="4" w:space="0"/>
        <w:insideH w:val="single" w:color="6c9dc2" w:themeColor="accent4" w:themeTint="90" w:sz="4" w:space="0"/>
      </w:tblBorders>
    </w:tblPr>
    <w:tcPr>
      <w:tcBorders/>
    </w:tcPr>
    <w:tblStylePr w:type="band1Horz">
      <w:rPr>
        <w:rFonts w:ascii="Arial" w:hAnsi="Arial"/>
        <w:color w:val="404040"/>
        <w:sz w:val="22"/>
      </w:rPr>
      <w:pPr>
        <w:pBdr/>
        <w:spacing/>
        <w:ind/>
      </w:pPr>
      <w:tblPr>
        <w:tblBorders/>
      </w:tblPr>
      <w:tcPr>
        <w:shd w:val="clear" w:color="bdd3e4" w:themeColor="accent4" w:themeTint="40" w:fill="bdd3e4" w:themeFill="accent4" w:themeFillTint="40"/>
        <w:tcBorders/>
      </w:tcPr>
    </w:tblStylePr>
    <w:tblStylePr w:type="band1Vert">
      <w:rPr>
        <w:rFonts w:ascii="Arial" w:hAnsi="Arial"/>
        <w:color w:val="404040"/>
        <w:sz w:val="22"/>
      </w:rPr>
      <w:pPr>
        <w:pBdr/>
        <w:spacing/>
        <w:ind/>
      </w:pPr>
      <w:tblPr>
        <w:tblBorders/>
      </w:tblPr>
      <w:tcPr>
        <w:shd w:val="clear" w:color="bdd3e4" w:themeColor="accent4" w:themeTint="40" w:fill="bdd3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c9dc2" w:themeColor="accent4" w:themeTint="90" w:sz="4" w:space="0"/>
          <w:left w:val="none" w:color="000000" w:sz="4" w:space="0"/>
          <w:bottom w:val="single" w:color="6c9dc2"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c9dc2" w:themeColor="accent4" w:themeTint="90" w:sz="4" w:space="0"/>
          <w:left w:val="none" w:color="000000" w:sz="4" w:space="0"/>
          <w:bottom w:val="single" w:color="6c9dc2"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List Table 2 - Accent 51"/>
    <w:basedOn w:val="776"/>
    <w:uiPriority w:val="99"/>
    <w:pPr>
      <w:pBdr/>
      <w:spacing/>
      <w:ind/>
    </w:pPr>
    <w:tblPr>
      <w:tblStyleRowBandSize w:val="1"/>
      <w:tblStyleColBandSize w:val="1"/>
      <w:tblBorders>
        <w:top w:val="single" w:color="6d9bc1" w:themeColor="accent5" w:themeTint="90" w:sz="4" w:space="0"/>
        <w:bottom w:val="single" w:color="6d9bc1" w:themeColor="accent5" w:themeTint="90" w:sz="4" w:space="0"/>
        <w:insideH w:val="single" w:color="6d9bc1" w:themeColor="accent5" w:themeTint="90" w:sz="4" w:space="0"/>
      </w:tblBorders>
    </w:tblPr>
    <w:tcPr>
      <w:tcBorders/>
    </w:tcPr>
    <w:tblStylePr w:type="band1Horz">
      <w:rPr>
        <w:rFonts w:ascii="Arial" w:hAnsi="Arial"/>
        <w:color w:val="404040"/>
        <w:sz w:val="22"/>
      </w:rPr>
      <w:pPr>
        <w:pBdr/>
        <w:spacing/>
        <w:ind/>
      </w:pPr>
      <w:tblPr>
        <w:tblBorders/>
      </w:tblPr>
      <w:tcPr>
        <w:shd w:val="clear" w:color="bed2e3" w:themeColor="accent5" w:themeTint="40" w:fill="bed2e3" w:themeFill="accent5" w:themeFillTint="40"/>
        <w:tcBorders/>
      </w:tcPr>
    </w:tblStylePr>
    <w:tblStylePr w:type="band1Vert">
      <w:rPr>
        <w:rFonts w:ascii="Arial" w:hAnsi="Arial"/>
        <w:color w:val="404040"/>
        <w:sz w:val="22"/>
      </w:rPr>
      <w:pPr>
        <w:pBdr/>
        <w:spacing/>
        <w:ind/>
      </w:pPr>
      <w:tblPr>
        <w:tblBorders/>
      </w:tblPr>
      <w:tcPr>
        <w:shd w:val="clear" w:color="bed2e3" w:themeColor="accent5" w:themeTint="40" w:fill="bed2e3"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d9bc1" w:themeColor="accent5" w:themeTint="90" w:sz="4" w:space="0"/>
          <w:left w:val="none" w:color="000000" w:sz="4" w:space="0"/>
          <w:bottom w:val="single" w:color="6d9bc1"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d9bc1" w:themeColor="accent5" w:themeTint="90" w:sz="4" w:space="0"/>
          <w:left w:val="none" w:color="000000" w:sz="4" w:space="0"/>
          <w:bottom w:val="single" w:color="6d9bc1"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List Table 2 - Accent 61"/>
    <w:basedOn w:val="776"/>
    <w:uiPriority w:val="99"/>
    <w:pPr>
      <w:pBdr/>
      <w:spacing/>
      <w:ind/>
    </w:pPr>
    <w:tblPr>
      <w:tblStyleRowBandSize w:val="1"/>
      <w:tblStyleColBandSize w:val="1"/>
      <w:tblBorders>
        <w:top w:val="single" w:color="7f90aa" w:themeColor="accent6" w:themeTint="90" w:sz="4" w:space="0"/>
        <w:bottom w:val="single" w:color="7f90aa" w:themeColor="accent6" w:themeTint="90" w:sz="4" w:space="0"/>
        <w:insideH w:val="single" w:color="7f90aa" w:themeColor="accent6" w:themeTint="90" w:sz="4" w:space="0"/>
      </w:tblBorders>
    </w:tblPr>
    <w:tcPr>
      <w:tcBorders/>
    </w:tcPr>
    <w:tblStylePr w:type="band1Horz">
      <w:rPr>
        <w:rFonts w:ascii="Arial" w:hAnsi="Arial"/>
        <w:color w:val="404040"/>
        <w:sz w:val="22"/>
      </w:rPr>
      <w:pPr>
        <w:pBdr/>
        <w:spacing/>
        <w:ind/>
      </w:pPr>
      <w:tblPr>
        <w:tblBorders/>
      </w:tblPr>
      <w:tcPr>
        <w:shd w:val="clear" w:color="c6ced9" w:themeColor="accent6" w:themeTint="40" w:fill="c6ced9" w:themeFill="accent6" w:themeFillTint="40"/>
        <w:tcBorders/>
      </w:tcPr>
    </w:tblStylePr>
    <w:tblStylePr w:type="band1Vert">
      <w:rPr>
        <w:rFonts w:ascii="Arial" w:hAnsi="Arial"/>
        <w:color w:val="404040"/>
        <w:sz w:val="22"/>
      </w:rPr>
      <w:pPr>
        <w:pBdr/>
        <w:spacing/>
        <w:ind/>
      </w:pPr>
      <w:tblPr>
        <w:tblBorders/>
      </w:tblPr>
      <w:tcPr>
        <w:shd w:val="clear" w:color="c6ced9" w:themeColor="accent6" w:themeTint="40" w:fill="c6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7f90aa" w:themeColor="accent6" w:themeTint="90" w:sz="4" w:space="0"/>
          <w:left w:val="none" w:color="000000" w:sz="4" w:space="0"/>
          <w:bottom w:val="single" w:color="7f90aa"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7f90aa" w:themeColor="accent6" w:themeTint="90" w:sz="4" w:space="0"/>
          <w:left w:val="none" w:color="000000" w:sz="4" w:space="0"/>
          <w:bottom w:val="single" w:color="7f90aa"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List Table 3"/>
    <w:basedOn w:val="77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List Table 3 - Accent 11"/>
    <w:basedOn w:val="776"/>
    <w:uiPriority w:val="99"/>
    <w:pPr>
      <w:pBdr/>
      <w:spacing/>
      <w:ind/>
    </w:pPr>
    <w:tblPr>
      <w:tblStyleRowBandSize w:val="1"/>
      <w:tblStyleColBandSize w:val="1"/>
      <w:tblBorders>
        <w:top w:val="single" w:color="83c0cc" w:themeColor="accent1" w:sz="4" w:space="0"/>
        <w:left w:val="single" w:color="83c0cc" w:themeColor="accent1" w:sz="4" w:space="0"/>
        <w:bottom w:val="single" w:color="83c0cc" w:themeColor="accent1" w:sz="4" w:space="0"/>
        <w:right w:val="single" w:color="83c0cc" w:themeColor="accent1" w:sz="4" w:space="0"/>
      </w:tblBorders>
    </w:tblPr>
    <w:tcPr>
      <w:tcBorders/>
    </w:tcPr>
    <w:tblStylePr w:type="band1Horz">
      <w:rPr>
        <w:rFonts w:ascii="Arial" w:hAnsi="Arial"/>
        <w:color w:val="404040"/>
        <w:sz w:val="22"/>
      </w:rPr>
      <w:pPr>
        <w:pBdr/>
        <w:spacing/>
        <w:ind/>
      </w:pPr>
      <w:tblPr>
        <w:tblBorders/>
      </w:tblPr>
      <w:tcPr>
        <w:tcBorders>
          <w:top w:val="single" w:color="83c0cc" w:themeColor="accent1" w:sz="4" w:space="0"/>
          <w:bottom w:val="single" w:color="83c0cc" w:themeColor="accent1" w:sz="4" w:space="0"/>
        </w:tcBorders>
      </w:tcPr>
    </w:tblStylePr>
    <w:tblStylePr w:type="band1Vert">
      <w:rPr>
        <w:rFonts w:ascii="Arial" w:hAnsi="Arial"/>
        <w:color w:val="404040"/>
        <w:sz w:val="22"/>
      </w:rPr>
      <w:pPr>
        <w:pBdr/>
        <w:spacing/>
        <w:ind/>
      </w:pPr>
      <w:tblPr>
        <w:tblBorders/>
      </w:tblPr>
      <w:tcPr>
        <w:tcBorders>
          <w:left w:val="single" w:color="83c0cc" w:themeColor="accent1" w:sz="4" w:space="0"/>
          <w:right w:val="single" w:color="83c0cc"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3c0cc" w:themeColor="accent1" w:fill="83c0cc"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3 - Accent 21"/>
    <w:basedOn w:val="776"/>
    <w:uiPriority w:val="99"/>
    <w:pPr>
      <w:pBdr/>
      <w:spacing/>
      <w:ind/>
    </w:pPr>
    <w:tblPr>
      <w:tblStyleRowBandSize w:val="1"/>
      <w:tblStyleColBandSize w:val="1"/>
      <w:tblBorders>
        <w:top w:val="single" w:color="92c6d3" w:themeColor="accent2" w:themeTint="97" w:sz="4" w:space="0"/>
        <w:left w:val="single" w:color="92c6d3" w:themeColor="accent2" w:themeTint="97" w:sz="4" w:space="0"/>
        <w:bottom w:val="single" w:color="92c6d3" w:themeColor="accent2" w:themeTint="97" w:sz="4" w:space="0"/>
        <w:right w:val="single" w:color="92c6d3"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92c6d3" w:themeColor="accent2" w:themeTint="97" w:sz="4" w:space="0"/>
          <w:bottom w:val="single" w:color="92c6d3" w:themeColor="accent2" w:themeTint="97" w:sz="4" w:space="0"/>
        </w:tcBorders>
      </w:tcPr>
    </w:tblStylePr>
    <w:tblStylePr w:type="band1Vert">
      <w:rPr>
        <w:rFonts w:ascii="Arial" w:hAnsi="Arial"/>
        <w:color w:val="404040"/>
        <w:sz w:val="22"/>
      </w:rPr>
      <w:pPr>
        <w:pBdr/>
        <w:spacing/>
        <w:ind/>
      </w:pPr>
      <w:tblPr>
        <w:tblBorders/>
      </w:tblPr>
      <w:tcPr>
        <w:tcBorders>
          <w:left w:val="single" w:color="92c6d3" w:themeColor="accent2" w:themeTint="97" w:sz="4" w:space="0"/>
          <w:right w:val="single" w:color="92c6d3"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6d3" w:themeColor="accent2" w:themeTint="97" w:fill="92c6d3"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3 - Accent 31"/>
    <w:basedOn w:val="776"/>
    <w:uiPriority w:val="99"/>
    <w:pPr>
      <w:pBdr/>
      <w:spacing/>
      <w:ind/>
    </w:pPr>
    <w:tblPr>
      <w:tblStyleRowBandSize w:val="1"/>
      <w:tblStyleColBandSize w:val="1"/>
      <w:tblBorders>
        <w:top w:val="single" w:color="45c4dd" w:themeColor="accent3" w:themeTint="98" w:sz="4" w:space="0"/>
        <w:left w:val="single" w:color="45c4dd" w:themeColor="accent3" w:themeTint="98" w:sz="4" w:space="0"/>
        <w:bottom w:val="single" w:color="45c4dd" w:themeColor="accent3" w:themeTint="98" w:sz="4" w:space="0"/>
        <w:right w:val="single" w:color="45c4dd"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45c4dd" w:themeColor="accent3" w:themeTint="98" w:sz="4" w:space="0"/>
          <w:bottom w:val="single" w:color="45c4dd" w:themeColor="accent3" w:themeTint="98" w:sz="4" w:space="0"/>
        </w:tcBorders>
      </w:tcPr>
    </w:tblStylePr>
    <w:tblStylePr w:type="band1Vert">
      <w:rPr>
        <w:rFonts w:ascii="Arial" w:hAnsi="Arial"/>
        <w:color w:val="404040"/>
        <w:sz w:val="22"/>
      </w:rPr>
      <w:pPr>
        <w:pBdr/>
        <w:spacing/>
        <w:ind/>
      </w:pPr>
      <w:tblPr>
        <w:tblBorders/>
      </w:tblPr>
      <w:tcPr>
        <w:tcBorders>
          <w:left w:val="single" w:color="45c4dd" w:themeColor="accent3" w:themeTint="98" w:sz="4" w:space="0"/>
          <w:right w:val="single" w:color="45c4dd"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5c4dd" w:themeColor="accent3" w:themeTint="98" w:fill="45c4dd"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3 - Accent 41"/>
    <w:basedOn w:val="776"/>
    <w:uiPriority w:val="99"/>
    <w:pPr>
      <w:pBdr/>
      <w:spacing/>
      <w:ind/>
    </w:pPr>
    <w:tblPr>
      <w:tblStyleRowBandSize w:val="1"/>
      <w:tblStyleColBandSize w:val="1"/>
      <w:tblBorders>
        <w:top w:val="single" w:color="6296be" w:themeColor="accent4" w:themeTint="9A" w:sz="4" w:space="0"/>
        <w:left w:val="single" w:color="6296be" w:themeColor="accent4" w:themeTint="9A" w:sz="4" w:space="0"/>
        <w:bottom w:val="single" w:color="6296be" w:themeColor="accent4" w:themeTint="9A" w:sz="4" w:space="0"/>
        <w:right w:val="single" w:color="6296be"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6296be" w:themeColor="accent4" w:themeTint="9A" w:sz="4" w:space="0"/>
          <w:bottom w:val="single" w:color="6296be" w:themeColor="accent4" w:themeTint="9A" w:sz="4" w:space="0"/>
        </w:tcBorders>
      </w:tcPr>
    </w:tblStylePr>
    <w:tblStylePr w:type="band1Vert">
      <w:rPr>
        <w:rFonts w:ascii="Arial" w:hAnsi="Arial"/>
        <w:color w:val="404040"/>
        <w:sz w:val="22"/>
      </w:rPr>
      <w:pPr>
        <w:pBdr/>
        <w:spacing/>
        <w:ind/>
      </w:pPr>
      <w:tblPr>
        <w:tblBorders/>
      </w:tblPr>
      <w:tcPr>
        <w:tcBorders>
          <w:left w:val="single" w:color="6296be" w:themeColor="accent4" w:themeTint="9A" w:sz="4" w:space="0"/>
          <w:right w:val="single" w:color="6296be"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296be" w:themeColor="accent4" w:themeTint="9A" w:fill="6296be"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3 - Accent 51"/>
    <w:basedOn w:val="776"/>
    <w:uiPriority w:val="99"/>
    <w:pPr>
      <w:pBdr/>
      <w:spacing/>
      <w:ind/>
    </w:pPr>
    <w:tblPr>
      <w:tblStyleRowBandSize w:val="1"/>
      <w:tblStyleColBandSize w:val="1"/>
      <w:tblBorders>
        <w:top w:val="single" w:color="6394bd" w:themeColor="accent5" w:themeTint="9A" w:sz="4" w:space="0"/>
        <w:left w:val="single" w:color="6394bd" w:themeColor="accent5" w:themeTint="9A" w:sz="4" w:space="0"/>
        <w:bottom w:val="single" w:color="6394bd" w:themeColor="accent5" w:themeTint="9A" w:sz="4" w:space="0"/>
        <w:right w:val="single" w:color="6394bd"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6394bd" w:themeColor="accent5" w:themeTint="9A" w:sz="4" w:space="0"/>
          <w:bottom w:val="single" w:color="6394bd" w:themeColor="accent5" w:themeTint="9A" w:sz="4" w:space="0"/>
        </w:tcBorders>
      </w:tcPr>
    </w:tblStylePr>
    <w:tblStylePr w:type="band1Vert">
      <w:rPr>
        <w:rFonts w:ascii="Arial" w:hAnsi="Arial"/>
        <w:color w:val="404040"/>
        <w:sz w:val="22"/>
      </w:rPr>
      <w:pPr>
        <w:pBdr/>
        <w:spacing/>
        <w:ind/>
      </w:pPr>
      <w:tblPr>
        <w:tblBorders/>
      </w:tblPr>
      <w:tcPr>
        <w:tcBorders>
          <w:left w:val="single" w:color="6394bd" w:themeColor="accent5" w:themeTint="9A" w:sz="4" w:space="0"/>
          <w:right w:val="single" w:color="6394bd"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394bd" w:themeColor="accent5" w:themeTint="9A" w:fill="6394b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3 - Accent 61"/>
    <w:basedOn w:val="776"/>
    <w:uiPriority w:val="99"/>
    <w:pPr>
      <w:pBdr/>
      <w:spacing/>
      <w:ind/>
    </w:pPr>
    <w:tblPr>
      <w:tblStyleRowBandSize w:val="1"/>
      <w:tblStyleColBandSize w:val="1"/>
      <w:tblBorders>
        <w:top w:val="single" w:color="788aa5" w:themeColor="accent6" w:themeTint="98" w:sz="4" w:space="0"/>
        <w:left w:val="single" w:color="788aa5" w:themeColor="accent6" w:themeTint="98" w:sz="4" w:space="0"/>
        <w:bottom w:val="single" w:color="788aa5" w:themeColor="accent6" w:themeTint="98" w:sz="4" w:space="0"/>
        <w:right w:val="single" w:color="788aa5"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788aa5" w:themeColor="accent6" w:themeTint="98" w:sz="4" w:space="0"/>
          <w:bottom w:val="single" w:color="788aa5" w:themeColor="accent6" w:themeTint="98" w:sz="4" w:space="0"/>
        </w:tcBorders>
      </w:tcPr>
    </w:tblStylePr>
    <w:tblStylePr w:type="band1Vert">
      <w:rPr>
        <w:rFonts w:ascii="Arial" w:hAnsi="Arial"/>
        <w:color w:val="404040"/>
        <w:sz w:val="22"/>
      </w:rPr>
      <w:pPr>
        <w:pBdr/>
        <w:spacing/>
        <w:ind/>
      </w:pPr>
      <w:tblPr>
        <w:tblBorders/>
      </w:tblPr>
      <w:tcPr>
        <w:tcBorders>
          <w:left w:val="single" w:color="788aa5" w:themeColor="accent6" w:themeTint="98" w:sz="4" w:space="0"/>
          <w:right w:val="single" w:color="788aa5"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88aa5" w:themeColor="accent6" w:themeTint="98" w:fill="788aa5"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List Table 4"/>
    <w:basedOn w:val="77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List Table 4 - Accent 11"/>
    <w:basedOn w:val="776"/>
    <w:uiPriority w:val="99"/>
    <w:pPr>
      <w:pBdr/>
      <w:spacing/>
      <w:ind/>
    </w:pPr>
    <w:tblPr>
      <w:tblStyleRowBandSize w:val="1"/>
      <w:tblStyleColBandSize w:val="1"/>
      <w:tblBorders>
        <w:top w:val="single" w:color="b8dbe2" w:themeColor="accent1" w:themeTint="90" w:sz="4" w:space="0"/>
        <w:left w:val="single" w:color="b8dbe2" w:themeColor="accent1" w:themeTint="90" w:sz="4" w:space="0"/>
        <w:bottom w:val="single" w:color="b8dbe2" w:themeColor="accent1" w:themeTint="90" w:sz="4" w:space="0"/>
        <w:right w:val="single" w:color="b8dbe2" w:themeColor="accent1" w:themeTint="90" w:sz="4" w:space="0"/>
        <w:insideH w:val="single" w:color="b8dbe2" w:themeColor="accent1" w:themeTint="90" w:sz="4" w:space="0"/>
      </w:tblBorders>
    </w:tblPr>
    <w:tcPr>
      <w:tcBorders/>
    </w:tcPr>
    <w:tblStylePr w:type="band1Horz">
      <w:rPr>
        <w:rFonts w:ascii="Arial" w:hAnsi="Arial"/>
        <w:color w:val="404040"/>
        <w:sz w:val="22"/>
      </w:rPr>
      <w:pPr>
        <w:pBdr/>
        <w:spacing/>
        <w:ind/>
      </w:pPr>
      <w:tblPr>
        <w:tblBorders/>
      </w:tblPr>
      <w:tcPr>
        <w:shd w:val="clear" w:color="dfeff2" w:themeColor="accent1" w:themeTint="40" w:fill="dfeff2" w:themeFill="accent1" w:themeFillTint="40"/>
        <w:tcBorders/>
      </w:tcPr>
    </w:tblStylePr>
    <w:tblStylePr w:type="band1Vert">
      <w:rPr>
        <w:rFonts w:ascii="Arial" w:hAnsi="Arial"/>
        <w:color w:val="404040"/>
        <w:sz w:val="22"/>
      </w:rPr>
      <w:pPr>
        <w:pBdr/>
        <w:spacing/>
        <w:ind/>
      </w:pPr>
      <w:tblPr>
        <w:tblBorders/>
      </w:tblPr>
      <w:tcPr>
        <w:shd w:val="clear" w:color="dfeff2" w:themeColor="accent1" w:themeTint="40" w:fill="df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3c0cc" w:themeColor="accent1" w:fill="83c0cc"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4 - Accent 21"/>
    <w:basedOn w:val="776"/>
    <w:uiPriority w:val="99"/>
    <w:pPr>
      <w:pBdr/>
      <w:spacing/>
      <w:ind/>
    </w:pPr>
    <w:tblPr>
      <w:tblStyleRowBandSize w:val="1"/>
      <w:tblStyleColBandSize w:val="1"/>
      <w:tblBorders>
        <w:top w:val="single" w:color="97c8d5" w:themeColor="accent2" w:themeTint="90" w:sz="4" w:space="0"/>
        <w:left w:val="single" w:color="97c8d5" w:themeColor="accent2" w:themeTint="90" w:sz="4" w:space="0"/>
        <w:bottom w:val="single" w:color="97c8d5" w:themeColor="accent2" w:themeTint="90" w:sz="4" w:space="0"/>
        <w:right w:val="single" w:color="97c8d5" w:themeColor="accent2" w:themeTint="90" w:sz="4" w:space="0"/>
        <w:insideH w:val="single" w:color="97c8d5" w:themeColor="accent2" w:themeTint="90" w:sz="4" w:space="0"/>
      </w:tblBorders>
    </w:tblPr>
    <w:tcPr>
      <w:tcBorders/>
    </w:tcPr>
    <w:tblStylePr w:type="band1Horz">
      <w:rPr>
        <w:rFonts w:ascii="Arial" w:hAnsi="Arial"/>
        <w:color w:val="404040"/>
        <w:sz w:val="22"/>
      </w:rPr>
      <w:pPr>
        <w:pBdr/>
        <w:spacing/>
        <w:ind/>
      </w:pPr>
      <w:tblPr>
        <w:tblBorders/>
      </w:tblPr>
      <w:tcPr>
        <w:shd w:val="clear" w:color="d0e6ec" w:themeColor="accent2" w:themeTint="40" w:fill="d0e6ec" w:themeFill="accent2" w:themeFillTint="40"/>
        <w:tcBorders/>
      </w:tcPr>
    </w:tblStylePr>
    <w:tblStylePr w:type="band1Vert">
      <w:rPr>
        <w:rFonts w:ascii="Arial" w:hAnsi="Arial"/>
        <w:color w:val="404040"/>
        <w:sz w:val="22"/>
      </w:rPr>
      <w:pPr>
        <w:pBdr/>
        <w:spacing/>
        <w:ind/>
      </w:pPr>
      <w:tblPr>
        <w:tblBorders/>
      </w:tblPr>
      <w:tcPr>
        <w:shd w:val="clear" w:color="d0e6ec" w:themeColor="accent2" w:themeTint="40" w:fill="d0e6ec"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89fb5" w:themeColor="accent2" w:fill="489fb5"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4 - Accent 31"/>
    <w:basedOn w:val="776"/>
    <w:uiPriority w:val="99"/>
    <w:pPr>
      <w:pBdr/>
      <w:spacing/>
      <w:ind/>
    </w:pPr>
    <w:tblPr>
      <w:tblStyleRowBandSize w:val="1"/>
      <w:tblStyleColBandSize w:val="1"/>
      <w:tblBorders>
        <w:top w:val="single" w:color="4fc7df" w:themeColor="accent3" w:themeTint="90" w:sz="4" w:space="0"/>
        <w:left w:val="single" w:color="4fc7df" w:themeColor="accent3" w:themeTint="90" w:sz="4" w:space="0"/>
        <w:bottom w:val="single" w:color="4fc7df" w:themeColor="accent3" w:themeTint="90" w:sz="4" w:space="0"/>
        <w:right w:val="single" w:color="4fc7df" w:themeColor="accent3" w:themeTint="90" w:sz="4" w:space="0"/>
        <w:insideH w:val="single" w:color="4fc7df" w:themeColor="accent3" w:themeTint="90" w:sz="4" w:space="0"/>
      </w:tblBorders>
    </w:tblPr>
    <w:tcPr>
      <w:tcBorders/>
    </w:tcPr>
    <w:tblStylePr w:type="band1Horz">
      <w:rPr>
        <w:rFonts w:ascii="Arial" w:hAnsi="Arial"/>
        <w:color w:val="404040"/>
        <w:sz w:val="22"/>
      </w:rPr>
      <w:pPr>
        <w:pBdr/>
        <w:spacing/>
        <w:ind/>
      </w:pPr>
      <w:tblPr>
        <w:tblBorders/>
      </w:tblPr>
      <w:tcPr>
        <w:shd w:val="clear" w:color="b0e6f0" w:themeColor="accent3" w:themeTint="40" w:fill="b0e6f0" w:themeFill="accent3" w:themeFillTint="40"/>
        <w:tcBorders/>
      </w:tcPr>
    </w:tblStylePr>
    <w:tblStylePr w:type="band1Vert">
      <w:rPr>
        <w:rFonts w:ascii="Arial" w:hAnsi="Arial"/>
        <w:color w:val="404040"/>
        <w:sz w:val="22"/>
      </w:rPr>
      <w:pPr>
        <w:pBdr/>
        <w:spacing/>
        <w:ind/>
      </w:pPr>
      <w:tblPr>
        <w:tblBorders/>
      </w:tblPr>
      <w:tcPr>
        <w:shd w:val="clear" w:color="b0e6f0" w:themeColor="accent3" w:themeTint="40" w:fill="b0e6f0"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166979" w:themeColor="accent3" w:fill="16697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4 - Accent 41"/>
    <w:basedOn w:val="776"/>
    <w:uiPriority w:val="99"/>
    <w:pPr>
      <w:pBdr/>
      <w:spacing/>
      <w:ind/>
    </w:pPr>
    <w:tblPr>
      <w:tblStyleRowBandSize w:val="1"/>
      <w:tblStyleColBandSize w:val="1"/>
      <w:tblBorders>
        <w:top w:val="single" w:color="6c9dc2" w:themeColor="accent4" w:themeTint="90" w:sz="4" w:space="0"/>
        <w:left w:val="single" w:color="6c9dc2" w:themeColor="accent4" w:themeTint="90" w:sz="4" w:space="0"/>
        <w:bottom w:val="single" w:color="6c9dc2" w:themeColor="accent4" w:themeTint="90" w:sz="4" w:space="0"/>
        <w:right w:val="single" w:color="6c9dc2" w:themeColor="accent4" w:themeTint="90" w:sz="4" w:space="0"/>
        <w:insideH w:val="single" w:color="6c9dc2" w:themeColor="accent4" w:themeTint="90" w:sz="4" w:space="0"/>
      </w:tblBorders>
    </w:tblPr>
    <w:tcPr>
      <w:tcBorders/>
    </w:tcPr>
    <w:tblStylePr w:type="band1Horz">
      <w:rPr>
        <w:rFonts w:ascii="Arial" w:hAnsi="Arial"/>
        <w:color w:val="404040"/>
        <w:sz w:val="22"/>
      </w:rPr>
      <w:pPr>
        <w:pBdr/>
        <w:spacing/>
        <w:ind/>
      </w:pPr>
      <w:tblPr>
        <w:tblBorders/>
      </w:tblPr>
      <w:tcPr>
        <w:shd w:val="clear" w:color="bdd3e4" w:themeColor="accent4" w:themeTint="40" w:fill="bdd3e4" w:themeFill="accent4" w:themeFillTint="40"/>
        <w:tcBorders/>
      </w:tcPr>
    </w:tblStylePr>
    <w:tblStylePr w:type="band1Vert">
      <w:rPr>
        <w:rFonts w:ascii="Arial" w:hAnsi="Arial"/>
        <w:color w:val="404040"/>
        <w:sz w:val="22"/>
      </w:rPr>
      <w:pPr>
        <w:pBdr/>
        <w:spacing/>
        <w:ind/>
      </w:pPr>
      <w:tblPr>
        <w:tblBorders/>
      </w:tblPr>
      <w:tcPr>
        <w:shd w:val="clear" w:color="bdd3e4" w:themeColor="accent4" w:themeTint="40" w:fill="bdd3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2a4c66" w:themeColor="accent4" w:fill="2a4c66"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4 - Accent 51"/>
    <w:basedOn w:val="776"/>
    <w:uiPriority w:val="99"/>
    <w:pPr>
      <w:pBdr/>
      <w:spacing/>
      <w:ind/>
    </w:pPr>
    <w:tblPr>
      <w:tblStyleRowBandSize w:val="1"/>
      <w:tblStyleColBandSize w:val="1"/>
      <w:tblBorders>
        <w:top w:val="single" w:color="6d9bc1" w:themeColor="accent5" w:themeTint="90" w:sz="4" w:space="0"/>
        <w:left w:val="single" w:color="6d9bc1" w:themeColor="accent5" w:themeTint="90" w:sz="4" w:space="0"/>
        <w:bottom w:val="single" w:color="6d9bc1" w:themeColor="accent5" w:themeTint="90" w:sz="4" w:space="0"/>
        <w:right w:val="single" w:color="6d9bc1" w:themeColor="accent5" w:themeTint="90" w:sz="4" w:space="0"/>
        <w:insideH w:val="single" w:color="6d9bc1" w:themeColor="accent5" w:themeTint="90" w:sz="4" w:space="0"/>
      </w:tblBorders>
    </w:tblPr>
    <w:tcPr>
      <w:tcBorders/>
    </w:tcPr>
    <w:tblStylePr w:type="band1Horz">
      <w:rPr>
        <w:rFonts w:ascii="Arial" w:hAnsi="Arial"/>
        <w:color w:val="404040"/>
        <w:sz w:val="22"/>
      </w:rPr>
      <w:pPr>
        <w:pBdr/>
        <w:spacing/>
        <w:ind/>
      </w:pPr>
      <w:tblPr>
        <w:tblBorders/>
      </w:tblPr>
      <w:tcPr>
        <w:shd w:val="clear" w:color="bed2e3" w:themeColor="accent5" w:themeTint="40" w:fill="bed2e3" w:themeFill="accent5" w:themeFillTint="40"/>
        <w:tcBorders/>
      </w:tcPr>
    </w:tblStylePr>
    <w:tblStylePr w:type="band1Vert">
      <w:rPr>
        <w:rFonts w:ascii="Arial" w:hAnsi="Arial"/>
        <w:color w:val="404040"/>
        <w:sz w:val="22"/>
      </w:rPr>
      <w:pPr>
        <w:pBdr/>
        <w:spacing/>
        <w:ind/>
      </w:pPr>
      <w:tblPr>
        <w:tblBorders/>
      </w:tblPr>
      <w:tcPr>
        <w:shd w:val="clear" w:color="bed2e3" w:themeColor="accent5" w:themeTint="40" w:fill="bed2e3"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2b4b66" w:themeColor="accent5" w:fill="2b4b6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4 - Accent 61"/>
    <w:basedOn w:val="776"/>
    <w:uiPriority w:val="99"/>
    <w:pPr>
      <w:pBdr/>
      <w:spacing/>
      <w:ind/>
    </w:pPr>
    <w:tblPr>
      <w:tblStyleRowBandSize w:val="1"/>
      <w:tblStyleColBandSize w:val="1"/>
      <w:tblBorders>
        <w:top w:val="single" w:color="7f90aa" w:themeColor="accent6" w:themeTint="90" w:sz="4" w:space="0"/>
        <w:left w:val="single" w:color="7f90aa" w:themeColor="accent6" w:themeTint="90" w:sz="4" w:space="0"/>
        <w:bottom w:val="single" w:color="7f90aa" w:themeColor="accent6" w:themeTint="90" w:sz="4" w:space="0"/>
        <w:right w:val="single" w:color="7f90aa" w:themeColor="accent6" w:themeTint="90" w:sz="4" w:space="0"/>
        <w:insideH w:val="single" w:color="7f90aa" w:themeColor="accent6" w:themeTint="90" w:sz="4" w:space="0"/>
      </w:tblBorders>
    </w:tblPr>
    <w:tcPr>
      <w:tcBorders/>
    </w:tcPr>
    <w:tblStylePr w:type="band1Horz">
      <w:rPr>
        <w:rFonts w:ascii="Arial" w:hAnsi="Arial"/>
        <w:color w:val="404040"/>
        <w:sz w:val="22"/>
      </w:rPr>
      <w:pPr>
        <w:pBdr/>
        <w:spacing/>
        <w:ind/>
      </w:pPr>
      <w:tblPr>
        <w:tblBorders/>
      </w:tblPr>
      <w:tcPr>
        <w:shd w:val="clear" w:color="c6ced9" w:themeColor="accent6" w:themeTint="40" w:fill="c6ced9" w:themeFill="accent6" w:themeFillTint="40"/>
        <w:tcBorders/>
      </w:tcPr>
    </w:tblStylePr>
    <w:tblStylePr w:type="band1Vert">
      <w:rPr>
        <w:rFonts w:ascii="Arial" w:hAnsi="Arial"/>
        <w:color w:val="404040"/>
        <w:sz w:val="22"/>
      </w:rPr>
      <w:pPr>
        <w:pBdr/>
        <w:spacing/>
        <w:ind/>
      </w:pPr>
      <w:tblPr>
        <w:tblBorders/>
      </w:tblPr>
      <w:tcPr>
        <w:shd w:val="clear" w:color="c6ced9" w:themeColor="accent6" w:themeTint="40" w:fill="c6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364151" w:themeColor="accent6" w:fill="364151"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List Table 5 Dark"/>
    <w:basedOn w:val="776"/>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List Table 5 Dark - Accent 11"/>
    <w:basedOn w:val="776"/>
    <w:uiPriority w:val="99"/>
    <w:pPr>
      <w:pBdr/>
      <w:spacing/>
      <w:ind/>
    </w:pPr>
    <w:tblPr>
      <w:tblStyleRowBandSize w:val="1"/>
      <w:tblStyleColBandSize w:val="1"/>
      <w:tblBorders>
        <w:top w:val="single" w:color="83c0cc" w:themeColor="accent1" w:sz="32" w:space="0"/>
        <w:left w:val="single" w:color="83c0cc" w:themeColor="accent1" w:sz="32" w:space="0"/>
        <w:bottom w:val="single" w:color="83c0cc" w:themeColor="accent1" w:sz="32" w:space="0"/>
        <w:right w:val="single" w:color="83c0cc" w:themeColor="accent1" w:sz="32" w:space="0"/>
      </w:tblBorders>
      <w:shd w:val="clear" w:color="83c0cc" w:themeColor="accent1" w:fill="83c0cc" w:themeFill="accent1"/>
    </w:tblPr>
    <w:tcPr>
      <w:tcBorders/>
    </w:tcPr>
    <w:tblStylePr w:type="band1Horz">
      <w:pPr>
        <w:pBdr/>
        <w:spacing/>
        <w:ind/>
      </w:pPr>
      <w:tblPr>
        <w:tblBorders/>
      </w:tblPr>
      <w:tcPr>
        <w:shd w:val="clear" w:color="83c0cc" w:themeColor="accent1" w:fill="83c0cc"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83c0cc" w:themeColor="accent1" w:fill="83c0cc"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83c0cc" w:themeColor="accent1" w:fill="83c0cc"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3c0cc"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3c0cc" w:themeColor="accent1" w:fill="83c0cc" w:themeFill="accent1"/>
        <w:tcBorders>
          <w:top w:val="single" w:color="83c0cc"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3c0cc"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5 Dark - Accent 21"/>
    <w:basedOn w:val="776"/>
    <w:uiPriority w:val="99"/>
    <w:pPr>
      <w:pBdr/>
      <w:spacing/>
      <w:ind/>
    </w:pPr>
    <w:tblPr>
      <w:tblStyleRowBandSize w:val="1"/>
      <w:tblStyleColBandSize w:val="1"/>
      <w:tblBorders>
        <w:top w:val="single" w:color="92c6d3" w:themeColor="accent2" w:themeTint="97" w:sz="32" w:space="0"/>
        <w:left w:val="single" w:color="92c6d3" w:themeColor="accent2" w:themeTint="97" w:sz="32" w:space="0"/>
        <w:bottom w:val="single" w:color="92c6d3" w:themeColor="accent2" w:themeTint="97" w:sz="32" w:space="0"/>
        <w:right w:val="single" w:color="92c6d3" w:themeColor="accent2" w:themeTint="97" w:sz="32" w:space="0"/>
      </w:tblBorders>
      <w:shd w:val="clear" w:color="92c6d3" w:themeColor="accent2" w:themeTint="97" w:fill="92c6d3" w:themeFill="accent2" w:themeFillTint="97"/>
    </w:tblPr>
    <w:tcPr>
      <w:tcBorders/>
    </w:tcPr>
    <w:tblStylePr w:type="band1Horz">
      <w:pPr>
        <w:pBdr/>
        <w:spacing/>
        <w:ind/>
      </w:pPr>
      <w:tblPr>
        <w:tblBorders/>
      </w:tblPr>
      <w:tcPr>
        <w:shd w:val="clear" w:color="92c6d3" w:themeColor="accent2" w:themeTint="97" w:fill="92c6d3"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92c6d3" w:themeColor="accent2" w:themeTint="97" w:fill="92c6d3"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92c6d3" w:themeColor="accent2" w:themeTint="97" w:fill="92c6d3"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6d3"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6d3" w:themeColor="accent2" w:themeTint="97" w:fill="92c6d3" w:themeFill="accent2" w:themeFillTint="97"/>
        <w:tcBorders>
          <w:top w:val="single" w:color="92c6d3"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6d3"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5 Dark - Accent 31"/>
    <w:basedOn w:val="776"/>
    <w:uiPriority w:val="99"/>
    <w:pPr>
      <w:pBdr/>
      <w:spacing/>
      <w:ind/>
    </w:pPr>
    <w:tblPr>
      <w:tblStyleRowBandSize w:val="1"/>
      <w:tblStyleColBandSize w:val="1"/>
      <w:tblBorders>
        <w:top w:val="single" w:color="45c4dd" w:themeColor="accent3" w:themeTint="98" w:sz="32" w:space="0"/>
        <w:left w:val="single" w:color="45c4dd" w:themeColor="accent3" w:themeTint="98" w:sz="32" w:space="0"/>
        <w:bottom w:val="single" w:color="45c4dd" w:themeColor="accent3" w:themeTint="98" w:sz="32" w:space="0"/>
        <w:right w:val="single" w:color="45c4dd" w:themeColor="accent3" w:themeTint="98" w:sz="32" w:space="0"/>
      </w:tblBorders>
      <w:shd w:val="clear" w:color="45c4dd" w:themeColor="accent3" w:themeTint="98" w:fill="45c4dd" w:themeFill="accent3" w:themeFillTint="98"/>
    </w:tblPr>
    <w:tcPr>
      <w:tcBorders/>
    </w:tcPr>
    <w:tblStylePr w:type="band1Horz">
      <w:pPr>
        <w:pBdr/>
        <w:spacing/>
        <w:ind/>
      </w:pPr>
      <w:tblPr>
        <w:tblBorders/>
      </w:tblPr>
      <w:tcPr>
        <w:shd w:val="clear" w:color="45c4dd" w:themeColor="accent3" w:themeTint="98" w:fill="45c4dd"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45c4dd" w:themeColor="accent3" w:themeTint="98" w:fill="45c4dd"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45c4dd" w:themeColor="accent3" w:themeTint="98" w:fill="45c4dd"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5c4dd"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5c4dd" w:themeColor="accent3" w:themeTint="98" w:fill="45c4dd" w:themeFill="accent3" w:themeFillTint="98"/>
        <w:tcBorders>
          <w:top w:val="single" w:color="45c4dd"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5c4dd"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5 Dark - Accent 41"/>
    <w:basedOn w:val="776"/>
    <w:uiPriority w:val="99"/>
    <w:pPr>
      <w:pBdr/>
      <w:spacing/>
      <w:ind/>
    </w:pPr>
    <w:tblPr>
      <w:tblStyleRowBandSize w:val="1"/>
      <w:tblStyleColBandSize w:val="1"/>
      <w:tblBorders>
        <w:top w:val="single" w:color="6296be" w:themeColor="accent4" w:themeTint="9A" w:sz="32" w:space="0"/>
        <w:left w:val="single" w:color="6296be" w:themeColor="accent4" w:themeTint="9A" w:sz="32" w:space="0"/>
        <w:bottom w:val="single" w:color="6296be" w:themeColor="accent4" w:themeTint="9A" w:sz="32" w:space="0"/>
        <w:right w:val="single" w:color="6296be" w:themeColor="accent4" w:themeTint="9A" w:sz="32" w:space="0"/>
      </w:tblBorders>
      <w:shd w:val="clear" w:color="6296be" w:themeColor="accent4" w:themeTint="9A" w:fill="6296be" w:themeFill="accent4" w:themeFillTint="9A"/>
    </w:tblPr>
    <w:tcPr>
      <w:tcBorders/>
    </w:tcPr>
    <w:tblStylePr w:type="band1Horz">
      <w:pPr>
        <w:pBdr/>
        <w:spacing/>
        <w:ind/>
      </w:pPr>
      <w:tblPr>
        <w:tblBorders/>
      </w:tblPr>
      <w:tcPr>
        <w:shd w:val="clear" w:color="6296be" w:themeColor="accent4" w:themeTint="9A" w:fill="6296be"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6296be" w:themeColor="accent4" w:themeTint="9A" w:fill="6296be"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6296be" w:themeColor="accent4" w:themeTint="9A" w:fill="6296be"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6296be"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6296be" w:themeColor="accent4" w:themeTint="9A" w:fill="6296be" w:themeFill="accent4" w:themeFillTint="9A"/>
        <w:tcBorders>
          <w:top w:val="single" w:color="6296be"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6296be"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5 Dark - Accent 51"/>
    <w:basedOn w:val="776"/>
    <w:uiPriority w:val="99"/>
    <w:pPr>
      <w:pBdr/>
      <w:spacing/>
      <w:ind/>
    </w:pPr>
    <w:tblPr>
      <w:tblStyleRowBandSize w:val="1"/>
      <w:tblStyleColBandSize w:val="1"/>
      <w:tblBorders>
        <w:top w:val="single" w:color="6394bd" w:themeColor="accent5" w:themeTint="9A" w:sz="32" w:space="0"/>
        <w:left w:val="single" w:color="6394bd" w:themeColor="accent5" w:themeTint="9A" w:sz="32" w:space="0"/>
        <w:bottom w:val="single" w:color="6394bd" w:themeColor="accent5" w:themeTint="9A" w:sz="32" w:space="0"/>
        <w:right w:val="single" w:color="6394bd" w:themeColor="accent5" w:themeTint="9A" w:sz="32" w:space="0"/>
      </w:tblBorders>
      <w:shd w:val="clear" w:color="6394bd" w:themeColor="accent5" w:themeTint="9A" w:fill="6394bd" w:themeFill="accent5" w:themeFillTint="9A"/>
    </w:tblPr>
    <w:tcPr>
      <w:tcBorders/>
    </w:tcPr>
    <w:tblStylePr w:type="band1Horz">
      <w:pPr>
        <w:pBdr/>
        <w:spacing/>
        <w:ind/>
      </w:pPr>
      <w:tblPr>
        <w:tblBorders/>
      </w:tblPr>
      <w:tcPr>
        <w:shd w:val="clear" w:color="6394bd" w:themeColor="accent5" w:themeTint="9A" w:fill="6394bd"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6394bd" w:themeColor="accent5" w:themeTint="9A" w:fill="6394bd"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6394bd" w:themeColor="accent5" w:themeTint="9A" w:fill="6394bd"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6394bd"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6394bd" w:themeColor="accent5" w:themeTint="9A" w:fill="6394bd" w:themeFill="accent5" w:themeFillTint="9A"/>
        <w:tcBorders>
          <w:top w:val="single" w:color="6394bd"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6394bd"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5 Dark - Accent 61"/>
    <w:basedOn w:val="776"/>
    <w:uiPriority w:val="99"/>
    <w:pPr>
      <w:pBdr/>
      <w:spacing/>
      <w:ind/>
    </w:pPr>
    <w:tblPr>
      <w:tblStyleRowBandSize w:val="1"/>
      <w:tblStyleColBandSize w:val="1"/>
      <w:tblBorders>
        <w:top w:val="single" w:color="788aa5" w:themeColor="accent6" w:themeTint="98" w:sz="32" w:space="0"/>
        <w:left w:val="single" w:color="788aa5" w:themeColor="accent6" w:themeTint="98" w:sz="32" w:space="0"/>
        <w:bottom w:val="single" w:color="788aa5" w:themeColor="accent6" w:themeTint="98" w:sz="32" w:space="0"/>
        <w:right w:val="single" w:color="788aa5" w:themeColor="accent6" w:themeTint="98" w:sz="32" w:space="0"/>
      </w:tblBorders>
      <w:shd w:val="clear" w:color="788aa5" w:themeColor="accent6" w:themeTint="98" w:fill="788aa5" w:themeFill="accent6" w:themeFillTint="98"/>
    </w:tblPr>
    <w:tcPr>
      <w:tcBorders/>
    </w:tcPr>
    <w:tblStylePr w:type="band1Horz">
      <w:pPr>
        <w:pBdr/>
        <w:spacing/>
        <w:ind/>
      </w:pPr>
      <w:tblPr>
        <w:tblBorders/>
      </w:tblPr>
      <w:tcPr>
        <w:shd w:val="clear" w:color="788aa5" w:themeColor="accent6" w:themeTint="98" w:fill="788aa5"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788aa5" w:themeColor="accent6" w:themeTint="98" w:fill="788aa5"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788aa5" w:themeColor="accent6" w:themeTint="98" w:fill="788aa5"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88aa5"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88aa5" w:themeColor="accent6" w:themeTint="98" w:fill="788aa5" w:themeFill="accent6" w:themeFillTint="98"/>
        <w:tcBorders>
          <w:top w:val="single" w:color="788aa5"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88aa5"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6 Colorful"/>
    <w:basedOn w:val="776"/>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List Table 6 Colorful - Accent 1"/>
    <w:basedOn w:val="776"/>
    <w:uiPriority w:val="99"/>
    <w:pPr>
      <w:pBdr/>
      <w:spacing/>
      <w:ind/>
    </w:pPr>
    <w:tblPr>
      <w:tblStyleRowBandSize w:val="1"/>
      <w:tblStyleColBandSize w:val="1"/>
      <w:tblBorders>
        <w:top w:val="single" w:color="83c0cc" w:themeColor="accent1" w:sz="4" w:space="0"/>
        <w:bottom w:val="single" w:color="83c0cc" w:themeColor="accent1" w:sz="4" w:space="0"/>
      </w:tblBorders>
    </w:tblPr>
    <w:tcPr>
      <w:tcBorders/>
    </w:tcPr>
    <w:tblStylePr w:type="band1Horz">
      <w:rPr>
        <w:rFonts w:ascii="Arial" w:hAnsi="Arial"/>
        <w:color w:val="397d8a" w:themeColor="accent1" w:themeShade="95"/>
        <w:sz w:val="22"/>
      </w:rPr>
      <w:pPr>
        <w:pBdr/>
        <w:spacing/>
        <w:ind/>
      </w:pPr>
      <w:tblPr>
        <w:tblBorders/>
      </w:tblPr>
      <w:tcPr>
        <w:shd w:val="clear" w:color="dfeff2" w:themeColor="accent1" w:themeTint="40" w:fill="dfeff2" w:themeFill="accent1" w:themeFillTint="40"/>
        <w:tcBorders/>
      </w:tcPr>
    </w:tblStylePr>
    <w:tblStylePr w:type="band1Vert">
      <w:pPr>
        <w:pBdr/>
        <w:spacing/>
        <w:ind/>
      </w:pPr>
      <w:tblPr>
        <w:tblBorders/>
      </w:tblPr>
      <w:tcPr>
        <w:shd w:val="clear" w:color="dfeff2" w:themeColor="accent1" w:themeTint="40" w:fill="dfeff2" w:themeFill="accent1" w:themeFillTint="40"/>
        <w:tcBorders/>
      </w:tcPr>
    </w:tblStylePr>
    <w:tblStylePr w:type="band2Horz">
      <w:rPr>
        <w:rFonts w:ascii="Arial" w:hAnsi="Arial"/>
        <w:color w:val="397d8a"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97d8a" w:themeColor="accent1" w:themeShade="95"/>
      </w:rPr>
      <w:pPr>
        <w:pBdr/>
        <w:spacing/>
        <w:ind/>
      </w:pPr>
      <w:tblPr>
        <w:tblBorders/>
      </w:tblPr>
      <w:tcPr>
        <w:tcBorders/>
      </w:tcPr>
    </w:tblStylePr>
    <w:tblStylePr w:type="firstRow">
      <w:rPr>
        <w:b/>
        <w:color w:val="397d8a" w:themeColor="accent1" w:themeShade="95"/>
      </w:rPr>
      <w:pPr>
        <w:pBdr/>
        <w:spacing/>
        <w:ind/>
      </w:pPr>
      <w:tblPr>
        <w:tblBorders/>
      </w:tblPr>
      <w:tcPr>
        <w:tcBorders>
          <w:bottom w:val="single" w:color="83c0cc" w:themeColor="accent1" w:sz="4" w:space="0"/>
        </w:tcBorders>
      </w:tcPr>
    </w:tblStylePr>
    <w:tblStylePr w:type="lastCol">
      <w:rPr>
        <w:b/>
        <w:color w:val="397d8a" w:themeColor="accent1" w:themeShade="95"/>
      </w:rPr>
      <w:pPr>
        <w:pBdr/>
        <w:spacing/>
        <w:ind/>
      </w:pPr>
      <w:tblPr>
        <w:tblBorders/>
      </w:tblPr>
      <w:tcPr>
        <w:tcBorders/>
      </w:tcPr>
    </w:tblStylePr>
    <w:tblStylePr w:type="lastRow">
      <w:rPr>
        <w:b/>
        <w:color w:val="397d8a" w:themeColor="accent1" w:themeShade="95"/>
      </w:rPr>
      <w:pPr>
        <w:pBdr/>
        <w:spacing/>
        <w:ind/>
      </w:pPr>
      <w:tblPr>
        <w:tblBorders/>
      </w:tblPr>
      <w:tcPr>
        <w:tcBorders>
          <w:top w:val="single" w:color="83c0cc"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6 Colorful - Accent 2"/>
    <w:basedOn w:val="776"/>
    <w:uiPriority w:val="99"/>
    <w:pPr>
      <w:pBdr/>
      <w:spacing/>
      <w:ind/>
    </w:pPr>
    <w:tblPr>
      <w:tblStyleRowBandSize w:val="1"/>
      <w:tblStyleColBandSize w:val="1"/>
      <w:tblBorders>
        <w:top w:val="single" w:color="92c6d3" w:themeColor="accent2" w:themeTint="97" w:sz="4" w:space="0"/>
        <w:bottom w:val="single" w:color="92c6d3" w:themeColor="accent2" w:themeTint="97" w:sz="4" w:space="0"/>
      </w:tblBorders>
    </w:tblPr>
    <w:tcPr>
      <w:tcBorders/>
    </w:tcPr>
    <w:tblStylePr w:type="band1Horz">
      <w:rPr>
        <w:rFonts w:ascii="Arial" w:hAnsi="Arial"/>
        <w:color w:val="92c6d3" w:themeColor="accent2" w:themeTint="97" w:themeShade="95"/>
        <w:sz w:val="22"/>
      </w:rPr>
      <w:pPr>
        <w:pBdr/>
        <w:spacing/>
        <w:ind/>
      </w:pPr>
      <w:tblPr>
        <w:tblBorders/>
      </w:tblPr>
      <w:tcPr>
        <w:shd w:val="clear" w:color="d0e6ec" w:themeColor="accent2" w:themeTint="40" w:fill="d0e6ec" w:themeFill="accent2" w:themeFillTint="40"/>
        <w:tcBorders/>
      </w:tcPr>
    </w:tblStylePr>
    <w:tblStylePr w:type="band1Vert">
      <w:pPr>
        <w:pBdr/>
        <w:spacing/>
        <w:ind/>
      </w:pPr>
      <w:tblPr>
        <w:tblBorders/>
      </w:tblPr>
      <w:tcPr>
        <w:shd w:val="clear" w:color="d0e6ec" w:themeColor="accent2" w:themeTint="40" w:fill="d0e6ec" w:themeFill="accent2" w:themeFillTint="40"/>
        <w:tcBorders/>
      </w:tcPr>
    </w:tblStylePr>
    <w:tblStylePr w:type="band2Horz">
      <w:rPr>
        <w:rFonts w:ascii="Arial" w:hAnsi="Arial"/>
        <w:color w:val="92c6d3"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6d3" w:themeColor="accent2" w:themeTint="97" w:themeShade="95"/>
      </w:rPr>
      <w:pPr>
        <w:pBdr/>
        <w:spacing/>
        <w:ind/>
      </w:pPr>
      <w:tblPr>
        <w:tblBorders/>
      </w:tblPr>
      <w:tcPr>
        <w:tcBorders/>
      </w:tcPr>
    </w:tblStylePr>
    <w:tblStylePr w:type="firstRow">
      <w:rPr>
        <w:b/>
        <w:color w:val="92c6d3" w:themeColor="accent2" w:themeTint="97" w:themeShade="95"/>
      </w:rPr>
      <w:pPr>
        <w:pBdr/>
        <w:spacing/>
        <w:ind/>
      </w:pPr>
      <w:tblPr>
        <w:tblBorders/>
      </w:tblPr>
      <w:tcPr>
        <w:tcBorders>
          <w:bottom w:val="single" w:color="92c6d3" w:themeColor="accent2" w:themeTint="97" w:sz="4" w:space="0"/>
        </w:tcBorders>
      </w:tcPr>
    </w:tblStylePr>
    <w:tblStylePr w:type="lastCol">
      <w:rPr>
        <w:b/>
        <w:color w:val="92c6d3" w:themeColor="accent2" w:themeTint="97" w:themeShade="95"/>
      </w:rPr>
      <w:pPr>
        <w:pBdr/>
        <w:spacing/>
        <w:ind/>
      </w:pPr>
      <w:tblPr>
        <w:tblBorders/>
      </w:tblPr>
      <w:tcPr>
        <w:tcBorders/>
      </w:tcPr>
    </w:tblStylePr>
    <w:tblStylePr w:type="lastRow">
      <w:rPr>
        <w:b/>
        <w:color w:val="92c6d3" w:themeColor="accent2" w:themeTint="97" w:themeShade="95"/>
      </w:rPr>
      <w:pPr>
        <w:pBdr/>
        <w:spacing/>
        <w:ind/>
      </w:pPr>
      <w:tblPr>
        <w:tblBorders/>
      </w:tblPr>
      <w:tcPr>
        <w:tcBorders>
          <w:top w:val="single" w:color="92c6d3"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6 Colorful - Accent 3"/>
    <w:basedOn w:val="776"/>
    <w:uiPriority w:val="99"/>
    <w:pPr>
      <w:pBdr/>
      <w:spacing/>
      <w:ind/>
    </w:pPr>
    <w:tblPr>
      <w:tblStyleRowBandSize w:val="1"/>
      <w:tblStyleColBandSize w:val="1"/>
      <w:tblBorders>
        <w:top w:val="single" w:color="45c4dd" w:themeColor="accent3" w:themeTint="98" w:sz="4" w:space="0"/>
        <w:bottom w:val="single" w:color="45c4dd" w:themeColor="accent3" w:themeTint="98" w:sz="4" w:space="0"/>
      </w:tblBorders>
    </w:tblPr>
    <w:tcPr>
      <w:tcBorders/>
    </w:tcPr>
    <w:tblStylePr w:type="band1Horz">
      <w:rPr>
        <w:rFonts w:ascii="Arial" w:hAnsi="Arial"/>
        <w:color w:val="45c4dd" w:themeColor="accent3" w:themeTint="98" w:themeShade="95"/>
        <w:sz w:val="22"/>
      </w:rPr>
      <w:pPr>
        <w:pBdr/>
        <w:spacing/>
        <w:ind/>
      </w:pPr>
      <w:tblPr>
        <w:tblBorders/>
      </w:tblPr>
      <w:tcPr>
        <w:shd w:val="clear" w:color="b0e6f0" w:themeColor="accent3" w:themeTint="40" w:fill="b0e6f0" w:themeFill="accent3" w:themeFillTint="40"/>
        <w:tcBorders/>
      </w:tcPr>
    </w:tblStylePr>
    <w:tblStylePr w:type="band1Vert">
      <w:pPr>
        <w:pBdr/>
        <w:spacing/>
        <w:ind/>
      </w:pPr>
      <w:tblPr>
        <w:tblBorders/>
      </w:tblPr>
      <w:tcPr>
        <w:shd w:val="clear" w:color="b0e6f0" w:themeColor="accent3" w:themeTint="40" w:fill="b0e6f0" w:themeFill="accent3" w:themeFillTint="40"/>
        <w:tcBorders/>
      </w:tcPr>
    </w:tblStylePr>
    <w:tblStylePr w:type="band2Horz">
      <w:rPr>
        <w:rFonts w:ascii="Arial" w:hAnsi="Arial"/>
        <w:color w:val="45c4dd"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5c4dd" w:themeColor="accent3" w:themeTint="98" w:themeShade="95"/>
      </w:rPr>
      <w:pPr>
        <w:pBdr/>
        <w:spacing/>
        <w:ind/>
      </w:pPr>
      <w:tblPr>
        <w:tblBorders/>
      </w:tblPr>
      <w:tcPr>
        <w:tcBorders/>
      </w:tcPr>
    </w:tblStylePr>
    <w:tblStylePr w:type="firstRow">
      <w:rPr>
        <w:b/>
        <w:color w:val="45c4dd" w:themeColor="accent3" w:themeTint="98" w:themeShade="95"/>
      </w:rPr>
      <w:pPr>
        <w:pBdr/>
        <w:spacing/>
        <w:ind/>
      </w:pPr>
      <w:tblPr>
        <w:tblBorders/>
      </w:tblPr>
      <w:tcPr>
        <w:tcBorders>
          <w:bottom w:val="single" w:color="45c4dd" w:themeColor="accent3" w:themeTint="98" w:sz="4" w:space="0"/>
        </w:tcBorders>
      </w:tcPr>
    </w:tblStylePr>
    <w:tblStylePr w:type="lastCol">
      <w:rPr>
        <w:b/>
        <w:color w:val="45c4dd" w:themeColor="accent3" w:themeTint="98" w:themeShade="95"/>
      </w:rPr>
      <w:pPr>
        <w:pBdr/>
        <w:spacing/>
        <w:ind/>
      </w:pPr>
      <w:tblPr>
        <w:tblBorders/>
      </w:tblPr>
      <w:tcPr>
        <w:tcBorders/>
      </w:tcPr>
    </w:tblStylePr>
    <w:tblStylePr w:type="lastRow">
      <w:rPr>
        <w:b/>
        <w:color w:val="45c4dd" w:themeColor="accent3" w:themeTint="98" w:themeShade="95"/>
      </w:rPr>
      <w:pPr>
        <w:pBdr/>
        <w:spacing/>
        <w:ind/>
      </w:pPr>
      <w:tblPr>
        <w:tblBorders/>
      </w:tblPr>
      <w:tcPr>
        <w:tcBorders>
          <w:top w:val="single" w:color="45c4dd"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6 Colorful - Accent 4"/>
    <w:basedOn w:val="776"/>
    <w:uiPriority w:val="99"/>
    <w:pPr>
      <w:pBdr/>
      <w:spacing/>
      <w:ind/>
    </w:pPr>
    <w:tblPr>
      <w:tblStyleRowBandSize w:val="1"/>
      <w:tblStyleColBandSize w:val="1"/>
      <w:tblBorders>
        <w:top w:val="single" w:color="6296be" w:themeColor="accent4" w:themeTint="9A" w:sz="4" w:space="0"/>
        <w:bottom w:val="single" w:color="6296be" w:themeColor="accent4" w:themeTint="9A" w:sz="4" w:space="0"/>
      </w:tblBorders>
    </w:tblPr>
    <w:tcPr>
      <w:tcBorders/>
    </w:tcPr>
    <w:tblStylePr w:type="band1Horz">
      <w:rPr>
        <w:rFonts w:ascii="Arial" w:hAnsi="Arial"/>
        <w:color w:val="6296be" w:themeColor="accent4" w:themeTint="9A" w:themeShade="95"/>
        <w:sz w:val="22"/>
      </w:rPr>
      <w:pPr>
        <w:pBdr/>
        <w:spacing/>
        <w:ind/>
      </w:pPr>
      <w:tblPr>
        <w:tblBorders/>
      </w:tblPr>
      <w:tcPr>
        <w:shd w:val="clear" w:color="bdd3e4" w:themeColor="accent4" w:themeTint="40" w:fill="bdd3e4" w:themeFill="accent4" w:themeFillTint="40"/>
        <w:tcBorders/>
      </w:tcPr>
    </w:tblStylePr>
    <w:tblStylePr w:type="band1Vert">
      <w:pPr>
        <w:pBdr/>
        <w:spacing/>
        <w:ind/>
      </w:pPr>
      <w:tblPr>
        <w:tblBorders/>
      </w:tblPr>
      <w:tcPr>
        <w:shd w:val="clear" w:color="bdd3e4" w:themeColor="accent4" w:themeTint="40" w:fill="bdd3e4" w:themeFill="accent4" w:themeFillTint="40"/>
        <w:tcBorders/>
      </w:tcPr>
    </w:tblStylePr>
    <w:tblStylePr w:type="band2Horz">
      <w:rPr>
        <w:rFonts w:ascii="Arial" w:hAnsi="Arial"/>
        <w:color w:val="6296be"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296be" w:themeColor="accent4" w:themeTint="9A" w:themeShade="95"/>
      </w:rPr>
      <w:pPr>
        <w:pBdr/>
        <w:spacing/>
        <w:ind/>
      </w:pPr>
      <w:tblPr>
        <w:tblBorders/>
      </w:tblPr>
      <w:tcPr>
        <w:tcBorders/>
      </w:tcPr>
    </w:tblStylePr>
    <w:tblStylePr w:type="firstRow">
      <w:rPr>
        <w:b/>
        <w:color w:val="6296be" w:themeColor="accent4" w:themeTint="9A" w:themeShade="95"/>
      </w:rPr>
      <w:pPr>
        <w:pBdr/>
        <w:spacing/>
        <w:ind/>
      </w:pPr>
      <w:tblPr>
        <w:tblBorders/>
      </w:tblPr>
      <w:tcPr>
        <w:tcBorders>
          <w:bottom w:val="single" w:color="6296be" w:themeColor="accent4" w:themeTint="9A" w:sz="4" w:space="0"/>
        </w:tcBorders>
      </w:tcPr>
    </w:tblStylePr>
    <w:tblStylePr w:type="lastCol">
      <w:rPr>
        <w:b/>
        <w:color w:val="6296be" w:themeColor="accent4" w:themeTint="9A" w:themeShade="95"/>
      </w:rPr>
      <w:pPr>
        <w:pBdr/>
        <w:spacing/>
        <w:ind/>
      </w:pPr>
      <w:tblPr>
        <w:tblBorders/>
      </w:tblPr>
      <w:tcPr>
        <w:tcBorders/>
      </w:tcPr>
    </w:tblStylePr>
    <w:tblStylePr w:type="lastRow">
      <w:rPr>
        <w:b/>
        <w:color w:val="6296be" w:themeColor="accent4" w:themeTint="9A" w:themeShade="95"/>
      </w:rPr>
      <w:pPr>
        <w:pBdr/>
        <w:spacing/>
        <w:ind/>
      </w:pPr>
      <w:tblPr>
        <w:tblBorders/>
      </w:tblPr>
      <w:tcPr>
        <w:tcBorders>
          <w:top w:val="single" w:color="6296be"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6 Colorful - Accent 5"/>
    <w:basedOn w:val="776"/>
    <w:uiPriority w:val="99"/>
    <w:pPr>
      <w:pBdr/>
      <w:spacing/>
      <w:ind/>
    </w:pPr>
    <w:tblPr>
      <w:tblStyleRowBandSize w:val="1"/>
      <w:tblStyleColBandSize w:val="1"/>
      <w:tblBorders>
        <w:top w:val="single" w:color="6394bd" w:themeColor="accent5" w:themeTint="9A" w:sz="4" w:space="0"/>
        <w:bottom w:val="single" w:color="6394bd" w:themeColor="accent5" w:themeTint="9A" w:sz="4" w:space="0"/>
      </w:tblBorders>
    </w:tblPr>
    <w:tcPr>
      <w:tcBorders/>
    </w:tcPr>
    <w:tblStylePr w:type="band1Horz">
      <w:rPr>
        <w:rFonts w:ascii="Arial" w:hAnsi="Arial"/>
        <w:color w:val="6394bd" w:themeColor="accent5" w:themeTint="9A" w:themeShade="95"/>
        <w:sz w:val="22"/>
      </w:rPr>
      <w:pPr>
        <w:pBdr/>
        <w:spacing/>
        <w:ind/>
      </w:pPr>
      <w:tblPr>
        <w:tblBorders/>
      </w:tblPr>
      <w:tcPr>
        <w:shd w:val="clear" w:color="bed2e3" w:themeColor="accent5" w:themeTint="40" w:fill="bed2e3" w:themeFill="accent5" w:themeFillTint="40"/>
        <w:tcBorders/>
      </w:tcPr>
    </w:tblStylePr>
    <w:tblStylePr w:type="band1Vert">
      <w:pPr>
        <w:pBdr/>
        <w:spacing/>
        <w:ind/>
      </w:pPr>
      <w:tblPr>
        <w:tblBorders/>
      </w:tblPr>
      <w:tcPr>
        <w:shd w:val="clear" w:color="bed2e3" w:themeColor="accent5" w:themeTint="40" w:fill="bed2e3" w:themeFill="accent5" w:themeFillTint="40"/>
        <w:tcBorders/>
      </w:tcPr>
    </w:tblStylePr>
    <w:tblStylePr w:type="band2Horz">
      <w:rPr>
        <w:rFonts w:ascii="Arial" w:hAnsi="Arial"/>
        <w:color w:val="6394bd"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394bd" w:themeColor="accent5" w:themeTint="9A" w:themeShade="95"/>
      </w:rPr>
      <w:pPr>
        <w:pBdr/>
        <w:spacing/>
        <w:ind/>
      </w:pPr>
      <w:tblPr>
        <w:tblBorders/>
      </w:tblPr>
      <w:tcPr>
        <w:tcBorders/>
      </w:tcPr>
    </w:tblStylePr>
    <w:tblStylePr w:type="firstRow">
      <w:rPr>
        <w:b/>
        <w:color w:val="6394bd" w:themeColor="accent5" w:themeTint="9A" w:themeShade="95"/>
      </w:rPr>
      <w:pPr>
        <w:pBdr/>
        <w:spacing/>
        <w:ind/>
      </w:pPr>
      <w:tblPr>
        <w:tblBorders/>
      </w:tblPr>
      <w:tcPr>
        <w:tcBorders>
          <w:bottom w:val="single" w:color="6394bd" w:themeColor="accent5" w:themeTint="9A" w:sz="4" w:space="0"/>
        </w:tcBorders>
      </w:tcPr>
    </w:tblStylePr>
    <w:tblStylePr w:type="lastCol">
      <w:rPr>
        <w:b/>
        <w:color w:val="6394bd" w:themeColor="accent5" w:themeTint="9A" w:themeShade="95"/>
      </w:rPr>
      <w:pPr>
        <w:pBdr/>
        <w:spacing/>
        <w:ind/>
      </w:pPr>
      <w:tblPr>
        <w:tblBorders/>
      </w:tblPr>
      <w:tcPr>
        <w:tcBorders/>
      </w:tcPr>
    </w:tblStylePr>
    <w:tblStylePr w:type="lastRow">
      <w:rPr>
        <w:b/>
        <w:color w:val="6394bd" w:themeColor="accent5" w:themeTint="9A" w:themeShade="95"/>
      </w:rPr>
      <w:pPr>
        <w:pBdr/>
        <w:spacing/>
        <w:ind/>
      </w:pPr>
      <w:tblPr>
        <w:tblBorders/>
      </w:tblPr>
      <w:tcPr>
        <w:tcBorders>
          <w:top w:val="single" w:color="6394bd"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6 Colorful - Accent 6"/>
    <w:basedOn w:val="776"/>
    <w:uiPriority w:val="99"/>
    <w:pPr>
      <w:pBdr/>
      <w:spacing/>
      <w:ind/>
    </w:pPr>
    <w:tblPr>
      <w:tblStyleRowBandSize w:val="1"/>
      <w:tblStyleColBandSize w:val="1"/>
      <w:tblBorders>
        <w:top w:val="single" w:color="788aa5" w:themeColor="accent6" w:themeTint="98" w:sz="4" w:space="0"/>
        <w:bottom w:val="single" w:color="788aa5" w:themeColor="accent6" w:themeTint="98" w:sz="4" w:space="0"/>
      </w:tblBorders>
    </w:tblPr>
    <w:tcPr>
      <w:tcBorders/>
    </w:tcPr>
    <w:tblStylePr w:type="band1Horz">
      <w:rPr>
        <w:rFonts w:ascii="Arial" w:hAnsi="Arial"/>
        <w:color w:val="788aa5" w:themeColor="accent6" w:themeTint="98" w:themeShade="95"/>
        <w:sz w:val="22"/>
      </w:rPr>
      <w:pPr>
        <w:pBdr/>
        <w:spacing/>
        <w:ind/>
      </w:pPr>
      <w:tblPr>
        <w:tblBorders/>
      </w:tblPr>
      <w:tcPr>
        <w:shd w:val="clear" w:color="c6ced9" w:themeColor="accent6" w:themeTint="40" w:fill="c6ced9" w:themeFill="accent6" w:themeFillTint="40"/>
        <w:tcBorders/>
      </w:tcPr>
    </w:tblStylePr>
    <w:tblStylePr w:type="band1Vert">
      <w:pPr>
        <w:pBdr/>
        <w:spacing/>
        <w:ind/>
      </w:pPr>
      <w:tblPr>
        <w:tblBorders/>
      </w:tblPr>
      <w:tcPr>
        <w:shd w:val="clear" w:color="c6ced9" w:themeColor="accent6" w:themeTint="40" w:fill="c6ced9" w:themeFill="accent6" w:themeFillTint="40"/>
        <w:tcBorders/>
      </w:tcPr>
    </w:tblStylePr>
    <w:tblStylePr w:type="band2Horz">
      <w:rPr>
        <w:rFonts w:ascii="Arial" w:hAnsi="Arial"/>
        <w:color w:val="788aa5"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88aa5" w:themeColor="accent6" w:themeTint="98" w:themeShade="95"/>
      </w:rPr>
      <w:pPr>
        <w:pBdr/>
        <w:spacing/>
        <w:ind/>
      </w:pPr>
      <w:tblPr>
        <w:tblBorders/>
      </w:tblPr>
      <w:tcPr>
        <w:tcBorders/>
      </w:tcPr>
    </w:tblStylePr>
    <w:tblStylePr w:type="firstRow">
      <w:rPr>
        <w:b/>
        <w:color w:val="788aa5" w:themeColor="accent6" w:themeTint="98" w:themeShade="95"/>
      </w:rPr>
      <w:pPr>
        <w:pBdr/>
        <w:spacing/>
        <w:ind/>
      </w:pPr>
      <w:tblPr>
        <w:tblBorders/>
      </w:tblPr>
      <w:tcPr>
        <w:tcBorders>
          <w:bottom w:val="single" w:color="788aa5" w:themeColor="accent6" w:themeTint="98" w:sz="4" w:space="0"/>
        </w:tcBorders>
      </w:tcPr>
    </w:tblStylePr>
    <w:tblStylePr w:type="lastCol">
      <w:rPr>
        <w:b/>
        <w:color w:val="788aa5" w:themeColor="accent6" w:themeTint="98" w:themeShade="95"/>
      </w:rPr>
      <w:pPr>
        <w:pBdr/>
        <w:spacing/>
        <w:ind/>
      </w:pPr>
      <w:tblPr>
        <w:tblBorders/>
      </w:tblPr>
      <w:tcPr>
        <w:tcBorders/>
      </w:tcPr>
    </w:tblStylePr>
    <w:tblStylePr w:type="lastRow">
      <w:rPr>
        <w:b/>
        <w:color w:val="788aa5" w:themeColor="accent6" w:themeTint="98" w:themeShade="95"/>
      </w:rPr>
      <w:pPr>
        <w:pBdr/>
        <w:spacing/>
        <w:ind/>
      </w:pPr>
      <w:tblPr>
        <w:tblBorders/>
      </w:tblPr>
      <w:tcPr>
        <w:tcBorders>
          <w:top w:val="single" w:color="788aa5"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7 Colorful"/>
    <w:basedOn w:val="776"/>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7 Colorful - Accent 1"/>
    <w:basedOn w:val="776"/>
    <w:uiPriority w:val="99"/>
    <w:pPr>
      <w:pBdr/>
      <w:spacing/>
      <w:ind/>
    </w:pPr>
    <w:tblPr>
      <w:tblStyleRowBandSize w:val="1"/>
      <w:tblStyleColBandSize w:val="1"/>
      <w:tblBorders>
        <w:right w:val="single" w:color="83c0cc" w:themeColor="accent1" w:sz="4" w:space="0"/>
      </w:tblBorders>
    </w:tblPr>
    <w:tcPr>
      <w:tcBorders/>
    </w:tcPr>
    <w:tblStylePr w:type="band1Horz">
      <w:rPr>
        <w:rFonts w:ascii="Arial" w:hAnsi="Arial"/>
        <w:color w:val="397d8a" w:themeColor="accent1" w:themeShade="95"/>
        <w:sz w:val="22"/>
      </w:rPr>
      <w:pPr>
        <w:pBdr/>
        <w:spacing/>
        <w:ind/>
      </w:pPr>
      <w:tblPr>
        <w:tblBorders/>
      </w:tblPr>
      <w:tcPr>
        <w:shd w:val="clear" w:color="dfeff2" w:themeColor="accent1" w:themeTint="40" w:fill="dfeff2" w:themeFill="accent1" w:themeFillTint="40"/>
        <w:tcBorders/>
      </w:tcPr>
    </w:tblStylePr>
    <w:tblStylePr w:type="band1Vert">
      <w:pPr>
        <w:pBdr/>
        <w:spacing/>
        <w:ind/>
      </w:pPr>
      <w:tblPr>
        <w:tblBorders/>
      </w:tblPr>
      <w:tcPr>
        <w:shd w:val="clear" w:color="dfeff2" w:themeColor="accent1" w:themeTint="40" w:fill="dfeff2" w:themeFill="accent1" w:themeFillTint="40"/>
        <w:tcBorders/>
      </w:tcPr>
    </w:tblStylePr>
    <w:tblStylePr w:type="band2Horz">
      <w:rPr>
        <w:rFonts w:ascii="Arial" w:hAnsi="Arial"/>
        <w:color w:val="397d8a"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97d8a"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3c0cc" w:themeColor="accent1" w:sz="4" w:space="0"/>
        </w:tcBorders>
      </w:tcPr>
    </w:tblStylePr>
    <w:tblStylePr w:type="firstRow">
      <w:rPr>
        <w:rFonts w:ascii="Arial" w:hAnsi="Arial"/>
        <w:i/>
        <w:color w:val="397d8a"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83c0cc" w:themeColor="accent1" w:sz="4" w:space="0"/>
          <w:right w:val="none" w:color="000000" w:sz="0" w:space="0"/>
        </w:tcBorders>
      </w:tcPr>
    </w:tblStylePr>
    <w:tblStylePr w:type="lastCol">
      <w:rPr>
        <w:rFonts w:ascii="Arial" w:hAnsi="Arial"/>
        <w:i/>
        <w:color w:val="397d8a" w:themeColor="accent1" w:themeShade="95"/>
        <w:sz w:val="22"/>
      </w:rPr>
      <w:pPr>
        <w:pBdr/>
        <w:spacing/>
        <w:ind/>
      </w:pPr>
      <w:tblPr>
        <w:tblBorders/>
      </w:tblPr>
      <w:tcPr>
        <w:shd w:val="clear" w:color="ffffff" w:fill="auto"/>
        <w:tcBorders>
          <w:top w:val="none" w:color="000000" w:sz="0" w:space="0"/>
          <w:left w:val="single" w:color="83c0cc" w:themeColor="accent1" w:sz="4" w:space="0"/>
          <w:bottom w:val="none" w:color="000000" w:sz="0" w:space="0"/>
          <w:right w:val="none" w:color="000000" w:sz="0" w:space="0"/>
        </w:tcBorders>
      </w:tcPr>
    </w:tblStylePr>
    <w:tblStylePr w:type="lastRow">
      <w:rPr>
        <w:rFonts w:ascii="Arial" w:hAnsi="Arial"/>
        <w:i/>
        <w:color w:val="397d8a" w:themeColor="accent1" w:themeShade="95"/>
        <w:sz w:val="22"/>
      </w:rPr>
      <w:pPr>
        <w:pBdr/>
        <w:spacing/>
        <w:ind/>
      </w:pPr>
      <w:tblPr>
        <w:tblBorders/>
      </w:tblPr>
      <w:tcPr>
        <w:shd w:val="clear" w:color="ffffff" w:themeColor="light1" w:fill="ffffff" w:themeFill="light1"/>
        <w:tcBorders>
          <w:top w:val="single" w:color="83c0cc"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7 Colorful - Accent 2"/>
    <w:basedOn w:val="776"/>
    <w:uiPriority w:val="99"/>
    <w:pPr>
      <w:pBdr/>
      <w:spacing/>
      <w:ind/>
    </w:pPr>
    <w:tblPr>
      <w:tblStyleRowBandSize w:val="1"/>
      <w:tblStyleColBandSize w:val="1"/>
      <w:tblBorders>
        <w:right w:val="single" w:color="92c6d3" w:themeColor="accent2" w:themeTint="97" w:sz="4" w:space="0"/>
      </w:tblBorders>
    </w:tblPr>
    <w:tcPr>
      <w:tcBorders/>
    </w:tcPr>
    <w:tblStylePr w:type="band1Horz">
      <w:rPr>
        <w:rFonts w:ascii="Arial" w:hAnsi="Arial"/>
        <w:color w:val="92c6d3" w:themeColor="accent2" w:themeTint="97" w:themeShade="95"/>
        <w:sz w:val="22"/>
      </w:rPr>
      <w:pPr>
        <w:pBdr/>
        <w:spacing/>
        <w:ind/>
      </w:pPr>
      <w:tblPr>
        <w:tblBorders/>
      </w:tblPr>
      <w:tcPr>
        <w:shd w:val="clear" w:color="d0e6ec" w:themeColor="accent2" w:themeTint="40" w:fill="d0e6ec" w:themeFill="accent2" w:themeFillTint="40"/>
        <w:tcBorders/>
      </w:tcPr>
    </w:tblStylePr>
    <w:tblStylePr w:type="band1Vert">
      <w:pPr>
        <w:pBdr/>
        <w:spacing/>
        <w:ind/>
      </w:pPr>
      <w:tblPr>
        <w:tblBorders/>
      </w:tblPr>
      <w:tcPr>
        <w:shd w:val="clear" w:color="d0e6ec" w:themeColor="accent2" w:themeTint="40" w:fill="d0e6ec" w:themeFill="accent2" w:themeFillTint="40"/>
        <w:tcBorders/>
      </w:tcPr>
    </w:tblStylePr>
    <w:tblStylePr w:type="band2Horz">
      <w:rPr>
        <w:rFonts w:ascii="Arial" w:hAnsi="Arial"/>
        <w:color w:val="92c6d3"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6d3"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6d3" w:themeColor="accent2" w:themeTint="97" w:sz="4" w:space="0"/>
        </w:tcBorders>
      </w:tcPr>
    </w:tblStylePr>
    <w:tblStylePr w:type="firstRow">
      <w:rPr>
        <w:rFonts w:ascii="Arial" w:hAnsi="Arial"/>
        <w:i/>
        <w:color w:val="92c6d3"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6d3" w:themeColor="accent2" w:themeTint="97" w:sz="4" w:space="0"/>
          <w:right w:val="none" w:color="000000" w:sz="0" w:space="0"/>
        </w:tcBorders>
      </w:tcPr>
    </w:tblStylePr>
    <w:tblStylePr w:type="lastCol">
      <w:rPr>
        <w:rFonts w:ascii="Arial" w:hAnsi="Arial"/>
        <w:i/>
        <w:color w:val="92c6d3" w:themeColor="accent2" w:themeTint="97" w:themeShade="95"/>
        <w:sz w:val="22"/>
      </w:rPr>
      <w:pPr>
        <w:pBdr/>
        <w:spacing/>
        <w:ind/>
      </w:pPr>
      <w:tblPr>
        <w:tblBorders/>
      </w:tblPr>
      <w:tcPr>
        <w:shd w:val="clear" w:color="ffffff" w:fill="auto"/>
        <w:tcBorders>
          <w:top w:val="none" w:color="000000" w:sz="0" w:space="0"/>
          <w:left w:val="single" w:color="92c6d3" w:themeColor="accent2" w:themeTint="97" w:sz="4" w:space="0"/>
          <w:bottom w:val="none" w:color="000000" w:sz="0" w:space="0"/>
          <w:right w:val="none" w:color="000000" w:sz="0" w:space="0"/>
        </w:tcBorders>
      </w:tcPr>
    </w:tblStylePr>
    <w:tblStylePr w:type="lastRow">
      <w:rPr>
        <w:rFonts w:ascii="Arial" w:hAnsi="Arial"/>
        <w:i/>
        <w:color w:val="92c6d3" w:themeColor="accent2" w:themeTint="97" w:themeShade="95"/>
        <w:sz w:val="22"/>
      </w:rPr>
      <w:pPr>
        <w:pBdr/>
        <w:spacing/>
        <w:ind/>
      </w:pPr>
      <w:tblPr>
        <w:tblBorders/>
      </w:tblPr>
      <w:tcPr>
        <w:shd w:val="clear" w:color="ffffff" w:themeColor="light1" w:fill="ffffff" w:themeFill="light1"/>
        <w:tcBorders>
          <w:top w:val="single" w:color="92c6d3"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7 Colorful - Accent 3"/>
    <w:basedOn w:val="776"/>
    <w:uiPriority w:val="99"/>
    <w:pPr>
      <w:pBdr/>
      <w:spacing/>
      <w:ind/>
    </w:pPr>
    <w:tblPr>
      <w:tblStyleRowBandSize w:val="1"/>
      <w:tblStyleColBandSize w:val="1"/>
      <w:tblBorders>
        <w:right w:val="single" w:color="45c4dd" w:themeColor="accent3" w:themeTint="98" w:sz="4" w:space="0"/>
      </w:tblBorders>
    </w:tblPr>
    <w:tcPr>
      <w:tcBorders/>
    </w:tcPr>
    <w:tblStylePr w:type="band1Horz">
      <w:rPr>
        <w:rFonts w:ascii="Arial" w:hAnsi="Arial"/>
        <w:color w:val="45c4dd" w:themeColor="accent3" w:themeTint="98" w:themeShade="95"/>
        <w:sz w:val="22"/>
      </w:rPr>
      <w:pPr>
        <w:pBdr/>
        <w:spacing/>
        <w:ind/>
      </w:pPr>
      <w:tblPr>
        <w:tblBorders/>
      </w:tblPr>
      <w:tcPr>
        <w:shd w:val="clear" w:color="b0e6f0" w:themeColor="accent3" w:themeTint="40" w:fill="b0e6f0" w:themeFill="accent3" w:themeFillTint="40"/>
        <w:tcBorders/>
      </w:tcPr>
    </w:tblStylePr>
    <w:tblStylePr w:type="band1Vert">
      <w:pPr>
        <w:pBdr/>
        <w:spacing/>
        <w:ind/>
      </w:pPr>
      <w:tblPr>
        <w:tblBorders/>
      </w:tblPr>
      <w:tcPr>
        <w:shd w:val="clear" w:color="b0e6f0" w:themeColor="accent3" w:themeTint="40" w:fill="b0e6f0" w:themeFill="accent3" w:themeFillTint="40"/>
        <w:tcBorders/>
      </w:tcPr>
    </w:tblStylePr>
    <w:tblStylePr w:type="band2Horz">
      <w:rPr>
        <w:rFonts w:ascii="Arial" w:hAnsi="Arial"/>
        <w:color w:val="45c4dd"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5c4dd"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5c4dd" w:themeColor="accent3" w:themeTint="98" w:sz="4" w:space="0"/>
        </w:tcBorders>
      </w:tcPr>
    </w:tblStylePr>
    <w:tblStylePr w:type="firstRow">
      <w:rPr>
        <w:rFonts w:ascii="Arial" w:hAnsi="Arial"/>
        <w:i/>
        <w:color w:val="45c4dd"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5c4dd" w:themeColor="accent3" w:themeTint="98" w:sz="4" w:space="0"/>
          <w:right w:val="none" w:color="000000" w:sz="0" w:space="0"/>
        </w:tcBorders>
      </w:tcPr>
    </w:tblStylePr>
    <w:tblStylePr w:type="lastCol">
      <w:rPr>
        <w:rFonts w:ascii="Arial" w:hAnsi="Arial"/>
        <w:i/>
        <w:color w:val="45c4dd" w:themeColor="accent3" w:themeTint="98" w:themeShade="95"/>
        <w:sz w:val="22"/>
      </w:rPr>
      <w:pPr>
        <w:pBdr/>
        <w:spacing/>
        <w:ind/>
      </w:pPr>
      <w:tblPr>
        <w:tblBorders/>
      </w:tblPr>
      <w:tcPr>
        <w:shd w:val="clear" w:color="ffffff" w:fill="auto"/>
        <w:tcBorders>
          <w:top w:val="none" w:color="000000" w:sz="0" w:space="0"/>
          <w:left w:val="single" w:color="45c4dd" w:themeColor="accent3" w:themeTint="98" w:sz="4" w:space="0"/>
          <w:bottom w:val="none" w:color="000000" w:sz="0" w:space="0"/>
          <w:right w:val="none" w:color="000000" w:sz="0" w:space="0"/>
        </w:tcBorders>
      </w:tcPr>
    </w:tblStylePr>
    <w:tblStylePr w:type="lastRow">
      <w:rPr>
        <w:rFonts w:ascii="Arial" w:hAnsi="Arial"/>
        <w:i/>
        <w:color w:val="45c4dd" w:themeColor="accent3" w:themeTint="98" w:themeShade="95"/>
        <w:sz w:val="22"/>
      </w:rPr>
      <w:pPr>
        <w:pBdr/>
        <w:spacing/>
        <w:ind/>
      </w:pPr>
      <w:tblPr>
        <w:tblBorders/>
      </w:tblPr>
      <w:tcPr>
        <w:shd w:val="clear" w:color="ffffff" w:themeColor="light1" w:fill="ffffff" w:themeFill="light1"/>
        <w:tcBorders>
          <w:top w:val="single" w:color="45c4dd"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7 Colorful - Accent 4"/>
    <w:basedOn w:val="776"/>
    <w:uiPriority w:val="99"/>
    <w:pPr>
      <w:pBdr/>
      <w:spacing/>
      <w:ind/>
    </w:pPr>
    <w:tblPr>
      <w:tblStyleRowBandSize w:val="1"/>
      <w:tblStyleColBandSize w:val="1"/>
      <w:tblBorders>
        <w:right w:val="single" w:color="6296be" w:themeColor="accent4" w:themeTint="9A" w:sz="4" w:space="0"/>
      </w:tblBorders>
    </w:tblPr>
    <w:tcPr>
      <w:tcBorders/>
    </w:tcPr>
    <w:tblStylePr w:type="band1Horz">
      <w:rPr>
        <w:rFonts w:ascii="Arial" w:hAnsi="Arial"/>
        <w:color w:val="6296be" w:themeColor="accent4" w:themeTint="9A" w:themeShade="95"/>
        <w:sz w:val="22"/>
      </w:rPr>
      <w:pPr>
        <w:pBdr/>
        <w:spacing/>
        <w:ind/>
      </w:pPr>
      <w:tblPr>
        <w:tblBorders/>
      </w:tblPr>
      <w:tcPr>
        <w:shd w:val="clear" w:color="bdd3e4" w:themeColor="accent4" w:themeTint="40" w:fill="bdd3e4" w:themeFill="accent4" w:themeFillTint="40"/>
        <w:tcBorders/>
      </w:tcPr>
    </w:tblStylePr>
    <w:tblStylePr w:type="band1Vert">
      <w:pPr>
        <w:pBdr/>
        <w:spacing/>
        <w:ind/>
      </w:pPr>
      <w:tblPr>
        <w:tblBorders/>
      </w:tblPr>
      <w:tcPr>
        <w:shd w:val="clear" w:color="bdd3e4" w:themeColor="accent4" w:themeTint="40" w:fill="bdd3e4" w:themeFill="accent4" w:themeFillTint="40"/>
        <w:tcBorders/>
      </w:tcPr>
    </w:tblStylePr>
    <w:tblStylePr w:type="band2Horz">
      <w:rPr>
        <w:rFonts w:ascii="Arial" w:hAnsi="Arial"/>
        <w:color w:val="6296be"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296be"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6296be" w:themeColor="accent4" w:themeTint="9A" w:sz="4" w:space="0"/>
        </w:tcBorders>
      </w:tcPr>
    </w:tblStylePr>
    <w:tblStylePr w:type="firstRow">
      <w:rPr>
        <w:rFonts w:ascii="Arial" w:hAnsi="Arial"/>
        <w:i/>
        <w:color w:val="6296be"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6296be" w:themeColor="accent4" w:themeTint="9A" w:sz="4" w:space="0"/>
          <w:right w:val="none" w:color="000000" w:sz="0" w:space="0"/>
        </w:tcBorders>
      </w:tcPr>
    </w:tblStylePr>
    <w:tblStylePr w:type="lastCol">
      <w:rPr>
        <w:rFonts w:ascii="Arial" w:hAnsi="Arial"/>
        <w:i/>
        <w:color w:val="6296be" w:themeColor="accent4" w:themeTint="9A" w:themeShade="95"/>
        <w:sz w:val="22"/>
      </w:rPr>
      <w:pPr>
        <w:pBdr/>
        <w:spacing/>
        <w:ind/>
      </w:pPr>
      <w:tblPr>
        <w:tblBorders/>
      </w:tblPr>
      <w:tcPr>
        <w:shd w:val="clear" w:color="ffffff" w:fill="auto"/>
        <w:tcBorders>
          <w:top w:val="none" w:color="000000" w:sz="0" w:space="0"/>
          <w:left w:val="single" w:color="6296be" w:themeColor="accent4" w:themeTint="9A" w:sz="4" w:space="0"/>
          <w:bottom w:val="none" w:color="000000" w:sz="0" w:space="0"/>
          <w:right w:val="none" w:color="000000" w:sz="0" w:space="0"/>
        </w:tcBorders>
      </w:tcPr>
    </w:tblStylePr>
    <w:tblStylePr w:type="lastRow">
      <w:rPr>
        <w:rFonts w:ascii="Arial" w:hAnsi="Arial"/>
        <w:i/>
        <w:color w:val="6296be" w:themeColor="accent4" w:themeTint="9A" w:themeShade="95"/>
        <w:sz w:val="22"/>
      </w:rPr>
      <w:pPr>
        <w:pBdr/>
        <w:spacing/>
        <w:ind/>
      </w:pPr>
      <w:tblPr>
        <w:tblBorders/>
      </w:tblPr>
      <w:tcPr>
        <w:shd w:val="clear" w:color="ffffff" w:themeColor="light1" w:fill="ffffff" w:themeFill="light1"/>
        <w:tcBorders>
          <w:top w:val="single" w:color="6296be"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7 Colorful - Accent 5"/>
    <w:basedOn w:val="776"/>
    <w:uiPriority w:val="99"/>
    <w:pPr>
      <w:pBdr/>
      <w:spacing/>
      <w:ind/>
    </w:pPr>
    <w:tblPr>
      <w:tblStyleRowBandSize w:val="1"/>
      <w:tblStyleColBandSize w:val="1"/>
      <w:tblBorders>
        <w:right w:val="single" w:color="6394bd" w:themeColor="accent5" w:themeTint="9A" w:sz="4" w:space="0"/>
      </w:tblBorders>
    </w:tblPr>
    <w:tcPr>
      <w:tcBorders/>
    </w:tcPr>
    <w:tblStylePr w:type="band1Horz">
      <w:rPr>
        <w:rFonts w:ascii="Arial" w:hAnsi="Arial"/>
        <w:color w:val="6394bd" w:themeColor="accent5" w:themeTint="9A" w:themeShade="95"/>
        <w:sz w:val="22"/>
      </w:rPr>
      <w:pPr>
        <w:pBdr/>
        <w:spacing/>
        <w:ind/>
      </w:pPr>
      <w:tblPr>
        <w:tblBorders/>
      </w:tblPr>
      <w:tcPr>
        <w:shd w:val="clear" w:color="bed2e3" w:themeColor="accent5" w:themeTint="40" w:fill="bed2e3" w:themeFill="accent5" w:themeFillTint="40"/>
        <w:tcBorders/>
      </w:tcPr>
    </w:tblStylePr>
    <w:tblStylePr w:type="band1Vert">
      <w:pPr>
        <w:pBdr/>
        <w:spacing/>
        <w:ind/>
      </w:pPr>
      <w:tblPr>
        <w:tblBorders/>
      </w:tblPr>
      <w:tcPr>
        <w:shd w:val="clear" w:color="bed2e3" w:themeColor="accent5" w:themeTint="40" w:fill="bed2e3" w:themeFill="accent5" w:themeFillTint="40"/>
        <w:tcBorders/>
      </w:tcPr>
    </w:tblStylePr>
    <w:tblStylePr w:type="band2Horz">
      <w:rPr>
        <w:rFonts w:ascii="Arial" w:hAnsi="Arial"/>
        <w:color w:val="6394bd"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394bd"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6394bd" w:themeColor="accent5" w:themeTint="9A" w:sz="4" w:space="0"/>
        </w:tcBorders>
      </w:tcPr>
    </w:tblStylePr>
    <w:tblStylePr w:type="firstRow">
      <w:rPr>
        <w:rFonts w:ascii="Arial" w:hAnsi="Arial"/>
        <w:i/>
        <w:color w:val="6394bd"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6394bd" w:themeColor="accent5" w:themeTint="9A" w:sz="4" w:space="0"/>
          <w:right w:val="none" w:color="000000" w:sz="0" w:space="0"/>
        </w:tcBorders>
      </w:tcPr>
    </w:tblStylePr>
    <w:tblStylePr w:type="lastCol">
      <w:rPr>
        <w:rFonts w:ascii="Arial" w:hAnsi="Arial"/>
        <w:i/>
        <w:color w:val="6394bd" w:themeColor="accent5" w:themeTint="9A" w:themeShade="95"/>
        <w:sz w:val="22"/>
      </w:rPr>
      <w:pPr>
        <w:pBdr/>
        <w:spacing/>
        <w:ind/>
      </w:pPr>
      <w:tblPr>
        <w:tblBorders/>
      </w:tblPr>
      <w:tcPr>
        <w:shd w:val="clear" w:color="ffffff" w:fill="auto"/>
        <w:tcBorders>
          <w:top w:val="none" w:color="000000" w:sz="0" w:space="0"/>
          <w:left w:val="single" w:color="6394bd" w:themeColor="accent5" w:themeTint="9A" w:sz="4" w:space="0"/>
          <w:bottom w:val="none" w:color="000000" w:sz="0" w:space="0"/>
          <w:right w:val="none" w:color="000000" w:sz="0" w:space="0"/>
        </w:tcBorders>
      </w:tcPr>
    </w:tblStylePr>
    <w:tblStylePr w:type="lastRow">
      <w:rPr>
        <w:rFonts w:ascii="Arial" w:hAnsi="Arial"/>
        <w:i/>
        <w:color w:val="6394bd" w:themeColor="accent5" w:themeTint="9A" w:themeShade="95"/>
        <w:sz w:val="22"/>
      </w:rPr>
      <w:pPr>
        <w:pBdr/>
        <w:spacing/>
        <w:ind/>
      </w:pPr>
      <w:tblPr>
        <w:tblBorders/>
      </w:tblPr>
      <w:tcPr>
        <w:shd w:val="clear" w:color="ffffff" w:themeColor="light1" w:fill="ffffff" w:themeFill="light1"/>
        <w:tcBorders>
          <w:top w:val="single" w:color="6394bd"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7 Colorful - Accent 6"/>
    <w:basedOn w:val="776"/>
    <w:uiPriority w:val="99"/>
    <w:pPr>
      <w:pBdr/>
      <w:spacing/>
      <w:ind/>
    </w:pPr>
    <w:tblPr>
      <w:tblStyleRowBandSize w:val="1"/>
      <w:tblStyleColBandSize w:val="1"/>
      <w:tblBorders>
        <w:right w:val="single" w:color="788aa5" w:themeColor="accent6" w:themeTint="98" w:sz="4" w:space="0"/>
      </w:tblBorders>
    </w:tblPr>
    <w:tcPr>
      <w:tcBorders/>
    </w:tcPr>
    <w:tblStylePr w:type="band1Horz">
      <w:rPr>
        <w:rFonts w:ascii="Arial" w:hAnsi="Arial"/>
        <w:color w:val="788aa5" w:themeColor="accent6" w:themeTint="98" w:themeShade="95"/>
        <w:sz w:val="22"/>
      </w:rPr>
      <w:pPr>
        <w:pBdr/>
        <w:spacing/>
        <w:ind/>
      </w:pPr>
      <w:tblPr>
        <w:tblBorders/>
      </w:tblPr>
      <w:tcPr>
        <w:shd w:val="clear" w:color="c6ced9" w:themeColor="accent6" w:themeTint="40" w:fill="c6ced9" w:themeFill="accent6" w:themeFillTint="40"/>
        <w:tcBorders/>
      </w:tcPr>
    </w:tblStylePr>
    <w:tblStylePr w:type="band1Vert">
      <w:pPr>
        <w:pBdr/>
        <w:spacing/>
        <w:ind/>
      </w:pPr>
      <w:tblPr>
        <w:tblBorders/>
      </w:tblPr>
      <w:tcPr>
        <w:shd w:val="clear" w:color="c6ced9" w:themeColor="accent6" w:themeTint="40" w:fill="c6ced9" w:themeFill="accent6" w:themeFillTint="40"/>
        <w:tcBorders/>
      </w:tcPr>
    </w:tblStylePr>
    <w:tblStylePr w:type="band2Horz">
      <w:rPr>
        <w:rFonts w:ascii="Arial" w:hAnsi="Arial"/>
        <w:color w:val="788aa5"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88aa5"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88aa5" w:themeColor="accent6" w:themeTint="98" w:sz="4" w:space="0"/>
        </w:tcBorders>
      </w:tcPr>
    </w:tblStylePr>
    <w:tblStylePr w:type="firstRow">
      <w:rPr>
        <w:rFonts w:ascii="Arial" w:hAnsi="Arial"/>
        <w:i/>
        <w:color w:val="788aa5"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88aa5" w:themeColor="accent6" w:themeTint="98" w:sz="4" w:space="0"/>
          <w:right w:val="none" w:color="000000" w:sz="0" w:space="0"/>
        </w:tcBorders>
      </w:tcPr>
    </w:tblStylePr>
    <w:tblStylePr w:type="lastCol">
      <w:rPr>
        <w:rFonts w:ascii="Arial" w:hAnsi="Arial"/>
        <w:i/>
        <w:color w:val="788aa5" w:themeColor="accent6" w:themeTint="98" w:themeShade="95"/>
        <w:sz w:val="22"/>
      </w:rPr>
      <w:pPr>
        <w:pBdr/>
        <w:spacing/>
        <w:ind/>
      </w:pPr>
      <w:tblPr>
        <w:tblBorders/>
      </w:tblPr>
      <w:tcPr>
        <w:shd w:val="clear" w:color="ffffff" w:fill="auto"/>
        <w:tcBorders>
          <w:top w:val="none" w:color="000000" w:sz="0" w:space="0"/>
          <w:left w:val="single" w:color="788aa5" w:themeColor="accent6" w:themeTint="98" w:sz="4" w:space="0"/>
          <w:bottom w:val="none" w:color="000000" w:sz="0" w:space="0"/>
          <w:right w:val="none" w:color="000000" w:sz="0" w:space="0"/>
        </w:tcBorders>
      </w:tcPr>
    </w:tblStylePr>
    <w:tblStylePr w:type="lastRow">
      <w:rPr>
        <w:rFonts w:ascii="Arial" w:hAnsi="Arial"/>
        <w:i/>
        <w:color w:val="788aa5" w:themeColor="accent6" w:themeTint="98" w:themeShade="95"/>
        <w:sz w:val="22"/>
      </w:rPr>
      <w:pPr>
        <w:pBdr/>
        <w:spacing/>
        <w:ind/>
      </w:pPr>
      <w:tblPr>
        <w:tblBorders/>
      </w:tblPr>
      <w:tcPr>
        <w:shd w:val="clear" w:color="ffffff" w:themeColor="light1" w:fill="ffffff" w:themeFill="light1"/>
        <w:tcBorders>
          <w:top w:val="single" w:color="788aa5"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ned - Accent"/>
    <w:basedOn w:val="776"/>
    <w:uiPriority w:val="99"/>
    <w:pPr>
      <w:pBdr/>
      <w:spacing/>
      <w:ind/>
    </w:pPr>
    <w:rPr>
      <w:color w:val="404040"/>
      <w:sz w:val="20"/>
      <w:szCs w:val="20"/>
      <w:lang w:eastAsia="de-CH"/>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ned - Accent 1"/>
    <w:basedOn w:val="776"/>
    <w:uiPriority w:val="99"/>
    <w:pPr>
      <w:pBdr/>
      <w:spacing/>
      <w:ind/>
    </w:pPr>
    <w:rPr>
      <w:color w:val="404040"/>
      <w:sz w:val="20"/>
      <w:szCs w:val="20"/>
      <w:lang w:eastAsia="de-CH"/>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bef" w:themeColor="accent1" w:themeTint="50" w:fill="d8ebef" w:themeFill="accent1" w:themeFillTint="50"/>
        <w:tcBorders/>
      </w:tcPr>
    </w:tblStylePr>
    <w:tblStylePr w:type="band2Vert">
      <w:rPr>
        <w:rFonts w:ascii="Arial" w:hAnsi="Arial"/>
        <w:color w:val="404040"/>
        <w:sz w:val="22"/>
      </w:rPr>
      <w:pPr>
        <w:pBdr/>
        <w:spacing/>
        <w:ind/>
      </w:pPr>
      <w:tblPr>
        <w:tblBorders/>
      </w:tblPr>
      <w:tcPr>
        <w:shd w:val="clear" w:color="d8ebef" w:themeColor="accent1" w:themeTint="50" w:fill="d8ebef" w:themeFill="accent1" w:themeFillTint="50"/>
        <w:tcBorders/>
      </w:tcPr>
    </w:tblStylePr>
    <w:tblStylePr w:type="firstCol">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firstRow">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lastCol">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lastRow">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ned - Accent 2"/>
    <w:basedOn w:val="776"/>
    <w:uiPriority w:val="99"/>
    <w:pPr>
      <w:pBdr/>
      <w:spacing/>
      <w:ind/>
    </w:pPr>
    <w:rPr>
      <w:color w:val="404040"/>
      <w:sz w:val="20"/>
      <w:szCs w:val="20"/>
      <w:lang w:eastAsia="de-CH"/>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2Vert">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firstCol">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firstRow">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lastCol">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lastRow">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ned - Accent 3"/>
    <w:basedOn w:val="776"/>
    <w:uiPriority w:val="99"/>
    <w:pPr>
      <w:pBdr/>
      <w:spacing/>
      <w:ind/>
    </w:pPr>
    <w:rPr>
      <w:color w:val="404040"/>
      <w:sz w:val="20"/>
      <w:szCs w:val="20"/>
      <w:lang w:eastAsia="de-CH"/>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2Vert">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firstCol">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firstRow">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lastCol">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lastRow">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ned - Accent 4"/>
    <w:basedOn w:val="776"/>
    <w:uiPriority w:val="99"/>
    <w:pPr>
      <w:pBdr/>
      <w:spacing/>
      <w:ind/>
    </w:pPr>
    <w:rPr>
      <w:color w:val="404040"/>
      <w:sz w:val="20"/>
      <w:szCs w:val="20"/>
      <w:lang w:eastAsia="de-CH"/>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2Vert">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firstCol">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firstRow">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lastCol">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lastRow">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ned - Accent 5"/>
    <w:basedOn w:val="776"/>
    <w:uiPriority w:val="99"/>
    <w:pPr>
      <w:pBdr/>
      <w:spacing/>
      <w:ind/>
    </w:pPr>
    <w:rPr>
      <w:color w:val="404040"/>
      <w:sz w:val="20"/>
      <w:szCs w:val="20"/>
      <w:lang w:eastAsia="de-CH"/>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2Vert">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firstCol">
      <w:rPr>
        <w:rFonts w:ascii="Arial" w:hAnsi="Arial"/>
        <w:color w:val="f2f2f2"/>
        <w:sz w:val="22"/>
      </w:rPr>
      <w:pPr>
        <w:pBdr/>
        <w:spacing/>
        <w:ind/>
      </w:pPr>
      <w:tblPr>
        <w:tblBorders/>
      </w:tblPr>
      <w:tcPr>
        <w:shd w:val="clear" w:color="2b4b66" w:themeColor="accent5" w:fill="2b4b66" w:themeFill="accent5"/>
        <w:tcBorders/>
      </w:tcPr>
    </w:tblStylePr>
    <w:tblStylePr w:type="firstRow">
      <w:rPr>
        <w:rFonts w:ascii="Arial" w:hAnsi="Arial"/>
        <w:color w:val="f2f2f2"/>
        <w:sz w:val="22"/>
      </w:rPr>
      <w:pPr>
        <w:pBdr/>
        <w:spacing/>
        <w:ind/>
      </w:pPr>
      <w:tblPr>
        <w:tblBorders/>
      </w:tblPr>
      <w:tcPr>
        <w:shd w:val="clear" w:color="2b4b66" w:themeColor="accent5" w:fill="2b4b66" w:themeFill="accent5"/>
        <w:tcBorders/>
      </w:tcPr>
    </w:tblStylePr>
    <w:tblStylePr w:type="lastCol">
      <w:rPr>
        <w:rFonts w:ascii="Arial" w:hAnsi="Arial"/>
        <w:color w:val="f2f2f2"/>
        <w:sz w:val="22"/>
      </w:rPr>
      <w:pPr>
        <w:pBdr/>
        <w:spacing/>
        <w:ind/>
      </w:pPr>
      <w:tblPr>
        <w:tblBorders/>
      </w:tblPr>
      <w:tcPr>
        <w:shd w:val="clear" w:color="2b4b66" w:themeColor="accent5" w:fill="2b4b66" w:themeFill="accent5"/>
        <w:tcBorders/>
      </w:tcPr>
    </w:tblStylePr>
    <w:tblStylePr w:type="lastRow">
      <w:rPr>
        <w:rFonts w:ascii="Arial" w:hAnsi="Arial"/>
        <w:color w:val="f2f2f2"/>
        <w:sz w:val="22"/>
      </w:rPr>
      <w:pPr>
        <w:pBdr/>
        <w:spacing/>
        <w:ind/>
      </w:pPr>
      <w:tblPr>
        <w:tblBorders/>
      </w:tblPr>
      <w:tcPr>
        <w:shd w:val="clear" w:color="2b4b66" w:themeColor="accent5" w:fill="2b4b6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ned - Accent 6"/>
    <w:basedOn w:val="776"/>
    <w:uiPriority w:val="99"/>
    <w:pPr>
      <w:pBdr/>
      <w:spacing/>
      <w:ind/>
    </w:pPr>
    <w:rPr>
      <w:color w:val="404040"/>
      <w:sz w:val="20"/>
      <w:szCs w:val="20"/>
      <w:lang w:eastAsia="de-CH"/>
      <w14:ligatures w14:val="non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2Vert">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firstCol">
      <w:rPr>
        <w:rFonts w:ascii="Arial" w:hAnsi="Arial"/>
        <w:color w:val="f2f2f2"/>
        <w:sz w:val="22"/>
      </w:rPr>
      <w:pPr>
        <w:pBdr/>
        <w:spacing/>
        <w:ind/>
      </w:pPr>
      <w:tblPr>
        <w:tblBorders/>
      </w:tblPr>
      <w:tcPr>
        <w:shd w:val="clear" w:color="364151" w:themeColor="accent6" w:fill="364151" w:themeFill="accent6"/>
        <w:tcBorders/>
      </w:tcPr>
    </w:tblStylePr>
    <w:tblStylePr w:type="firstRow">
      <w:rPr>
        <w:rFonts w:ascii="Arial" w:hAnsi="Arial"/>
        <w:color w:val="f2f2f2"/>
        <w:sz w:val="22"/>
      </w:rPr>
      <w:pPr>
        <w:pBdr/>
        <w:spacing/>
        <w:ind/>
      </w:pPr>
      <w:tblPr>
        <w:tblBorders/>
      </w:tblPr>
      <w:tcPr>
        <w:shd w:val="clear" w:color="364151" w:themeColor="accent6" w:fill="364151" w:themeFill="accent6"/>
        <w:tcBorders/>
      </w:tcPr>
    </w:tblStylePr>
    <w:tblStylePr w:type="lastCol">
      <w:rPr>
        <w:rFonts w:ascii="Arial" w:hAnsi="Arial"/>
        <w:color w:val="f2f2f2"/>
        <w:sz w:val="22"/>
      </w:rPr>
      <w:pPr>
        <w:pBdr/>
        <w:spacing/>
        <w:ind/>
      </w:pPr>
      <w:tblPr>
        <w:tblBorders/>
      </w:tblPr>
      <w:tcPr>
        <w:shd w:val="clear" w:color="364151" w:themeColor="accent6" w:fill="364151" w:themeFill="accent6"/>
        <w:tcBorders/>
      </w:tcPr>
    </w:tblStylePr>
    <w:tblStylePr w:type="lastRow">
      <w:rPr>
        <w:rFonts w:ascii="Arial" w:hAnsi="Arial"/>
        <w:color w:val="f2f2f2"/>
        <w:sz w:val="22"/>
      </w:rPr>
      <w:pPr>
        <w:pBdr/>
        <w:spacing/>
        <w:ind/>
      </w:pPr>
      <w:tblPr>
        <w:tblBorders/>
      </w:tblPr>
      <w:tcPr>
        <w:shd w:val="clear" w:color="364151" w:themeColor="accent6" w:fill="364151"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Bordered &amp; Lined - Accent"/>
    <w:basedOn w:val="776"/>
    <w:uiPriority w:val="99"/>
    <w:pPr>
      <w:pBdr/>
      <w:spacing/>
      <w:ind/>
    </w:pPr>
    <w:rPr>
      <w:color w:val="404040"/>
      <w:sz w:val="20"/>
      <w:szCs w:val="20"/>
      <w:lang w:eastAsia="de-CH"/>
      <w14:ligatures w14:val="non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Bordered &amp; Lined - Accent 1"/>
    <w:basedOn w:val="776"/>
    <w:uiPriority w:val="99"/>
    <w:pPr>
      <w:pBdr/>
      <w:spacing/>
      <w:ind/>
    </w:pPr>
    <w:rPr>
      <w:color w:val="404040"/>
      <w:sz w:val="20"/>
      <w:szCs w:val="20"/>
      <w:lang w:eastAsia="de-CH"/>
      <w14:ligatures w14:val="none"/>
    </w:rPr>
    <w:tblPr>
      <w:tblStyleRowBandSize w:val="1"/>
      <w:tblStyleColBandSize w:val="1"/>
      <w:tblBorders>
        <w:top w:val="single" w:color="397d8a" w:themeColor="accent1" w:themeShade="95" w:sz="4" w:space="0"/>
        <w:left w:val="single" w:color="397d8a" w:themeColor="accent1" w:themeShade="95" w:sz="4" w:space="0"/>
        <w:bottom w:val="single" w:color="397d8a" w:themeColor="accent1" w:themeShade="95" w:sz="4" w:space="0"/>
        <w:right w:val="single" w:color="397d8a" w:themeColor="accent1" w:themeShade="95" w:sz="4" w:space="0"/>
        <w:insideH w:val="single" w:color="397d8a" w:themeColor="accent1" w:themeShade="95" w:sz="4" w:space="0"/>
        <w:insideV w:val="single" w:color="397d8a"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bef" w:themeColor="accent1" w:themeTint="50" w:fill="d8ebef" w:themeFill="accent1" w:themeFillTint="50"/>
        <w:tcBorders/>
      </w:tcPr>
    </w:tblStylePr>
    <w:tblStylePr w:type="band2Vert">
      <w:rPr>
        <w:rFonts w:ascii="Arial" w:hAnsi="Arial"/>
        <w:color w:val="404040"/>
        <w:sz w:val="22"/>
      </w:rPr>
      <w:pPr>
        <w:pBdr/>
        <w:spacing/>
        <w:ind/>
      </w:pPr>
      <w:tblPr>
        <w:tblBorders/>
      </w:tblPr>
      <w:tcPr>
        <w:shd w:val="clear" w:color="d8ebef" w:themeColor="accent1" w:themeTint="50" w:fill="d8ebef" w:themeFill="accent1" w:themeFillTint="50"/>
        <w:tcBorders/>
      </w:tcPr>
    </w:tblStylePr>
    <w:tblStylePr w:type="firstCol">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firstRow">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lastCol">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lastRow">
      <w:rPr>
        <w:rFonts w:ascii="Arial" w:hAnsi="Arial"/>
        <w:color w:val="f2f2f2"/>
        <w:sz w:val="22"/>
      </w:rPr>
      <w:pPr>
        <w:pBdr/>
        <w:spacing/>
        <w:ind/>
      </w:pPr>
      <w:tblPr>
        <w:tblBorders/>
      </w:tblPr>
      <w:tcPr>
        <w:shd w:val="clear" w:color="8dc5d0" w:themeColor="accent1" w:themeTint="EA" w:fill="8dc5d0"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Bordered &amp; Lined - Accent 2"/>
    <w:basedOn w:val="776"/>
    <w:uiPriority w:val="99"/>
    <w:pPr>
      <w:pBdr/>
      <w:spacing/>
      <w:ind/>
    </w:pPr>
    <w:rPr>
      <w:color w:val="404040"/>
      <w:sz w:val="20"/>
      <w:szCs w:val="20"/>
      <w:lang w:eastAsia="de-CH"/>
      <w14:ligatures w14:val="none"/>
    </w:rPr>
    <w:tblPr>
      <w:tblStyleRowBandSize w:val="1"/>
      <w:tblStyleColBandSize w:val="1"/>
      <w:tblBorders>
        <w:top w:val="single" w:color="2a5c69" w:themeColor="accent2" w:themeShade="95" w:sz="4" w:space="0"/>
        <w:left w:val="single" w:color="2a5c69" w:themeColor="accent2" w:themeShade="95" w:sz="4" w:space="0"/>
        <w:bottom w:val="single" w:color="2a5c69" w:themeColor="accent2" w:themeShade="95" w:sz="4" w:space="0"/>
        <w:right w:val="single" w:color="2a5c69" w:themeColor="accent2" w:themeShade="95" w:sz="4" w:space="0"/>
        <w:insideH w:val="single" w:color="2a5c69" w:themeColor="accent2" w:themeShade="95" w:sz="4" w:space="0"/>
        <w:insideV w:val="single" w:color="2a5c6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band2Vert">
      <w:rPr>
        <w:rFonts w:ascii="Arial" w:hAnsi="Arial"/>
        <w:color w:val="404040"/>
        <w:sz w:val="22"/>
      </w:rPr>
      <w:pPr>
        <w:pBdr/>
        <w:spacing/>
        <w:ind/>
      </w:pPr>
      <w:tblPr>
        <w:tblBorders/>
      </w:tblPr>
      <w:tcPr>
        <w:shd w:val="clear" w:color="daecf0" w:themeColor="accent2" w:themeTint="32" w:fill="daecf0" w:themeFill="accent2" w:themeFillTint="32"/>
        <w:tcBorders/>
      </w:tcPr>
    </w:tblStylePr>
    <w:tblStylePr w:type="firstCol">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firstRow">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lastCol">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lastRow">
      <w:rPr>
        <w:rFonts w:ascii="Arial" w:hAnsi="Arial"/>
        <w:color w:val="f2f2f2"/>
        <w:sz w:val="22"/>
      </w:rPr>
      <w:pPr>
        <w:pBdr/>
        <w:spacing/>
        <w:ind/>
      </w:pPr>
      <w:tblPr>
        <w:tblBorders/>
      </w:tblPr>
      <w:tcPr>
        <w:shd w:val="clear" w:color="92c6d3" w:themeColor="accent2" w:themeTint="97" w:fill="92c6d3"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Bordered &amp; Lined - Accent 3"/>
    <w:basedOn w:val="776"/>
    <w:uiPriority w:val="99"/>
    <w:pPr>
      <w:pBdr/>
      <w:spacing/>
      <w:ind/>
    </w:pPr>
    <w:rPr>
      <w:color w:val="404040"/>
      <w:sz w:val="20"/>
      <w:szCs w:val="20"/>
      <w:lang w:eastAsia="de-CH"/>
      <w14:ligatures w14:val="none"/>
    </w:rPr>
    <w:tblPr>
      <w:tblStyleRowBandSize w:val="1"/>
      <w:tblStyleColBandSize w:val="1"/>
      <w:tblBorders>
        <w:top w:val="single" w:color="0c3d46" w:themeColor="accent3" w:themeShade="95" w:sz="4" w:space="0"/>
        <w:left w:val="single" w:color="0c3d46" w:themeColor="accent3" w:themeShade="95" w:sz="4" w:space="0"/>
        <w:bottom w:val="single" w:color="0c3d46" w:themeColor="accent3" w:themeShade="95" w:sz="4" w:space="0"/>
        <w:right w:val="single" w:color="0c3d46" w:themeColor="accent3" w:themeShade="95" w:sz="4" w:space="0"/>
        <w:insideH w:val="single" w:color="0c3d46" w:themeColor="accent3" w:themeShade="95" w:sz="4" w:space="0"/>
        <w:insideV w:val="single" w:color="0c3d46"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band2Vert">
      <w:rPr>
        <w:rFonts w:ascii="Arial" w:hAnsi="Arial"/>
        <w:color w:val="404040"/>
        <w:sz w:val="22"/>
      </w:rPr>
      <w:pPr>
        <w:pBdr/>
        <w:spacing/>
        <w:ind/>
      </w:pPr>
      <w:tblPr>
        <w:tblBorders/>
      </w:tblPr>
      <w:tcPr>
        <w:shd w:val="clear" w:color="bfeaf3" w:themeColor="accent3" w:themeTint="34" w:fill="bfeaf3" w:themeFill="accent3" w:themeFillTint="34"/>
        <w:tcBorders/>
      </w:tcPr>
    </w:tblStylePr>
    <w:tblStylePr w:type="firstCol">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firstRow">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lastCol">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lastRow">
      <w:rPr>
        <w:rFonts w:ascii="Arial" w:hAnsi="Arial"/>
        <w:color w:val="f2f2f2"/>
        <w:sz w:val="22"/>
      </w:rPr>
      <w:pPr>
        <w:pBdr/>
        <w:spacing/>
        <w:ind/>
      </w:pPr>
      <w:tblPr>
        <w:tblBorders/>
      </w:tblPr>
      <w:tcPr>
        <w:shd w:val="clear" w:color="16697a" w:themeColor="accent3" w:themeTint="FE" w:fill="16697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Bordered &amp; Lined - Accent 4"/>
    <w:basedOn w:val="776"/>
    <w:uiPriority w:val="99"/>
    <w:pPr>
      <w:pBdr/>
      <w:spacing/>
      <w:ind/>
    </w:pPr>
    <w:rPr>
      <w:color w:val="404040"/>
      <w:sz w:val="20"/>
      <w:szCs w:val="20"/>
      <w:lang w:eastAsia="de-CH"/>
      <w14:ligatures w14:val="none"/>
    </w:rPr>
    <w:tblPr>
      <w:tblStyleRowBandSize w:val="1"/>
      <w:tblStyleColBandSize w:val="1"/>
      <w:tblBorders>
        <w:top w:val="single" w:color="182c3b" w:themeColor="accent4" w:themeShade="95" w:sz="4" w:space="0"/>
        <w:left w:val="single" w:color="182c3b" w:themeColor="accent4" w:themeShade="95" w:sz="4" w:space="0"/>
        <w:bottom w:val="single" w:color="182c3b" w:themeColor="accent4" w:themeShade="95" w:sz="4" w:space="0"/>
        <w:right w:val="single" w:color="182c3b" w:themeColor="accent4" w:themeShade="95" w:sz="4" w:space="0"/>
        <w:insideH w:val="single" w:color="182c3b" w:themeColor="accent4" w:themeShade="95" w:sz="4" w:space="0"/>
        <w:insideV w:val="single" w:color="182c3b"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band2Vert">
      <w:rPr>
        <w:rFonts w:ascii="Arial" w:hAnsi="Arial"/>
        <w:color w:val="404040"/>
        <w:sz w:val="22"/>
      </w:rPr>
      <w:pPr>
        <w:pBdr/>
        <w:spacing/>
        <w:ind/>
      </w:pPr>
      <w:tblPr>
        <w:tblBorders/>
      </w:tblPr>
      <w:tcPr>
        <w:shd w:val="clear" w:color="cadbe9" w:themeColor="accent4" w:themeTint="34" w:fill="cadbe9" w:themeFill="accent4" w:themeFillTint="34"/>
        <w:tcBorders/>
      </w:tcPr>
    </w:tblStylePr>
    <w:tblStylePr w:type="firstCol">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firstRow">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lastCol">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lastRow">
      <w:rPr>
        <w:rFonts w:ascii="Arial" w:hAnsi="Arial"/>
        <w:color w:val="f2f2f2"/>
        <w:sz w:val="22"/>
      </w:rPr>
      <w:pPr>
        <w:pBdr/>
        <w:spacing/>
        <w:ind/>
      </w:pPr>
      <w:tblPr>
        <w:tblBorders/>
      </w:tblPr>
      <w:tcPr>
        <w:shd w:val="clear" w:color="6296be" w:themeColor="accent4" w:themeTint="9A" w:fill="6296be"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Bordered &amp; Lined - Accent 5"/>
    <w:basedOn w:val="776"/>
    <w:uiPriority w:val="99"/>
    <w:pPr>
      <w:pBdr/>
      <w:spacing/>
      <w:ind/>
    </w:pPr>
    <w:rPr>
      <w:color w:val="404040"/>
      <w:sz w:val="20"/>
      <w:szCs w:val="20"/>
      <w:lang w:eastAsia="de-CH"/>
      <w14:ligatures w14:val="none"/>
    </w:rPr>
    <w:tblPr>
      <w:tblStyleRowBandSize w:val="1"/>
      <w:tblStyleColBandSize w:val="1"/>
      <w:tblBorders>
        <w:top w:val="single" w:color="192b3b" w:themeColor="accent5" w:themeShade="95" w:sz="4" w:space="0"/>
        <w:left w:val="single" w:color="192b3b" w:themeColor="accent5" w:themeShade="95" w:sz="4" w:space="0"/>
        <w:bottom w:val="single" w:color="192b3b" w:themeColor="accent5" w:themeShade="95" w:sz="4" w:space="0"/>
        <w:right w:val="single" w:color="192b3b" w:themeColor="accent5" w:themeShade="95" w:sz="4" w:space="0"/>
        <w:insideH w:val="single" w:color="192b3b" w:themeColor="accent5" w:themeShade="95" w:sz="4" w:space="0"/>
        <w:insideV w:val="single" w:color="192b3b"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band2Vert">
      <w:rPr>
        <w:rFonts w:ascii="Arial" w:hAnsi="Arial"/>
        <w:color w:val="404040"/>
        <w:sz w:val="22"/>
      </w:rPr>
      <w:pPr>
        <w:pBdr/>
        <w:spacing/>
        <w:ind/>
      </w:pPr>
      <w:tblPr>
        <w:tblBorders/>
      </w:tblPr>
      <w:tcPr>
        <w:shd w:val="clear" w:color="cadae9" w:themeColor="accent5" w:themeTint="34" w:fill="cadae9" w:themeFill="accent5" w:themeFillTint="34"/>
        <w:tcBorders/>
      </w:tcPr>
    </w:tblStylePr>
    <w:tblStylePr w:type="firstCol">
      <w:rPr>
        <w:rFonts w:ascii="Arial" w:hAnsi="Arial"/>
        <w:color w:val="f2f2f2"/>
        <w:sz w:val="22"/>
      </w:rPr>
      <w:pPr>
        <w:pBdr/>
        <w:spacing/>
        <w:ind/>
      </w:pPr>
      <w:tblPr>
        <w:tblBorders/>
      </w:tblPr>
      <w:tcPr>
        <w:shd w:val="clear" w:color="2b4b66" w:themeColor="accent5" w:fill="2b4b66" w:themeFill="accent5"/>
        <w:tcBorders/>
      </w:tcPr>
    </w:tblStylePr>
    <w:tblStylePr w:type="firstRow">
      <w:rPr>
        <w:rFonts w:ascii="Arial" w:hAnsi="Arial"/>
        <w:color w:val="f2f2f2"/>
        <w:sz w:val="22"/>
      </w:rPr>
      <w:pPr>
        <w:pBdr/>
        <w:spacing/>
        <w:ind/>
      </w:pPr>
      <w:tblPr>
        <w:tblBorders/>
      </w:tblPr>
      <w:tcPr>
        <w:shd w:val="clear" w:color="2b4b66" w:themeColor="accent5" w:fill="2b4b66" w:themeFill="accent5"/>
        <w:tcBorders/>
      </w:tcPr>
    </w:tblStylePr>
    <w:tblStylePr w:type="lastCol">
      <w:rPr>
        <w:rFonts w:ascii="Arial" w:hAnsi="Arial"/>
        <w:color w:val="f2f2f2"/>
        <w:sz w:val="22"/>
      </w:rPr>
      <w:pPr>
        <w:pBdr/>
        <w:spacing/>
        <w:ind/>
      </w:pPr>
      <w:tblPr>
        <w:tblBorders/>
      </w:tblPr>
      <w:tcPr>
        <w:shd w:val="clear" w:color="2b4b66" w:themeColor="accent5" w:fill="2b4b66" w:themeFill="accent5"/>
        <w:tcBorders/>
      </w:tcPr>
    </w:tblStylePr>
    <w:tblStylePr w:type="lastRow">
      <w:rPr>
        <w:rFonts w:ascii="Arial" w:hAnsi="Arial"/>
        <w:color w:val="f2f2f2"/>
        <w:sz w:val="22"/>
      </w:rPr>
      <w:pPr>
        <w:pBdr/>
        <w:spacing/>
        <w:ind/>
      </w:pPr>
      <w:tblPr>
        <w:tblBorders/>
      </w:tblPr>
      <w:tcPr>
        <w:shd w:val="clear" w:color="2b4b66" w:themeColor="accent5" w:fill="2b4b6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Bordered &amp; Lined - Accent 6"/>
    <w:basedOn w:val="776"/>
    <w:uiPriority w:val="99"/>
    <w:pPr>
      <w:pBdr/>
      <w:spacing/>
      <w:ind/>
    </w:pPr>
    <w:rPr>
      <w:color w:val="404040"/>
      <w:sz w:val="20"/>
      <w:szCs w:val="20"/>
      <w:lang w:eastAsia="de-CH"/>
      <w14:ligatures w14:val="none"/>
    </w:rPr>
    <w:tblPr>
      <w:tblStyleRowBandSize w:val="1"/>
      <w:tblStyleColBandSize w:val="1"/>
      <w:tblBorders>
        <w:top w:val="single" w:color="1f252f" w:themeColor="accent6" w:themeShade="95" w:sz="4" w:space="0"/>
        <w:left w:val="single" w:color="1f252f" w:themeColor="accent6" w:themeShade="95" w:sz="4" w:space="0"/>
        <w:bottom w:val="single" w:color="1f252f" w:themeColor="accent6" w:themeShade="95" w:sz="4" w:space="0"/>
        <w:right w:val="single" w:color="1f252f" w:themeColor="accent6" w:themeShade="95" w:sz="4" w:space="0"/>
        <w:insideH w:val="single" w:color="1f252f" w:themeColor="accent6" w:themeShade="95" w:sz="4" w:space="0"/>
        <w:insideV w:val="single" w:color="1f252f"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band2Vert">
      <w:rPr>
        <w:rFonts w:ascii="Arial" w:hAnsi="Arial"/>
        <w:color w:val="404040"/>
        <w:sz w:val="22"/>
      </w:rPr>
      <w:pPr>
        <w:pBdr/>
        <w:spacing/>
        <w:ind/>
      </w:pPr>
      <w:tblPr>
        <w:tblBorders/>
      </w:tblPr>
      <w:tcPr>
        <w:shd w:val="clear" w:color="d1d7e0" w:themeColor="accent6" w:themeTint="34" w:fill="d1d7e0" w:themeFill="accent6" w:themeFillTint="34"/>
        <w:tcBorders/>
      </w:tcPr>
    </w:tblStylePr>
    <w:tblStylePr w:type="firstCol">
      <w:rPr>
        <w:rFonts w:ascii="Arial" w:hAnsi="Arial"/>
        <w:color w:val="f2f2f2"/>
        <w:sz w:val="22"/>
      </w:rPr>
      <w:pPr>
        <w:pBdr/>
        <w:spacing/>
        <w:ind/>
      </w:pPr>
      <w:tblPr>
        <w:tblBorders/>
      </w:tblPr>
      <w:tcPr>
        <w:shd w:val="clear" w:color="364151" w:themeColor="accent6" w:fill="364151" w:themeFill="accent6"/>
        <w:tcBorders/>
      </w:tcPr>
    </w:tblStylePr>
    <w:tblStylePr w:type="firstRow">
      <w:rPr>
        <w:rFonts w:ascii="Arial" w:hAnsi="Arial"/>
        <w:color w:val="f2f2f2"/>
        <w:sz w:val="22"/>
      </w:rPr>
      <w:pPr>
        <w:pBdr/>
        <w:spacing/>
        <w:ind/>
      </w:pPr>
      <w:tblPr>
        <w:tblBorders/>
      </w:tblPr>
      <w:tcPr>
        <w:shd w:val="clear" w:color="364151" w:themeColor="accent6" w:fill="364151" w:themeFill="accent6"/>
        <w:tcBorders/>
      </w:tcPr>
    </w:tblStylePr>
    <w:tblStylePr w:type="lastCol">
      <w:rPr>
        <w:rFonts w:ascii="Arial" w:hAnsi="Arial"/>
        <w:color w:val="f2f2f2"/>
        <w:sz w:val="22"/>
      </w:rPr>
      <w:pPr>
        <w:pBdr/>
        <w:spacing/>
        <w:ind/>
      </w:pPr>
      <w:tblPr>
        <w:tblBorders/>
      </w:tblPr>
      <w:tcPr>
        <w:shd w:val="clear" w:color="364151" w:themeColor="accent6" w:fill="364151" w:themeFill="accent6"/>
        <w:tcBorders/>
      </w:tcPr>
    </w:tblStylePr>
    <w:tblStylePr w:type="lastRow">
      <w:rPr>
        <w:rFonts w:ascii="Arial" w:hAnsi="Arial"/>
        <w:color w:val="f2f2f2"/>
        <w:sz w:val="22"/>
      </w:rPr>
      <w:pPr>
        <w:pBdr/>
        <w:spacing/>
        <w:ind/>
      </w:pPr>
      <w:tblPr>
        <w:tblBorders/>
      </w:tblPr>
      <w:tcPr>
        <w:shd w:val="clear" w:color="364151" w:themeColor="accent6" w:fill="364151"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Bordered"/>
    <w:basedOn w:val="776"/>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Bordered - Accent 1"/>
    <w:basedOn w:val="776"/>
    <w:uiPriority w:val="99"/>
    <w:pPr>
      <w:pBdr/>
      <w:spacing/>
      <w:ind/>
    </w:pPr>
    <w:tblPr>
      <w:tblStyleRowBandSize w:val="1"/>
      <w:tblStyleColBandSize w:val="1"/>
      <w:tblBorders>
        <w:top w:val="single" w:color="cce5ea" w:themeColor="accent1" w:themeTint="67" w:sz="4" w:space="0"/>
        <w:left w:val="single" w:color="cce5ea" w:themeColor="accent1" w:themeTint="67" w:sz="4" w:space="0"/>
        <w:bottom w:val="single" w:color="cce5ea" w:themeColor="accent1" w:themeTint="67" w:sz="4" w:space="0"/>
        <w:right w:val="single" w:color="cce5ea" w:themeColor="accent1" w:themeTint="67" w:sz="4" w:space="0"/>
        <w:insideH w:val="single" w:color="cce5ea" w:themeColor="accent1" w:themeTint="67" w:sz="4" w:space="0"/>
        <w:insideV w:val="single" w:color="cce5ea"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cce5ea" w:themeColor="accent1" w:themeTint="67" w:sz="4" w:space="0"/>
          <w:left w:val="single" w:color="cce5ea" w:themeColor="accent1" w:themeTint="67" w:sz="4" w:space="0"/>
          <w:bottom w:val="single" w:color="cce5ea" w:themeColor="accent1" w:themeTint="67" w:sz="4" w:space="0"/>
          <w:right w:val="single" w:color="cce5ea"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3c0cc" w:themeColor="accent1" w:sz="12" w:space="0"/>
        </w:tcBorders>
      </w:tcPr>
    </w:tblStylePr>
    <w:tblStylePr w:type="lastCol">
      <w:rPr>
        <w:rFonts w:ascii="Arial" w:hAnsi="Arial"/>
        <w:color w:val="404040"/>
        <w:sz w:val="22"/>
      </w:rPr>
      <w:pPr>
        <w:pBdr/>
        <w:spacing/>
        <w:ind/>
      </w:pPr>
      <w:tblPr>
        <w:tblBorders/>
      </w:tblPr>
      <w:tcPr>
        <w:tcBorders>
          <w:left w:val="single" w:color="83c0cc" w:themeColor="accent1" w:sz="12" w:space="0"/>
        </w:tcBorders>
      </w:tcPr>
    </w:tblStylePr>
    <w:tblStylePr w:type="lastRow">
      <w:rPr>
        <w:rFonts w:ascii="Arial" w:hAnsi="Arial"/>
        <w:color w:val="404040"/>
        <w:sz w:val="22"/>
      </w:rPr>
      <w:pPr>
        <w:pBdr/>
        <w:spacing/>
        <w:ind/>
      </w:pPr>
      <w:tblPr>
        <w:tblBorders/>
      </w:tblPr>
      <w:tcPr>
        <w:tcBorders>
          <w:top w:val="single" w:color="83c0cc"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Bordered - Accent 2"/>
    <w:basedOn w:val="776"/>
    <w:uiPriority w:val="99"/>
    <w:pPr>
      <w:pBdr/>
      <w:spacing/>
      <w:ind/>
    </w:pPr>
    <w:tblPr>
      <w:tblStyleRowBandSize w:val="1"/>
      <w:tblStyleColBandSize w:val="1"/>
      <w:tblBorders>
        <w:top w:val="single" w:color="b4d8e1" w:themeColor="accent2" w:themeTint="67" w:sz="4" w:space="0"/>
        <w:left w:val="single" w:color="b4d8e1" w:themeColor="accent2" w:themeTint="67" w:sz="4" w:space="0"/>
        <w:bottom w:val="single" w:color="b4d8e1" w:themeColor="accent2" w:themeTint="67" w:sz="4" w:space="0"/>
        <w:right w:val="single" w:color="b4d8e1" w:themeColor="accent2" w:themeTint="67" w:sz="4" w:space="0"/>
        <w:insideH w:val="single" w:color="b4d8e1" w:themeColor="accent2" w:themeTint="67" w:sz="4" w:space="0"/>
        <w:insideV w:val="single" w:color="b4d8e1"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b4d8e1" w:themeColor="accent2" w:themeTint="67" w:sz="4" w:space="0"/>
          <w:left w:val="single" w:color="b4d8e1" w:themeColor="accent2" w:themeTint="67" w:sz="4" w:space="0"/>
          <w:bottom w:val="single" w:color="b4d8e1" w:themeColor="accent2" w:themeTint="67" w:sz="4" w:space="0"/>
          <w:right w:val="single" w:color="b4d8e1"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6d3" w:themeColor="accent2" w:themeTint="97" w:sz="12" w:space="0"/>
        </w:tcBorders>
      </w:tcPr>
    </w:tblStylePr>
    <w:tblStylePr w:type="lastCol">
      <w:rPr>
        <w:rFonts w:ascii="Arial" w:hAnsi="Arial"/>
        <w:color w:val="404040"/>
        <w:sz w:val="22"/>
      </w:rPr>
      <w:pPr>
        <w:pBdr/>
        <w:spacing/>
        <w:ind/>
      </w:pPr>
      <w:tblPr>
        <w:tblBorders/>
      </w:tblPr>
      <w:tcPr>
        <w:tcBorders>
          <w:left w:val="single" w:color="92c6d3" w:themeColor="accent2" w:themeTint="97" w:sz="12" w:space="0"/>
        </w:tcBorders>
      </w:tcPr>
    </w:tblStylePr>
    <w:tblStylePr w:type="lastRow">
      <w:rPr>
        <w:rFonts w:ascii="Arial" w:hAnsi="Arial"/>
        <w:color w:val="404040"/>
        <w:sz w:val="22"/>
      </w:rPr>
      <w:pPr>
        <w:pBdr/>
        <w:spacing/>
        <w:ind/>
      </w:pPr>
      <w:tblPr>
        <w:tblBorders/>
      </w:tblPr>
      <w:tcPr>
        <w:tcBorders>
          <w:top w:val="single" w:color="92c6d3"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Bordered - Accent 3"/>
    <w:basedOn w:val="776"/>
    <w:uiPriority w:val="99"/>
    <w:pPr>
      <w:pBdr/>
      <w:spacing/>
      <w:ind/>
    </w:pPr>
    <w:tblPr>
      <w:tblStyleRowBandSize w:val="1"/>
      <w:tblStyleColBandSize w:val="1"/>
      <w:tblBorders>
        <w:top w:val="single" w:color="81d7e8" w:themeColor="accent3" w:themeTint="67" w:sz="4" w:space="0"/>
        <w:left w:val="single" w:color="81d7e8" w:themeColor="accent3" w:themeTint="67" w:sz="4" w:space="0"/>
        <w:bottom w:val="single" w:color="81d7e8" w:themeColor="accent3" w:themeTint="67" w:sz="4" w:space="0"/>
        <w:right w:val="single" w:color="81d7e8" w:themeColor="accent3" w:themeTint="67" w:sz="4" w:space="0"/>
        <w:insideH w:val="single" w:color="81d7e8" w:themeColor="accent3" w:themeTint="67" w:sz="4" w:space="0"/>
        <w:insideV w:val="single" w:color="81d7e8"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81d7e8" w:themeColor="accent3" w:themeTint="67" w:sz="4" w:space="0"/>
          <w:left w:val="single" w:color="81d7e8" w:themeColor="accent3" w:themeTint="67" w:sz="4" w:space="0"/>
          <w:bottom w:val="single" w:color="81d7e8" w:themeColor="accent3" w:themeTint="67" w:sz="4" w:space="0"/>
          <w:right w:val="single" w:color="81d7e8"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5c4dd" w:themeColor="accent3" w:themeTint="98" w:sz="12" w:space="0"/>
        </w:tcBorders>
      </w:tcPr>
    </w:tblStylePr>
    <w:tblStylePr w:type="lastCol">
      <w:rPr>
        <w:rFonts w:ascii="Arial" w:hAnsi="Arial"/>
        <w:color w:val="404040"/>
        <w:sz w:val="22"/>
      </w:rPr>
      <w:pPr>
        <w:pBdr/>
        <w:spacing/>
        <w:ind/>
      </w:pPr>
      <w:tblPr>
        <w:tblBorders/>
      </w:tblPr>
      <w:tcPr>
        <w:tcBorders>
          <w:left w:val="single" w:color="45c4dd" w:themeColor="accent3" w:themeTint="98" w:sz="12" w:space="0"/>
        </w:tcBorders>
      </w:tcPr>
    </w:tblStylePr>
    <w:tblStylePr w:type="lastRow">
      <w:rPr>
        <w:rFonts w:ascii="Arial" w:hAnsi="Arial"/>
        <w:color w:val="404040"/>
        <w:sz w:val="22"/>
      </w:rPr>
      <w:pPr>
        <w:pBdr/>
        <w:spacing/>
        <w:ind/>
      </w:pPr>
      <w:tblPr>
        <w:tblBorders/>
      </w:tblPr>
      <w:tcPr>
        <w:tcBorders>
          <w:top w:val="single" w:color="45c4dd"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Bordered - Accent 4"/>
    <w:basedOn w:val="776"/>
    <w:uiPriority w:val="99"/>
    <w:pPr>
      <w:pBdr/>
      <w:spacing/>
      <w:ind/>
    </w:pPr>
    <w:tblPr>
      <w:tblStyleRowBandSize w:val="1"/>
      <w:tblStyleColBandSize w:val="1"/>
      <w:tblBorders>
        <w:top w:val="single" w:color="96b8d3" w:themeColor="accent4" w:themeTint="67" w:sz="4" w:space="0"/>
        <w:left w:val="single" w:color="96b8d3" w:themeColor="accent4" w:themeTint="67" w:sz="4" w:space="0"/>
        <w:bottom w:val="single" w:color="96b8d3" w:themeColor="accent4" w:themeTint="67" w:sz="4" w:space="0"/>
        <w:right w:val="single" w:color="96b8d3" w:themeColor="accent4" w:themeTint="67" w:sz="4" w:space="0"/>
        <w:insideH w:val="single" w:color="96b8d3" w:themeColor="accent4" w:themeTint="67" w:sz="4" w:space="0"/>
        <w:insideV w:val="single" w:color="96b8d3"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96b8d3" w:themeColor="accent4" w:themeTint="67" w:sz="4" w:space="0"/>
          <w:left w:val="single" w:color="96b8d3" w:themeColor="accent4" w:themeTint="67" w:sz="4" w:space="0"/>
          <w:bottom w:val="single" w:color="96b8d3" w:themeColor="accent4" w:themeTint="67" w:sz="4" w:space="0"/>
          <w:right w:val="single" w:color="96b8d3"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6296be" w:themeColor="accent4" w:themeTint="9A" w:sz="12" w:space="0"/>
        </w:tcBorders>
      </w:tcPr>
    </w:tblStylePr>
    <w:tblStylePr w:type="lastCol">
      <w:rPr>
        <w:rFonts w:ascii="Arial" w:hAnsi="Arial"/>
        <w:color w:val="404040"/>
        <w:sz w:val="22"/>
      </w:rPr>
      <w:pPr>
        <w:pBdr/>
        <w:spacing/>
        <w:ind/>
      </w:pPr>
      <w:tblPr>
        <w:tblBorders/>
      </w:tblPr>
      <w:tcPr>
        <w:tcBorders>
          <w:left w:val="single" w:color="6296be" w:themeColor="accent4" w:themeTint="9A" w:sz="12" w:space="0"/>
        </w:tcBorders>
      </w:tcPr>
    </w:tblStylePr>
    <w:tblStylePr w:type="lastRow">
      <w:rPr>
        <w:rFonts w:ascii="Arial" w:hAnsi="Arial"/>
        <w:color w:val="404040"/>
        <w:sz w:val="22"/>
      </w:rPr>
      <w:pPr>
        <w:pBdr/>
        <w:spacing/>
        <w:ind/>
      </w:pPr>
      <w:tblPr>
        <w:tblBorders/>
      </w:tblPr>
      <w:tcPr>
        <w:tcBorders>
          <w:top w:val="single" w:color="6296be"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Bordered - Accent 5"/>
    <w:basedOn w:val="776"/>
    <w:uiPriority w:val="99"/>
    <w:pPr>
      <w:pBdr/>
      <w:spacing/>
      <w:ind/>
    </w:pPr>
    <w:tblPr>
      <w:tblStyleRowBandSize w:val="1"/>
      <w:tblStyleColBandSize w:val="1"/>
      <w:tblBorders>
        <w:top w:val="single" w:color="97b7d3" w:themeColor="accent5" w:themeTint="67" w:sz="4" w:space="0"/>
        <w:left w:val="single" w:color="97b7d3" w:themeColor="accent5" w:themeTint="67" w:sz="4" w:space="0"/>
        <w:bottom w:val="single" w:color="97b7d3" w:themeColor="accent5" w:themeTint="67" w:sz="4" w:space="0"/>
        <w:right w:val="single" w:color="97b7d3" w:themeColor="accent5" w:themeTint="67" w:sz="4" w:space="0"/>
        <w:insideH w:val="single" w:color="97b7d3" w:themeColor="accent5" w:themeTint="67" w:sz="4" w:space="0"/>
        <w:insideV w:val="single" w:color="97b7d3"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97b7d3" w:themeColor="accent5" w:themeTint="67" w:sz="4" w:space="0"/>
          <w:left w:val="single" w:color="97b7d3" w:themeColor="accent5" w:themeTint="67" w:sz="4" w:space="0"/>
          <w:bottom w:val="single" w:color="97b7d3" w:themeColor="accent5" w:themeTint="67" w:sz="4" w:space="0"/>
          <w:right w:val="single" w:color="97b7d3"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6394bd" w:themeColor="accent5" w:themeTint="9A" w:sz="12" w:space="0"/>
        </w:tcBorders>
      </w:tcPr>
    </w:tblStylePr>
    <w:tblStylePr w:type="lastCol">
      <w:rPr>
        <w:rFonts w:ascii="Arial" w:hAnsi="Arial"/>
        <w:color w:val="404040"/>
        <w:sz w:val="22"/>
      </w:rPr>
      <w:pPr>
        <w:pBdr/>
        <w:spacing/>
        <w:ind/>
      </w:pPr>
      <w:tblPr>
        <w:tblBorders/>
      </w:tblPr>
      <w:tcPr>
        <w:tcBorders>
          <w:left w:val="single" w:color="6394bd" w:themeColor="accent5" w:themeTint="9A" w:sz="12" w:space="0"/>
        </w:tcBorders>
      </w:tcPr>
    </w:tblStylePr>
    <w:tblStylePr w:type="lastRow">
      <w:rPr>
        <w:rFonts w:ascii="Arial" w:hAnsi="Arial"/>
        <w:color w:val="404040"/>
        <w:sz w:val="22"/>
      </w:rPr>
      <w:pPr>
        <w:pBdr/>
        <w:spacing/>
        <w:ind/>
      </w:pPr>
      <w:tblPr>
        <w:tblBorders/>
      </w:tblPr>
      <w:tcPr>
        <w:tcBorders>
          <w:top w:val="single" w:color="6394bd"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Bordered - Accent 6"/>
    <w:basedOn w:val="776"/>
    <w:uiPriority w:val="99"/>
    <w:pPr>
      <w:pBdr/>
      <w:spacing/>
      <w:ind/>
    </w:pPr>
    <w:tblPr>
      <w:tblStyleRowBandSize w:val="1"/>
      <w:tblStyleColBandSize w:val="1"/>
      <w:tblBorders>
        <w:top w:val="single" w:color="a4b0c2" w:themeColor="accent6" w:themeTint="67" w:sz="4" w:space="0"/>
        <w:left w:val="single" w:color="a4b0c2" w:themeColor="accent6" w:themeTint="67" w:sz="4" w:space="0"/>
        <w:bottom w:val="single" w:color="a4b0c2" w:themeColor="accent6" w:themeTint="67" w:sz="4" w:space="0"/>
        <w:right w:val="single" w:color="a4b0c2" w:themeColor="accent6" w:themeTint="67" w:sz="4" w:space="0"/>
        <w:insideH w:val="single" w:color="a4b0c2" w:themeColor="accent6" w:themeTint="67" w:sz="4" w:space="0"/>
        <w:insideV w:val="single" w:color="a4b0c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a4b0c2" w:themeColor="accent6" w:themeTint="67" w:sz="4" w:space="0"/>
          <w:left w:val="single" w:color="a4b0c2" w:themeColor="accent6" w:themeTint="67" w:sz="4" w:space="0"/>
          <w:bottom w:val="single" w:color="a4b0c2" w:themeColor="accent6" w:themeTint="67" w:sz="4" w:space="0"/>
          <w:right w:val="single" w:color="a4b0c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88aa5" w:themeColor="accent6" w:themeTint="98" w:sz="12" w:space="0"/>
        </w:tcBorders>
      </w:tcPr>
    </w:tblStylePr>
    <w:tblStylePr w:type="lastCol">
      <w:rPr>
        <w:rFonts w:ascii="Arial" w:hAnsi="Arial"/>
        <w:color w:val="404040"/>
        <w:sz w:val="22"/>
      </w:rPr>
      <w:pPr>
        <w:pBdr/>
        <w:spacing/>
        <w:ind/>
      </w:pPr>
      <w:tblPr>
        <w:tblBorders/>
      </w:tblPr>
      <w:tcPr>
        <w:tcBorders>
          <w:left w:val="single" w:color="788aa5" w:themeColor="accent6" w:themeTint="98" w:sz="12" w:space="0"/>
        </w:tcBorders>
      </w:tcPr>
    </w:tblStylePr>
    <w:tblStylePr w:type="lastRow">
      <w:rPr>
        <w:rFonts w:ascii="Arial" w:hAnsi="Arial"/>
        <w:color w:val="404040"/>
        <w:sz w:val="22"/>
      </w:rPr>
      <w:pPr>
        <w:pBdr/>
        <w:spacing/>
        <w:ind/>
      </w:pPr>
      <w:tblPr>
        <w:tblBorders/>
      </w:tblPr>
      <w:tcPr>
        <w:tcBorders>
          <w:top w:val="single" w:color="788aa5"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25">
    <w:name w:val="footnote text"/>
    <w:basedOn w:val="765"/>
    <w:link w:val="926"/>
    <w:uiPriority w:val="99"/>
    <w:semiHidden/>
    <w:unhideWhenUsed/>
    <w:pPr>
      <w:pBdr/>
      <w:spacing w:after="40" w:line="240" w:lineRule="auto"/>
      <w:ind/>
    </w:pPr>
    <w:rPr>
      <w:sz w:val="18"/>
    </w:rPr>
  </w:style>
  <w:style w:type="character" w:styleId="926" w:customStyle="1">
    <w:name w:val="Fußnotentext Zchn"/>
    <w:link w:val="925"/>
    <w:uiPriority w:val="99"/>
    <w:pPr>
      <w:pBdr/>
      <w:spacing/>
      <w:ind/>
    </w:pPr>
    <w:rPr>
      <w:sz w:val="18"/>
    </w:rPr>
  </w:style>
  <w:style w:type="character" w:styleId="927">
    <w:name w:val="footnote reference"/>
    <w:basedOn w:val="775"/>
    <w:uiPriority w:val="99"/>
    <w:unhideWhenUsed/>
    <w:pPr>
      <w:pBdr/>
      <w:spacing/>
      <w:ind/>
    </w:pPr>
    <w:rPr>
      <w:vertAlign w:val="superscript"/>
    </w:rPr>
  </w:style>
  <w:style w:type="paragraph" w:styleId="928">
    <w:name w:val="endnote text"/>
    <w:basedOn w:val="765"/>
    <w:link w:val="929"/>
    <w:uiPriority w:val="99"/>
    <w:semiHidden/>
    <w:unhideWhenUsed/>
    <w:pPr>
      <w:pBdr/>
      <w:spacing w:after="0" w:line="240" w:lineRule="auto"/>
      <w:ind/>
    </w:pPr>
    <w:rPr>
      <w:sz w:val="20"/>
    </w:rPr>
  </w:style>
  <w:style w:type="character" w:styleId="929" w:customStyle="1">
    <w:name w:val="Endnotentext Zchn"/>
    <w:link w:val="928"/>
    <w:uiPriority w:val="99"/>
    <w:pPr>
      <w:pBdr/>
      <w:spacing/>
      <w:ind/>
    </w:pPr>
    <w:rPr>
      <w:sz w:val="20"/>
    </w:rPr>
  </w:style>
  <w:style w:type="character" w:styleId="930">
    <w:name w:val="endnote reference"/>
    <w:basedOn w:val="775"/>
    <w:uiPriority w:val="99"/>
    <w:semiHidden/>
    <w:unhideWhenUsed/>
    <w:pPr>
      <w:pBdr/>
      <w:spacing/>
      <w:ind/>
    </w:pPr>
    <w:rPr>
      <w:vertAlign w:val="superscript"/>
    </w:rPr>
  </w:style>
  <w:style w:type="paragraph" w:styleId="931">
    <w:name w:val="toc 1"/>
    <w:basedOn w:val="765"/>
    <w:next w:val="765"/>
    <w:uiPriority w:val="39"/>
    <w:unhideWhenUsed/>
    <w:pPr>
      <w:pBdr/>
      <w:spacing w:after="57"/>
      <w:ind/>
    </w:pPr>
  </w:style>
  <w:style w:type="paragraph" w:styleId="932">
    <w:name w:val="toc 2"/>
    <w:basedOn w:val="765"/>
    <w:next w:val="765"/>
    <w:uiPriority w:val="39"/>
    <w:unhideWhenUsed/>
    <w:pPr>
      <w:pBdr/>
      <w:spacing w:after="57"/>
      <w:ind w:left="283"/>
    </w:pPr>
  </w:style>
  <w:style w:type="paragraph" w:styleId="933">
    <w:name w:val="toc 3"/>
    <w:basedOn w:val="765"/>
    <w:next w:val="765"/>
    <w:uiPriority w:val="39"/>
    <w:unhideWhenUsed/>
    <w:pPr>
      <w:pBdr/>
      <w:spacing w:after="57"/>
      <w:ind w:left="567"/>
    </w:pPr>
  </w:style>
  <w:style w:type="paragraph" w:styleId="934">
    <w:name w:val="toc 4"/>
    <w:basedOn w:val="765"/>
    <w:next w:val="765"/>
    <w:uiPriority w:val="39"/>
    <w:unhideWhenUsed/>
    <w:pPr>
      <w:pBdr/>
      <w:spacing w:after="57"/>
      <w:ind w:left="850"/>
    </w:pPr>
  </w:style>
  <w:style w:type="paragraph" w:styleId="935">
    <w:name w:val="toc 5"/>
    <w:basedOn w:val="765"/>
    <w:next w:val="765"/>
    <w:uiPriority w:val="39"/>
    <w:unhideWhenUsed/>
    <w:pPr>
      <w:pBdr/>
      <w:spacing w:after="57"/>
      <w:ind w:left="1134"/>
    </w:pPr>
  </w:style>
  <w:style w:type="paragraph" w:styleId="936">
    <w:name w:val="toc 6"/>
    <w:basedOn w:val="765"/>
    <w:next w:val="765"/>
    <w:uiPriority w:val="39"/>
    <w:unhideWhenUsed/>
    <w:pPr>
      <w:pBdr/>
      <w:spacing w:after="57"/>
      <w:ind w:left="1417"/>
    </w:pPr>
  </w:style>
  <w:style w:type="paragraph" w:styleId="937">
    <w:name w:val="toc 7"/>
    <w:basedOn w:val="765"/>
    <w:next w:val="765"/>
    <w:uiPriority w:val="39"/>
    <w:unhideWhenUsed/>
    <w:pPr>
      <w:pBdr/>
      <w:spacing w:after="57"/>
      <w:ind w:left="1701"/>
    </w:pPr>
  </w:style>
  <w:style w:type="paragraph" w:styleId="938">
    <w:name w:val="toc 8"/>
    <w:basedOn w:val="765"/>
    <w:next w:val="765"/>
    <w:uiPriority w:val="39"/>
    <w:unhideWhenUsed/>
    <w:pPr>
      <w:pBdr/>
      <w:spacing w:after="57"/>
      <w:ind w:left="1984"/>
    </w:pPr>
  </w:style>
  <w:style w:type="paragraph" w:styleId="939">
    <w:name w:val="toc 9"/>
    <w:basedOn w:val="765"/>
    <w:next w:val="765"/>
    <w:uiPriority w:val="39"/>
    <w:unhideWhenUsed/>
    <w:pPr>
      <w:pBdr/>
      <w:spacing w:after="57"/>
      <w:ind w:left="2268"/>
    </w:pPr>
  </w:style>
  <w:style w:type="paragraph" w:styleId="940">
    <w:name w:val="TOC Heading"/>
    <w:uiPriority w:val="39"/>
    <w:unhideWhenUsed/>
    <w:pPr>
      <w:pBdr/>
      <w:spacing/>
      <w:ind/>
    </w:pPr>
  </w:style>
  <w:style w:type="paragraph" w:styleId="941">
    <w:name w:val="table of figures"/>
    <w:basedOn w:val="765"/>
    <w:next w:val="765"/>
    <w:uiPriority w:val="99"/>
    <w:unhideWhenUsed/>
    <w:pPr>
      <w:pBdr/>
      <w:spacing w:after="0"/>
      <w:ind/>
    </w:pPr>
  </w:style>
  <w:style w:type="paragraph" w:styleId="942" w:customStyle="1">
    <w:name w:val="Überschrift"/>
    <w:basedOn w:val="766"/>
    <w:qFormat/>
    <w:pPr>
      <w:pBdr/>
      <w:spacing/>
      <w:ind/>
    </w:pPr>
    <w:rPr>
      <w:rFonts w:ascii="Times New Roman" w:hAnsi="Times New Roman"/>
      <w:color w:val="000000" w:themeColor="text1"/>
    </w:rPr>
  </w:style>
  <w:style w:type="character" w:styleId="943" w:customStyle="1">
    <w:name w:val="Überschrift 1 Zchn"/>
    <w:basedOn w:val="775"/>
    <w:link w:val="766"/>
    <w:uiPriority w:val="9"/>
    <w:pPr>
      <w:pBdr/>
      <w:spacing/>
      <w:ind/>
    </w:pPr>
    <w:rPr>
      <w:rFonts w:asciiTheme="majorHAnsi" w:hAnsiTheme="majorHAnsi" w:eastAsiaTheme="majorEastAsia" w:cstheme="majorBidi"/>
      <w:color w:val="49a0b1" w:themeColor="accent1" w:themeShade="BF"/>
      <w:sz w:val="32"/>
      <w:szCs w:val="32"/>
    </w:rPr>
  </w:style>
  <w:style w:type="paragraph" w:styleId="944">
    <w:name w:val="List Paragraph"/>
    <w:basedOn w:val="765"/>
    <w:uiPriority w:val="34"/>
    <w:qFormat/>
    <w:pPr>
      <w:pBdr/>
      <w:spacing/>
      <w:ind w:left="720"/>
      <w:contextualSpacing w:val="true"/>
    </w:pPr>
  </w:style>
  <w:style w:type="table" w:styleId="945">
    <w:name w:val="Table Grid"/>
    <w:basedOn w:val="776"/>
    <w:uiPriority w:val="39"/>
    <w:pPr>
      <w:pBdr/>
      <w:spacing/>
      <w:ind/>
    </w:pPr>
    <w:rPr>
      <w:rFonts w:asciiTheme="minorHAnsi" w:hAnsiTheme="minorHAnsi" w:cstheme="minorBidi"/>
      <w:color w:val="auto"/>
      <w:szCs w:val="24"/>
      <w:lang w:val="it-CH"/>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46">
    <w:name w:val="Header"/>
    <w:basedOn w:val="765"/>
    <w:link w:val="947"/>
    <w:uiPriority w:val="99"/>
    <w:unhideWhenUsed/>
    <w:pPr>
      <w:pBdr/>
      <w:tabs>
        <w:tab w:val="center" w:leader="none" w:pos="4536"/>
        <w:tab w:val="right" w:leader="none" w:pos="9072"/>
      </w:tabs>
      <w:spacing w:after="0" w:line="240" w:lineRule="auto"/>
      <w:ind/>
    </w:pPr>
  </w:style>
  <w:style w:type="character" w:styleId="947" w:customStyle="1">
    <w:name w:val="Kopfzeile Zchn"/>
    <w:basedOn w:val="775"/>
    <w:link w:val="946"/>
    <w:uiPriority w:val="99"/>
    <w:pPr>
      <w:pBdr/>
      <w:spacing/>
      <w:ind/>
    </w:pPr>
    <w:rPr>
      <w:rFonts w:ascii="Aptos Light" w:hAnsi="Aptos Light" w:cstheme="minorBidi"/>
      <w:color w:val="auto"/>
      <w:sz w:val="21"/>
      <w:szCs w:val="24"/>
      <w:lang w:val="it-CH"/>
    </w:rPr>
  </w:style>
  <w:style w:type="paragraph" w:styleId="948">
    <w:name w:val="Footer"/>
    <w:basedOn w:val="765"/>
    <w:link w:val="949"/>
    <w:uiPriority w:val="99"/>
    <w:unhideWhenUsed/>
    <w:pPr>
      <w:pBdr/>
      <w:tabs>
        <w:tab w:val="center" w:leader="none" w:pos="4536"/>
        <w:tab w:val="right" w:leader="none" w:pos="9072"/>
      </w:tabs>
      <w:spacing w:after="0" w:line="240" w:lineRule="auto"/>
      <w:ind/>
    </w:pPr>
  </w:style>
  <w:style w:type="character" w:styleId="949" w:customStyle="1">
    <w:name w:val="Fußzeile Zchn"/>
    <w:basedOn w:val="775"/>
    <w:link w:val="948"/>
    <w:uiPriority w:val="99"/>
    <w:pPr>
      <w:pBdr/>
      <w:spacing/>
      <w:ind/>
    </w:pPr>
    <w:rPr>
      <w:rFonts w:ascii="Aptos Light" w:hAnsi="Aptos Light" w:cstheme="minorBidi"/>
      <w:color w:val="auto"/>
      <w:sz w:val="21"/>
      <w:szCs w:val="24"/>
      <w:lang w:val="it-CH"/>
    </w:rPr>
  </w:style>
  <w:style w:type="character" w:styleId="950">
    <w:name w:val="page number"/>
    <w:basedOn w:val="775"/>
    <w:uiPriority w:val="99"/>
    <w:semiHidden/>
    <w:unhideWhenUsed/>
    <w:pPr>
      <w:pBdr/>
      <w:spacing/>
      <w:ind/>
    </w:pPr>
  </w:style>
  <w:style w:type="character" w:styleId="951">
    <w:name w:val="Hyperlink"/>
    <w:basedOn w:val="775"/>
    <w:uiPriority w:val="99"/>
    <w:unhideWhenUsed/>
    <w:pPr>
      <w:pBdr/>
      <w:spacing/>
      <w:ind/>
    </w:pPr>
    <w:rPr>
      <w:color w:val="4eb4b3" w:themeColor="hyperlink"/>
      <w:u w:val="single"/>
    </w:rPr>
  </w:style>
  <w:style w:type="character" w:styleId="952">
    <w:name w:val="Unresolved Mention"/>
    <w:basedOn w:val="775"/>
    <w:uiPriority w:val="99"/>
    <w:semiHidden/>
    <w:unhideWhenUsed/>
    <w:pPr>
      <w:pBdr/>
      <w:spacing/>
      <w:ind/>
    </w:pPr>
    <w:rPr>
      <w:color w:val="605e5c"/>
      <w:shd w:val="clear" w:color="auto" w:fill="e1dfdd"/>
    </w:rPr>
  </w:style>
  <w:style w:type="character" w:styleId="953">
    <w:name w:val="FollowedHyperlink"/>
    <w:basedOn w:val="775"/>
    <w:uiPriority w:val="99"/>
    <w:semiHidden/>
    <w:unhideWhenUsed/>
    <w:pPr>
      <w:pBdr/>
      <w:spacing/>
      <w:ind/>
    </w:pPr>
    <w:rPr>
      <w:color w:val="1b0940" w:themeColor="followedHyperlink"/>
      <w:u w:val="single"/>
    </w:rPr>
  </w:style>
  <w:style w:type="character" w:styleId="954">
    <w:name w:val="annotation reference"/>
    <w:basedOn w:val="775"/>
    <w:uiPriority w:val="99"/>
    <w:semiHidden/>
    <w:unhideWhenUsed/>
    <w:pPr>
      <w:pBdr/>
      <w:spacing/>
      <w:ind/>
    </w:pPr>
    <w:rPr>
      <w:sz w:val="16"/>
      <w:szCs w:val="16"/>
    </w:rPr>
  </w:style>
  <w:style w:type="paragraph" w:styleId="955">
    <w:name w:val="Normal (Web)"/>
    <w:basedOn w:val="765"/>
    <w:uiPriority w:val="99"/>
    <w:semiHidden/>
    <w:unhideWhenUsed/>
    <w:pPr>
      <w:pBdr/>
      <w:spacing/>
      <w:ind/>
    </w:pPr>
    <w:rPr>
      <w:rFonts w:ascii="Times New Roman" w:hAnsi="Times New Roman" w:cs="Times New Roman"/>
      <w:sz w:val="24"/>
    </w:rPr>
  </w:style>
  <w:style w:type="paragraph" w:styleId="956">
    <w:name w:val="Revision"/>
    <w:hidden/>
    <w:uiPriority w:val="99"/>
    <w:semiHidden/>
    <w:pPr>
      <w:pBdr/>
      <w:spacing/>
      <w:ind/>
    </w:pPr>
    <w:rPr>
      <w:rFonts w:ascii="Aptos Light" w:hAnsi="Aptos Light" w:cstheme="minorBidi"/>
      <w:color w:val="auto"/>
      <w:sz w:val="21"/>
      <w:szCs w:val="24"/>
      <w:lang w:val="it-CH"/>
    </w:rPr>
  </w:style>
  <w:style w:type="paragraph" w:styleId="957">
    <w:name w:val="annotation text"/>
    <w:basedOn w:val="765"/>
    <w:link w:val="958"/>
    <w:uiPriority w:val="99"/>
    <w:semiHidden/>
    <w:unhideWhenUsed/>
    <w:pPr>
      <w:pBdr/>
      <w:spacing w:line="240" w:lineRule="auto"/>
      <w:ind/>
    </w:pPr>
    <w:rPr>
      <w:sz w:val="20"/>
      <w:szCs w:val="20"/>
    </w:rPr>
  </w:style>
  <w:style w:type="character" w:styleId="958" w:customStyle="1">
    <w:name w:val="Kommentartext Zchn"/>
    <w:basedOn w:val="775"/>
    <w:link w:val="957"/>
    <w:uiPriority w:val="99"/>
    <w:semiHidden/>
    <w:pPr>
      <w:pBdr/>
      <w:spacing/>
      <w:ind/>
    </w:pPr>
    <w:rPr>
      <w:rFonts w:ascii="Aptos Light" w:hAnsi="Aptos Light" w:cstheme="minorBidi"/>
      <w:color w:val="auto"/>
      <w:sz w:val="20"/>
      <w:szCs w:val="20"/>
      <w:lang w:val="it-CH"/>
    </w:rPr>
  </w:style>
  <w:style w:type="paragraph" w:styleId="959">
    <w:name w:val="annotation subject"/>
    <w:basedOn w:val="957"/>
    <w:next w:val="957"/>
    <w:link w:val="960"/>
    <w:uiPriority w:val="99"/>
    <w:semiHidden/>
    <w:unhideWhenUsed/>
    <w:pPr>
      <w:pBdr/>
      <w:spacing/>
      <w:ind/>
    </w:pPr>
    <w:rPr>
      <w:b/>
      <w:bCs/>
    </w:rPr>
  </w:style>
  <w:style w:type="character" w:styleId="960" w:customStyle="1">
    <w:name w:val="Kommentarthema Zchn"/>
    <w:basedOn w:val="958"/>
    <w:link w:val="959"/>
    <w:uiPriority w:val="99"/>
    <w:semiHidden/>
    <w:pPr>
      <w:pBdr/>
      <w:spacing/>
      <w:ind/>
    </w:pPr>
    <w:rPr>
      <w:rFonts w:ascii="Aptos Light" w:hAnsi="Aptos Light" w:cstheme="minorBidi"/>
      <w:b/>
      <w:bCs/>
      <w:color w:val="auto"/>
      <w:sz w:val="20"/>
      <w:szCs w:val="20"/>
      <w:lang w:val="it-CH"/>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hyperlink" Target="https://www.youtube.com/watch?v=-pe_Kkg98zs"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LingEdu (Astra)">
      <a:dk1>
        <a:srgbClr val="000000"/>
      </a:dk1>
      <a:lt1>
        <a:srgbClr val="FFFFFF"/>
      </a:lt1>
      <a:dk2>
        <a:srgbClr val="364151"/>
      </a:dk2>
      <a:lt2>
        <a:srgbClr val="DFD3BB"/>
      </a:lt2>
      <a:accent1>
        <a:srgbClr val="83C0CC"/>
      </a:accent1>
      <a:accent2>
        <a:srgbClr val="489FB5"/>
      </a:accent2>
      <a:accent3>
        <a:srgbClr val="166979"/>
      </a:accent3>
      <a:accent4>
        <a:srgbClr val="2A4C66"/>
      </a:accent4>
      <a:accent5>
        <a:srgbClr val="2B4B66"/>
      </a:accent5>
      <a:accent6>
        <a:srgbClr val="364151"/>
      </a:accent6>
      <a:hlink>
        <a:srgbClr val="4EB4B3"/>
      </a:hlink>
      <a:folHlink>
        <a:srgbClr val="1B0940"/>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A5681-822A-4DA0-B683-51981CD8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LingEdu_Lektionsplan_Template_D</Template>
  <Application>onlyoffice/8.3.2.19</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Noari</dc:creator>
  <cp:keywords/>
  <dc:description/>
  <cp:lastModifiedBy>Jehona Brahimi (uzh.ch)</cp:lastModifiedBy>
  <cp:revision>414</cp:revision>
  <dcterms:created xsi:type="dcterms:W3CDTF">2025-02-06T09:01:00Z</dcterms:created>
  <dcterms:modified xsi:type="dcterms:W3CDTF">2025-06-05T14:43:14Z</dcterms:modified>
</cp:coreProperties>
</file>